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DD368" w14:textId="77777777" w:rsidR="00AF3E55" w:rsidRDefault="000C523B" w:rsidP="00AF3E55">
      <w:r>
        <w:rPr>
          <w:noProof/>
          <w:lang w:val="sv-SE" w:eastAsia="sv-SE"/>
        </w:rPr>
        <w:drawing>
          <wp:anchor distT="0" distB="0" distL="114300" distR="114300" simplePos="0" relativeHeight="251658240" behindDoc="1" locked="0" layoutInCell="1" allowOverlap="1" wp14:anchorId="1D1DD3A0" wp14:editId="1D1DD3A1">
            <wp:simplePos x="0" y="0"/>
            <wp:positionH relativeFrom="column">
              <wp:posOffset>-922646</wp:posOffset>
            </wp:positionH>
            <wp:positionV relativeFrom="paragraph">
              <wp:posOffset>-914400</wp:posOffset>
            </wp:positionV>
            <wp:extent cx="7582753" cy="1730711"/>
            <wp:effectExtent l="19050" t="0" r="0" b="0"/>
            <wp:wrapNone/>
            <wp:docPr id="4" name="Bildobjekt 3" descr="informationposterheado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rmationposterheadorang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2753" cy="1730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73D5">
        <w:t xml:space="preserve"> </w:t>
      </w:r>
    </w:p>
    <w:p w14:paraId="1D1DD369" w14:textId="77777777" w:rsidR="00AF3E55" w:rsidRPr="00AF3E55" w:rsidRDefault="00AF3E55" w:rsidP="00AF3E55"/>
    <w:p w14:paraId="1D1DD36A" w14:textId="77777777" w:rsidR="00AF3E55" w:rsidRPr="00AF3E55" w:rsidRDefault="00AF3E55" w:rsidP="00AF3E55"/>
    <w:p w14:paraId="1D1DD36B" w14:textId="77777777" w:rsidR="00AF3E55" w:rsidRPr="00AF3E55" w:rsidRDefault="00AF3E55" w:rsidP="00AF3E55"/>
    <w:p w14:paraId="1D1DD36C" w14:textId="77777777" w:rsidR="00AF3E55" w:rsidRPr="00AF3E55" w:rsidRDefault="00AF3E55" w:rsidP="00AF3E55"/>
    <w:p w14:paraId="1D1DD36D" w14:textId="77777777" w:rsidR="00AF3E55" w:rsidRDefault="00AF3E55" w:rsidP="00AF3E55"/>
    <w:p w14:paraId="5329C0F1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APPLICATION FORM</w:t>
      </w:r>
    </w:p>
    <w:p w14:paraId="03DBB6CB" w14:textId="77777777" w:rsidR="003467E8" w:rsidRPr="003467E8" w:rsidRDefault="003467E8" w:rsidP="003467E8">
      <w:pPr>
        <w:tabs>
          <w:tab w:val="left" w:pos="5373"/>
        </w:tabs>
        <w:jc w:val="center"/>
        <w:rPr>
          <w:rFonts w:ascii="Times New Roman" w:eastAsiaTheme="majorEastAsia" w:hAnsi="Times New Roman" w:cs="Times New Roman"/>
          <w:b/>
          <w:bCs/>
          <w:i/>
          <w:kern w:val="32"/>
          <w:sz w:val="24"/>
          <w:lang w:val="en-US"/>
        </w:rPr>
      </w:pPr>
      <w:r w:rsidRPr="003467E8">
        <w:rPr>
          <w:rFonts w:ascii="Times New Roman" w:hAnsi="Times New Roman" w:cs="Times New Roman"/>
          <w:b/>
          <w:sz w:val="24"/>
          <w:lang w:val="en-AU"/>
        </w:rPr>
        <w:t>Fellowship 2015</w:t>
      </w:r>
    </w:p>
    <w:p w14:paraId="1F004A09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</w:p>
    <w:p w14:paraId="69250F43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</w:p>
    <w:p w14:paraId="4DC76EEE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  <w:r w:rsidRPr="00ED463D">
        <w:rPr>
          <w:rFonts w:ascii="Times New Roman" w:hAnsi="Times New Roman" w:cs="Times New Roman"/>
          <w:i/>
          <w:sz w:val="24"/>
          <w:lang w:val="en-AU"/>
        </w:rPr>
        <w:t xml:space="preserve">Note: Only selected applicants will be contacted for a further process! </w:t>
      </w:r>
    </w:p>
    <w:p w14:paraId="76F78862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11381556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PERSONAL DETAILS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</w:t>
      </w:r>
    </w:p>
    <w:p w14:paraId="2F972FED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tbl>
      <w:tblPr>
        <w:tblStyle w:val="Tabellrutnt"/>
        <w:tblW w:w="0" w:type="auto"/>
        <w:tblInd w:w="0" w:type="dxa"/>
        <w:tblLook w:val="04A0" w:firstRow="1" w:lastRow="0" w:firstColumn="1" w:lastColumn="0" w:noHBand="0" w:noVBand="1"/>
      </w:tblPr>
      <w:tblGrid>
        <w:gridCol w:w="4064"/>
        <w:gridCol w:w="2783"/>
        <w:gridCol w:w="923"/>
        <w:gridCol w:w="710"/>
        <w:gridCol w:w="763"/>
      </w:tblGrid>
      <w:tr w:rsidR="00120A5E" w:rsidRPr="00ED463D" w14:paraId="4106E927" w14:textId="77777777" w:rsidTr="00120A5E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6CF7" w14:textId="77777777" w:rsidR="00120A5E" w:rsidRPr="00ED463D" w:rsidRDefault="00120A5E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Surname:</w:t>
            </w:r>
          </w:p>
          <w:p w14:paraId="355F1FB7" w14:textId="77777777" w:rsidR="00120A5E" w:rsidRPr="00ED463D" w:rsidRDefault="00120A5E" w:rsidP="0095419B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7D1C" w14:textId="77777777" w:rsidR="00120A5E" w:rsidRPr="00ED463D" w:rsidRDefault="00120A5E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 xml:space="preserve">First names: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B" w14:textId="77777777" w:rsidR="00120A5E" w:rsidRPr="00ED463D" w:rsidRDefault="00120A5E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Female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29C4" w14:textId="11C24AA8" w:rsidR="00120A5E" w:rsidRPr="00ED463D" w:rsidRDefault="00120A5E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>
              <w:rPr>
                <w:rFonts w:ascii="Times New Roman" w:hAnsi="Times New Roman" w:cs="Times New Roman"/>
                <w:sz w:val="24"/>
                <w:lang w:val="en-AU"/>
              </w:rPr>
              <w:t>Male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7C15" w14:textId="2E878FF4" w:rsidR="00120A5E" w:rsidRPr="00ED463D" w:rsidRDefault="00120A5E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>
              <w:rPr>
                <w:rFonts w:ascii="Times New Roman" w:hAnsi="Times New Roman" w:cs="Times New Roman"/>
                <w:sz w:val="24"/>
                <w:lang w:val="en-AU"/>
              </w:rPr>
              <w:t>Other</w:t>
            </w:r>
            <w:bookmarkStart w:id="0" w:name="_GoBack"/>
            <w:bookmarkEnd w:id="0"/>
          </w:p>
        </w:tc>
      </w:tr>
      <w:tr w:rsidR="003467E8" w:rsidRPr="00ED463D" w14:paraId="210CE03A" w14:textId="77777777" w:rsidTr="00120A5E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477F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Position and Title</w:t>
            </w:r>
            <w:r>
              <w:rPr>
                <w:rFonts w:ascii="Times New Roman" w:hAnsi="Times New Roman" w:cs="Times New Roman"/>
                <w:sz w:val="24"/>
                <w:lang w:val="en-AU"/>
              </w:rPr>
              <w:t>:</w:t>
            </w:r>
          </w:p>
          <w:p w14:paraId="3462B42B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B814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Department:</w:t>
            </w:r>
          </w:p>
          <w:p w14:paraId="1BF0A4AB" w14:textId="77777777" w:rsidR="003467E8" w:rsidRPr="00ED463D" w:rsidRDefault="003467E8" w:rsidP="0095419B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  <w:p w14:paraId="79E9FFF2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</w:tr>
      <w:tr w:rsidR="003467E8" w:rsidRPr="00ED463D" w14:paraId="264CBFC2" w14:textId="77777777" w:rsidTr="00120A5E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C78C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Institution/Organisation</w:t>
            </w:r>
            <w:r>
              <w:rPr>
                <w:rFonts w:ascii="Times New Roman" w:hAnsi="Times New Roman" w:cs="Times New Roman"/>
                <w:sz w:val="24"/>
                <w:lang w:val="en-AU"/>
              </w:rPr>
              <w:t>:</w:t>
            </w: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B5C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Phone:</w:t>
            </w:r>
          </w:p>
          <w:p w14:paraId="3490C66C" w14:textId="77777777" w:rsidR="003467E8" w:rsidRPr="00ED463D" w:rsidRDefault="003467E8" w:rsidP="0095419B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  <w:p w14:paraId="3118FA72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</w:tr>
      <w:tr w:rsidR="003467E8" w:rsidRPr="00ED463D" w14:paraId="5A259446" w14:textId="77777777" w:rsidTr="00120A5E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2EDF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sv-SE"/>
              </w:rPr>
            </w:pPr>
            <w:r w:rsidRPr="00ED463D">
              <w:rPr>
                <w:rFonts w:ascii="Times New Roman" w:hAnsi="Times New Roman" w:cs="Times New Roman"/>
                <w:sz w:val="24"/>
                <w:lang w:val="sv-SE"/>
              </w:rPr>
              <w:t>Email:</w:t>
            </w:r>
          </w:p>
          <w:p w14:paraId="69C40018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1F4485D1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22CE6863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sv-SE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600D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Web:</w:t>
            </w:r>
          </w:p>
          <w:p w14:paraId="5B7CB481" w14:textId="77777777" w:rsidR="003467E8" w:rsidRPr="00ED463D" w:rsidRDefault="003467E8" w:rsidP="0095419B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</w:tr>
    </w:tbl>
    <w:p w14:paraId="6EB63258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5EB64FE8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</w:p>
    <w:p w14:paraId="13244D87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PLEASE ATTACH </w:t>
      </w:r>
      <w:r w:rsidRPr="00ED463D">
        <w:rPr>
          <w:rFonts w:ascii="Times New Roman" w:hAnsi="Times New Roman" w:cs="Times New Roman"/>
          <w:i/>
          <w:sz w:val="24"/>
          <w:lang w:val="en-AU"/>
        </w:rPr>
        <w:t>Please check all boxes below before submitting your application to make sure all documents are attached):</w:t>
      </w:r>
    </w:p>
    <w:p w14:paraId="72BEEA23" w14:textId="77777777" w:rsidR="003467E8" w:rsidRPr="00ED463D" w:rsidRDefault="003467E8" w:rsidP="003467E8">
      <w:p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</w:p>
    <w:p w14:paraId="21294677" w14:textId="77777777" w:rsidR="003467E8" w:rsidRPr="00ED463D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Updated curriculum vitae (CV)</w:t>
      </w:r>
    </w:p>
    <w:p w14:paraId="57FE804E" w14:textId="77777777" w:rsidR="006D6609" w:rsidRPr="006D6609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b/>
          <w:sz w:val="24"/>
          <w:u w:val="single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Research Plan (</w:t>
      </w:r>
      <w:r>
        <w:rPr>
          <w:rFonts w:ascii="Times New Roman" w:hAnsi="Times New Roman" w:cs="Times New Roman"/>
          <w:b/>
          <w:sz w:val="24"/>
          <w:lang w:val="en-AU"/>
        </w:rPr>
        <w:t>max 3 pages</w:t>
      </w: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) –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A short description of the topic you would like to carry out research on </w:t>
      </w:r>
      <w:r>
        <w:rPr>
          <w:rFonts w:ascii="Times New Roman" w:hAnsi="Times New Roman" w:cs="Times New Roman"/>
          <w:sz w:val="24"/>
          <w:lang w:val="en-AU"/>
        </w:rPr>
        <w:t>during the fellowship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. Please use the attached </w:t>
      </w:r>
      <w:r w:rsidR="006D6609" w:rsidRPr="006D6609">
        <w:rPr>
          <w:rFonts w:ascii="Times New Roman" w:hAnsi="Times New Roman" w:cs="Times New Roman"/>
          <w:b/>
          <w:sz w:val="24"/>
          <w:lang w:val="en-AU"/>
        </w:rPr>
        <w:t>Guidelines for</w:t>
      </w:r>
      <w:r w:rsidR="006D6609">
        <w:rPr>
          <w:rFonts w:ascii="Times New Roman" w:hAnsi="Times New Roman" w:cs="Times New Roman"/>
          <w:sz w:val="24"/>
          <w:lang w:val="en-AU"/>
        </w:rPr>
        <w:t xml:space="preserve"> </w:t>
      </w:r>
      <w:r w:rsidRPr="00ED463D">
        <w:rPr>
          <w:rFonts w:ascii="Times New Roman" w:hAnsi="Times New Roman" w:cs="Times New Roman"/>
          <w:b/>
          <w:sz w:val="24"/>
          <w:lang w:val="en-AU"/>
        </w:rPr>
        <w:t>Research Plan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. </w:t>
      </w:r>
    </w:p>
    <w:p w14:paraId="4780FF8C" w14:textId="598D0527" w:rsidR="003467E8" w:rsidRPr="00ED463D" w:rsidRDefault="006D6609" w:rsidP="006D6609">
      <w:pPr>
        <w:pStyle w:val="Liststycke"/>
        <w:tabs>
          <w:tab w:val="left" w:pos="5373"/>
        </w:tabs>
        <w:rPr>
          <w:rFonts w:ascii="Times New Roman" w:hAnsi="Times New Roman" w:cs="Times New Roman"/>
          <w:b/>
          <w:sz w:val="24"/>
          <w:u w:val="single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IMPORTANT</w:t>
      </w:r>
      <w:r w:rsidR="003467E8" w:rsidRPr="00ED463D">
        <w:rPr>
          <w:rFonts w:ascii="Times New Roman" w:hAnsi="Times New Roman" w:cs="Times New Roman"/>
          <w:sz w:val="24"/>
          <w:lang w:val="en-AU"/>
        </w:rPr>
        <w:t xml:space="preserve">: </w:t>
      </w:r>
      <w:r w:rsidR="003467E8" w:rsidRPr="00ED463D">
        <w:rPr>
          <w:rFonts w:ascii="Times New Roman" w:hAnsi="Times New Roman" w:cs="Times New Roman"/>
          <w:sz w:val="24"/>
          <w:u w:val="single"/>
          <w:lang w:val="en-AU"/>
        </w:rPr>
        <w:t>If you do not use the format</w:t>
      </w:r>
      <w:r>
        <w:rPr>
          <w:rFonts w:ascii="Times New Roman" w:hAnsi="Times New Roman" w:cs="Times New Roman"/>
          <w:sz w:val="24"/>
          <w:u w:val="single"/>
          <w:lang w:val="en-AU"/>
        </w:rPr>
        <w:t xml:space="preserve"> presented in the </w:t>
      </w:r>
      <w:r w:rsidRPr="006D6609">
        <w:rPr>
          <w:rFonts w:ascii="Times New Roman" w:hAnsi="Times New Roman" w:cs="Times New Roman"/>
          <w:b/>
          <w:sz w:val="24"/>
          <w:u w:val="single"/>
          <w:lang w:val="en-AU"/>
        </w:rPr>
        <w:t>Guidelines for Research Plan</w:t>
      </w:r>
      <w:r w:rsidR="003467E8" w:rsidRPr="00ED463D">
        <w:rPr>
          <w:rFonts w:ascii="Times New Roman" w:hAnsi="Times New Roman" w:cs="Times New Roman"/>
          <w:sz w:val="24"/>
          <w:u w:val="single"/>
          <w:lang w:val="en-AU"/>
        </w:rPr>
        <w:t xml:space="preserve">, your application will not be considered. </w:t>
      </w:r>
    </w:p>
    <w:p w14:paraId="202B3BB8" w14:textId="6853D451" w:rsidR="00BE1EA8" w:rsidRPr="00BE1EA8" w:rsidRDefault="003467E8" w:rsidP="00BE1EA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Motivation letter (</w:t>
      </w:r>
      <w:r>
        <w:rPr>
          <w:rFonts w:ascii="Times New Roman" w:hAnsi="Times New Roman" w:cs="Times New Roman"/>
          <w:b/>
          <w:sz w:val="24"/>
          <w:lang w:val="en-AU"/>
        </w:rPr>
        <w:t>1 page</w:t>
      </w: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)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– A personal statement </w:t>
      </w:r>
      <w:r w:rsidR="00BE1EA8">
        <w:rPr>
          <w:rFonts w:ascii="Times New Roman" w:hAnsi="Times New Roman" w:cs="Times New Roman"/>
          <w:sz w:val="24"/>
          <w:lang w:val="en-AU"/>
        </w:rPr>
        <w:t>addressing the following</w:t>
      </w:r>
      <w:r w:rsidR="00BE1EA8" w:rsidRPr="00BE1EA8">
        <w:rPr>
          <w:rFonts w:ascii="Times New Roman" w:hAnsi="Times New Roman" w:cs="Times New Roman"/>
          <w:b/>
          <w:sz w:val="24"/>
          <w:lang w:val="en-AU"/>
        </w:rPr>
        <w:t>:</w:t>
      </w:r>
    </w:p>
    <w:p w14:paraId="359ED83D" w14:textId="60744AEE" w:rsidR="00BE1EA8" w:rsidRPr="00BE1EA8" w:rsidRDefault="00BE1EA8" w:rsidP="00BE1EA8">
      <w:pPr>
        <w:pStyle w:val="Liststycke"/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>
        <w:rPr>
          <w:rFonts w:ascii="Times New Roman" w:hAnsi="Times New Roman" w:cs="Times New Roman"/>
          <w:b/>
          <w:sz w:val="24"/>
          <w:lang w:val="en-AU"/>
        </w:rPr>
        <w:t xml:space="preserve">• </w:t>
      </w:r>
      <w:proofErr w:type="gramStart"/>
      <w:r w:rsidRPr="00BE1EA8">
        <w:rPr>
          <w:rFonts w:ascii="Times New Roman" w:hAnsi="Times New Roman" w:cs="Times New Roman"/>
          <w:b/>
          <w:sz w:val="24"/>
          <w:lang w:val="en-AU"/>
        </w:rPr>
        <w:t>your</w:t>
      </w:r>
      <w:proofErr w:type="gramEnd"/>
      <w:r w:rsidRPr="00BE1EA8">
        <w:rPr>
          <w:rFonts w:ascii="Times New Roman" w:hAnsi="Times New Roman" w:cs="Times New Roman"/>
          <w:b/>
          <w:sz w:val="24"/>
          <w:lang w:val="en-AU"/>
        </w:rPr>
        <w:t xml:space="preserve"> commitment to human rights, </w:t>
      </w:r>
    </w:p>
    <w:p w14:paraId="29DA6032" w14:textId="6C7A2474" w:rsidR="00BE1EA8" w:rsidRPr="00BE1EA8" w:rsidRDefault="00BE1EA8" w:rsidP="00BE1EA8">
      <w:pPr>
        <w:pStyle w:val="Liststycke"/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>
        <w:rPr>
          <w:rFonts w:ascii="Times New Roman" w:hAnsi="Times New Roman" w:cs="Times New Roman"/>
          <w:b/>
          <w:sz w:val="24"/>
          <w:lang w:val="en-AU"/>
        </w:rPr>
        <w:t xml:space="preserve">• </w:t>
      </w:r>
      <w:proofErr w:type="gramStart"/>
      <w:r w:rsidRPr="00BE1EA8">
        <w:rPr>
          <w:rFonts w:ascii="Times New Roman" w:hAnsi="Times New Roman" w:cs="Times New Roman"/>
          <w:b/>
          <w:sz w:val="24"/>
          <w:lang w:val="en-AU"/>
        </w:rPr>
        <w:t>why</w:t>
      </w:r>
      <w:proofErr w:type="gramEnd"/>
      <w:r w:rsidRPr="00BE1EA8">
        <w:rPr>
          <w:rFonts w:ascii="Times New Roman" w:hAnsi="Times New Roman" w:cs="Times New Roman"/>
          <w:b/>
          <w:sz w:val="24"/>
          <w:lang w:val="en-AU"/>
        </w:rPr>
        <w:t xml:space="preserve"> you would like to participate in the fellowship programme, </w:t>
      </w:r>
    </w:p>
    <w:p w14:paraId="39A9354E" w14:textId="4E412F54" w:rsidR="00BE1EA8" w:rsidRPr="00BE1EA8" w:rsidRDefault="00BE1EA8" w:rsidP="00BE1EA8">
      <w:pPr>
        <w:pStyle w:val="Liststycke"/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>
        <w:rPr>
          <w:rFonts w:ascii="Times New Roman" w:hAnsi="Times New Roman" w:cs="Times New Roman"/>
          <w:b/>
          <w:sz w:val="24"/>
          <w:lang w:val="en-AU"/>
        </w:rPr>
        <w:t xml:space="preserve">• </w:t>
      </w:r>
      <w:proofErr w:type="gramStart"/>
      <w:r w:rsidRPr="00BE1EA8">
        <w:rPr>
          <w:rFonts w:ascii="Times New Roman" w:hAnsi="Times New Roman" w:cs="Times New Roman"/>
          <w:b/>
          <w:sz w:val="24"/>
          <w:lang w:val="en-AU"/>
        </w:rPr>
        <w:t>how</w:t>
      </w:r>
      <w:proofErr w:type="gramEnd"/>
      <w:r w:rsidRPr="00BE1EA8">
        <w:rPr>
          <w:rFonts w:ascii="Times New Roman" w:hAnsi="Times New Roman" w:cs="Times New Roman"/>
          <w:b/>
          <w:sz w:val="24"/>
          <w:lang w:val="en-AU"/>
        </w:rPr>
        <w:t xml:space="preserve"> you will use the knowledge gained through this initiative, and </w:t>
      </w:r>
    </w:p>
    <w:p w14:paraId="3AD8802A" w14:textId="0C6A40EE" w:rsidR="003467E8" w:rsidRPr="00BE1EA8" w:rsidRDefault="00BE1EA8" w:rsidP="00BE1EA8">
      <w:pPr>
        <w:pStyle w:val="Liststycke"/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>
        <w:rPr>
          <w:rFonts w:ascii="Times New Roman" w:hAnsi="Times New Roman" w:cs="Times New Roman"/>
          <w:b/>
          <w:sz w:val="24"/>
          <w:lang w:val="en-AU"/>
        </w:rPr>
        <w:t xml:space="preserve">• </w:t>
      </w:r>
      <w:proofErr w:type="gramStart"/>
      <w:r w:rsidRPr="00BE1EA8">
        <w:rPr>
          <w:rFonts w:ascii="Times New Roman" w:hAnsi="Times New Roman" w:cs="Times New Roman"/>
          <w:b/>
          <w:sz w:val="24"/>
          <w:lang w:val="en-AU"/>
        </w:rPr>
        <w:t>the</w:t>
      </w:r>
      <w:proofErr w:type="gramEnd"/>
      <w:r w:rsidRPr="00BE1EA8">
        <w:rPr>
          <w:rFonts w:ascii="Times New Roman" w:hAnsi="Times New Roman" w:cs="Times New Roman"/>
          <w:b/>
          <w:sz w:val="24"/>
          <w:lang w:val="en-AU"/>
        </w:rPr>
        <w:t xml:space="preserve"> potential impact of the fellowship </w:t>
      </w:r>
      <w:proofErr w:type="spellStart"/>
      <w:r w:rsidRPr="00BE1EA8">
        <w:rPr>
          <w:rFonts w:ascii="Times New Roman" w:hAnsi="Times New Roman" w:cs="Times New Roman"/>
          <w:b/>
          <w:sz w:val="24"/>
          <w:lang w:val="en-AU"/>
        </w:rPr>
        <w:t>o</w:t>
      </w:r>
      <w:proofErr w:type="spellEnd"/>
      <w:r w:rsidRPr="00BE1EA8">
        <w:rPr>
          <w:rFonts w:ascii="Times New Roman" w:hAnsi="Times New Roman" w:cs="Times New Roman"/>
          <w:b/>
          <w:sz w:val="24"/>
          <w:lang w:val="en-AU"/>
        </w:rPr>
        <w:t xml:space="preserve"> your </w:t>
      </w:r>
      <w:r>
        <w:rPr>
          <w:rFonts w:ascii="Times New Roman" w:hAnsi="Times New Roman" w:cs="Times New Roman"/>
          <w:b/>
          <w:sz w:val="24"/>
          <w:lang w:val="en-AU"/>
        </w:rPr>
        <w:t>institution</w:t>
      </w:r>
      <w:r w:rsidRPr="00BE1EA8">
        <w:rPr>
          <w:rFonts w:ascii="Times New Roman" w:hAnsi="Times New Roman" w:cs="Times New Roman"/>
          <w:b/>
          <w:sz w:val="24"/>
          <w:lang w:val="en-AU"/>
        </w:rPr>
        <w:t>/nation/region upon returning home</w:t>
      </w:r>
    </w:p>
    <w:p w14:paraId="1EB9B116" w14:textId="77777777" w:rsidR="003467E8" w:rsidRPr="00ED463D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Letter of support </w:t>
      </w:r>
      <w:r>
        <w:rPr>
          <w:rFonts w:ascii="Times New Roman" w:hAnsi="Times New Roman" w:cs="Times New Roman"/>
          <w:sz w:val="24"/>
          <w:lang w:val="en-AU"/>
        </w:rPr>
        <w:t xml:space="preserve">– a </w:t>
      </w:r>
      <w:r w:rsidRPr="00ED463D">
        <w:rPr>
          <w:rFonts w:ascii="Times New Roman" w:hAnsi="Times New Roman" w:cs="Times New Roman"/>
          <w:sz w:val="24"/>
          <w:lang w:val="en-AU"/>
        </w:rPr>
        <w:t>letter</w:t>
      </w:r>
      <w:r>
        <w:rPr>
          <w:rFonts w:ascii="Times New Roman" w:hAnsi="Times New Roman" w:cs="Times New Roman"/>
          <w:sz w:val="24"/>
          <w:lang w:val="en-AU"/>
        </w:rPr>
        <w:t xml:space="preserve"> signed by your head of department/superior,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confirming </w:t>
      </w:r>
      <w:r>
        <w:rPr>
          <w:rFonts w:ascii="Times New Roman" w:hAnsi="Times New Roman" w:cs="Times New Roman"/>
          <w:sz w:val="24"/>
          <w:lang w:val="en-AU"/>
        </w:rPr>
        <w:t xml:space="preserve">your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affiliation with a university and that </w:t>
      </w:r>
      <w:r>
        <w:rPr>
          <w:rFonts w:ascii="Times New Roman" w:hAnsi="Times New Roman" w:cs="Times New Roman"/>
          <w:sz w:val="24"/>
          <w:lang w:val="en-AU"/>
        </w:rPr>
        <w:t>you have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the permission to participate the full three </w:t>
      </w:r>
      <w:r>
        <w:rPr>
          <w:rFonts w:ascii="Times New Roman" w:hAnsi="Times New Roman" w:cs="Times New Roman"/>
          <w:sz w:val="24"/>
          <w:lang w:val="en-AU"/>
        </w:rPr>
        <w:t>months of the fellowship in Lund, Sweden</w:t>
      </w:r>
      <w:r w:rsidRPr="00ED463D">
        <w:rPr>
          <w:rFonts w:ascii="Times New Roman" w:hAnsi="Times New Roman" w:cs="Times New Roman"/>
          <w:sz w:val="24"/>
          <w:lang w:val="en-AU"/>
        </w:rPr>
        <w:t>.</w:t>
      </w:r>
    </w:p>
    <w:p w14:paraId="54CB6D10" w14:textId="77777777" w:rsidR="003467E8" w:rsidRPr="00ED463D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Completed questionnaire – </w:t>
      </w:r>
      <w:r w:rsidRPr="00ED463D">
        <w:rPr>
          <w:rFonts w:ascii="Times New Roman" w:hAnsi="Times New Roman" w:cs="Times New Roman"/>
          <w:sz w:val="24"/>
          <w:lang w:val="en-AU"/>
        </w:rPr>
        <w:t>Please answer the questions in the questionnaire below</w:t>
      </w:r>
    </w:p>
    <w:p w14:paraId="48161D88" w14:textId="7DBC352A" w:rsidR="003467E8" w:rsidRPr="00BE1EA8" w:rsidRDefault="003467E8" w:rsidP="003467E8">
      <w:pPr>
        <w:pStyle w:val="Liststycke"/>
        <w:numPr>
          <w:ilvl w:val="0"/>
          <w:numId w:val="8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Knowledge of English –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Please provide documentation on your level of English</w:t>
      </w:r>
      <w:r w:rsidR="00BE1EA8">
        <w:rPr>
          <w:rFonts w:ascii="Times New Roman" w:hAnsi="Times New Roman" w:cs="Times New Roman"/>
          <w:sz w:val="24"/>
          <w:lang w:val="en-AU"/>
        </w:rPr>
        <w:t xml:space="preserve"> (</w:t>
      </w:r>
      <w:r w:rsidR="00BE1EA8" w:rsidRPr="00BE1EA8">
        <w:rPr>
          <w:rFonts w:ascii="Times New Roman" w:hAnsi="Times New Roman" w:cs="Times New Roman"/>
          <w:sz w:val="24"/>
          <w:lang w:val="en-AU"/>
        </w:rPr>
        <w:t xml:space="preserve">for instance TOEFL test, course certificate, educational records, or similar document. If you cannot produce such a document, please provide a document that describes your </w:t>
      </w:r>
      <w:r w:rsidR="00BE1EA8" w:rsidRPr="00BE1EA8">
        <w:rPr>
          <w:rFonts w:ascii="Times New Roman" w:hAnsi="Times New Roman" w:cs="Times New Roman"/>
          <w:sz w:val="24"/>
          <w:lang w:val="en-AU"/>
        </w:rPr>
        <w:lastRenderedPageBreak/>
        <w:t xml:space="preserve">level of English which is signed by your </w:t>
      </w:r>
      <w:r w:rsidR="0016465B">
        <w:rPr>
          <w:rFonts w:ascii="Times New Roman" w:hAnsi="Times New Roman" w:cs="Times New Roman"/>
          <w:sz w:val="24"/>
          <w:lang w:val="en-AU"/>
        </w:rPr>
        <w:t>head of department</w:t>
      </w:r>
      <w:r w:rsidR="00BE1EA8" w:rsidRPr="00BE1EA8">
        <w:rPr>
          <w:rFonts w:ascii="Times New Roman" w:hAnsi="Times New Roman" w:cs="Times New Roman"/>
          <w:sz w:val="24"/>
          <w:lang w:val="en-AU"/>
        </w:rPr>
        <w:t xml:space="preserve"> or direct supervisor/superior)</w:t>
      </w:r>
    </w:p>
    <w:p w14:paraId="38508F62" w14:textId="77777777" w:rsidR="0016465B" w:rsidRDefault="0016465B" w:rsidP="003467E8">
      <w:pPr>
        <w:tabs>
          <w:tab w:val="left" w:pos="5373"/>
        </w:tabs>
        <w:rPr>
          <w:rFonts w:ascii="Times New Roman" w:eastAsiaTheme="majorEastAsia" w:hAnsi="Times New Roman" w:cs="Times New Roman"/>
          <w:b/>
          <w:bCs/>
          <w:kern w:val="32"/>
          <w:sz w:val="24"/>
          <w:lang w:val="en-AU"/>
        </w:rPr>
      </w:pPr>
    </w:p>
    <w:p w14:paraId="1377C226" w14:textId="58DB6EC8" w:rsidR="003467E8" w:rsidRPr="00ED463D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t>CLOSING DATE FOR APPLICATIONS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: </w:t>
      </w:r>
      <w:r w:rsidR="00BE1EA8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>8</w:t>
      </w:r>
      <w:r w:rsidR="006D6609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 xml:space="preserve"> </w:t>
      </w:r>
      <w:r w:rsidRPr="003B1CAB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>June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2015. Please email your completed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application form </w:t>
      </w:r>
      <w:r>
        <w:rPr>
          <w:rFonts w:ascii="Times New Roman" w:hAnsi="Times New Roman" w:cs="Times New Roman"/>
          <w:sz w:val="24"/>
          <w:lang w:val="en-AU"/>
        </w:rPr>
        <w:t xml:space="preserve">with all necessary attachments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to: </w:t>
      </w:r>
      <w:proofErr w:type="spellStart"/>
      <w:r w:rsidR="006D6609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Ms</w:t>
      </w:r>
      <w:proofErr w:type="spellEnd"/>
      <w:r w:rsidR="006D6609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Zophie Landahl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via email </w:t>
      </w:r>
      <w:r w:rsidR="006D6609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t>Zophie.Landahl</w:t>
      </w:r>
      <w:r w:rsidRPr="00ED463D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t>@rwi.lu.se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.</w:t>
      </w:r>
    </w:p>
    <w:p w14:paraId="3316789D" w14:textId="77777777" w:rsidR="003467E8" w:rsidRPr="00ED463D" w:rsidRDefault="003467E8" w:rsidP="00BE1EA8">
      <w:p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</w:p>
    <w:p w14:paraId="001DF249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APPLICATION QUESTIONAIRE</w:t>
      </w:r>
    </w:p>
    <w:p w14:paraId="17E4866E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hAnsi="Times New Roman" w:cs="Times New Roman"/>
          <w:sz w:val="24"/>
          <w:lang w:val="en-AU"/>
        </w:rPr>
        <w:t>RWI Fellowship 2015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</w:t>
      </w:r>
    </w:p>
    <w:p w14:paraId="3505EE5F" w14:textId="77777777" w:rsidR="003467E8" w:rsidRPr="00ED463D" w:rsidRDefault="003467E8" w:rsidP="003467E8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</w:p>
    <w:p w14:paraId="3F969480" w14:textId="77777777" w:rsidR="003467E8" w:rsidRDefault="003467E8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>In what kind of research activities have you participated in previously? Please provide information about</w:t>
      </w:r>
      <w:r>
        <w:rPr>
          <w:rFonts w:ascii="Times New Roman" w:hAnsi="Times New Roman" w:cs="Times New Roman"/>
          <w:sz w:val="24"/>
          <w:lang w:val="en-AU"/>
        </w:rPr>
        <w:t xml:space="preserve">: </w:t>
      </w:r>
    </w:p>
    <w:p w14:paraId="0ECBC453" w14:textId="77777777" w:rsidR="003467E8" w:rsidRDefault="003467E8" w:rsidP="003467E8">
      <w:pPr>
        <w:pStyle w:val="Liststycke"/>
        <w:numPr>
          <w:ilvl w:val="0"/>
          <w:numId w:val="10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>the f</w:t>
      </w:r>
      <w:r>
        <w:rPr>
          <w:rFonts w:ascii="Times New Roman" w:hAnsi="Times New Roman" w:cs="Times New Roman"/>
          <w:sz w:val="24"/>
          <w:lang w:val="en-AU"/>
        </w:rPr>
        <w:t xml:space="preserve">ocus/topic of the research activities </w:t>
      </w:r>
    </w:p>
    <w:p w14:paraId="3A37651E" w14:textId="77777777" w:rsidR="003467E8" w:rsidRDefault="003467E8" w:rsidP="003467E8">
      <w:pPr>
        <w:pStyle w:val="Liststycke"/>
        <w:numPr>
          <w:ilvl w:val="0"/>
          <w:numId w:val="10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when they were carried out (what year and for how long)</w:t>
      </w:r>
      <w:r w:rsidRPr="002A7A13">
        <w:rPr>
          <w:rFonts w:ascii="Times New Roman" w:hAnsi="Times New Roman" w:cs="Times New Roman"/>
          <w:sz w:val="24"/>
          <w:lang w:val="en-AU"/>
        </w:rPr>
        <w:t xml:space="preserve"> </w:t>
      </w:r>
    </w:p>
    <w:p w14:paraId="7A2EF5E1" w14:textId="77777777" w:rsidR="003467E8" w:rsidRPr="002A7A13" w:rsidRDefault="003467E8" w:rsidP="003467E8">
      <w:pPr>
        <w:pStyle w:val="Liststycke"/>
        <w:numPr>
          <w:ilvl w:val="0"/>
          <w:numId w:val="10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where they were carried out (what location/country)</w:t>
      </w:r>
    </w:p>
    <w:p w14:paraId="769BAB9A" w14:textId="77777777" w:rsidR="003467E8" w:rsidRPr="00ED463D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4D131E51" w14:textId="77777777" w:rsidR="003467E8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213C3CDE" w14:textId="77777777" w:rsidR="003467E8" w:rsidRPr="00BE1EA8" w:rsidRDefault="003467E8" w:rsidP="00BE1EA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1EF7CA58" w14:textId="77777777" w:rsidR="003467E8" w:rsidRDefault="003467E8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 xml:space="preserve">Have you ever published any research? If yes, please provide information. If No, please explain why and what the main obstacles (if any) have been. </w:t>
      </w:r>
    </w:p>
    <w:p w14:paraId="46DD7EEC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3A5B110E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52AA2073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63ABB7DD" w14:textId="77777777" w:rsidR="003467E8" w:rsidRDefault="003467E8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 xml:space="preserve">Are you currently carrying out any other research (PhD, research project, </w:t>
      </w:r>
      <w:proofErr w:type="spellStart"/>
      <w:r>
        <w:rPr>
          <w:rFonts w:ascii="Times New Roman" w:hAnsi="Times New Roman" w:cs="Times New Roman"/>
          <w:sz w:val="24"/>
          <w:lang w:val="en-AU"/>
        </w:rPr>
        <w:t>etc</w:t>
      </w:r>
      <w:proofErr w:type="spellEnd"/>
      <w:r>
        <w:rPr>
          <w:rFonts w:ascii="Times New Roman" w:hAnsi="Times New Roman" w:cs="Times New Roman"/>
          <w:sz w:val="24"/>
          <w:lang w:val="en-AU"/>
        </w:rPr>
        <w:t>) that the fellowship can feed into? Or i</w:t>
      </w:r>
      <w:r w:rsidRPr="00EC4D26">
        <w:rPr>
          <w:rFonts w:ascii="Times New Roman" w:hAnsi="Times New Roman" w:cs="Times New Roman"/>
          <w:sz w:val="24"/>
          <w:lang w:val="en-AU"/>
        </w:rPr>
        <w:t xml:space="preserve">s your </w:t>
      </w:r>
      <w:r>
        <w:rPr>
          <w:rFonts w:ascii="Times New Roman" w:hAnsi="Times New Roman" w:cs="Times New Roman"/>
          <w:sz w:val="24"/>
          <w:lang w:val="en-AU"/>
        </w:rPr>
        <w:t>research topic related to any prev</w:t>
      </w:r>
      <w:r w:rsidRPr="00EC4D26">
        <w:rPr>
          <w:rFonts w:ascii="Times New Roman" w:hAnsi="Times New Roman" w:cs="Times New Roman"/>
          <w:sz w:val="24"/>
          <w:lang w:val="en-AU"/>
        </w:rPr>
        <w:t xml:space="preserve">ious/ongoing research </w:t>
      </w:r>
      <w:r>
        <w:rPr>
          <w:rFonts w:ascii="Times New Roman" w:hAnsi="Times New Roman" w:cs="Times New Roman"/>
          <w:sz w:val="24"/>
          <w:lang w:val="en-AU"/>
        </w:rPr>
        <w:t xml:space="preserve">at your </w:t>
      </w:r>
      <w:r w:rsidRPr="00EC4D26">
        <w:rPr>
          <w:rFonts w:ascii="Times New Roman" w:hAnsi="Times New Roman" w:cs="Times New Roman"/>
          <w:sz w:val="24"/>
          <w:lang w:val="en-AU"/>
        </w:rPr>
        <w:t>Faculty</w:t>
      </w:r>
      <w:r>
        <w:rPr>
          <w:rFonts w:ascii="Times New Roman" w:hAnsi="Times New Roman" w:cs="Times New Roman"/>
          <w:sz w:val="24"/>
          <w:lang w:val="en-AU"/>
        </w:rPr>
        <w:t>/University?</w:t>
      </w:r>
    </w:p>
    <w:p w14:paraId="4DB97C31" w14:textId="77777777" w:rsidR="003467E8" w:rsidRPr="00EC4D26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 xml:space="preserve">If the answer is </w:t>
      </w:r>
      <w:proofErr w:type="gramStart"/>
      <w:r>
        <w:rPr>
          <w:rFonts w:ascii="Times New Roman" w:hAnsi="Times New Roman" w:cs="Times New Roman"/>
          <w:sz w:val="24"/>
          <w:lang w:val="en-AU"/>
        </w:rPr>
        <w:t>Yes</w:t>
      </w:r>
      <w:proofErr w:type="gramEnd"/>
      <w:r>
        <w:rPr>
          <w:rFonts w:ascii="Times New Roman" w:hAnsi="Times New Roman" w:cs="Times New Roman"/>
          <w:sz w:val="24"/>
          <w:lang w:val="en-AU"/>
        </w:rPr>
        <w:t xml:space="preserve"> to any of these questions, please explain in more detail. </w:t>
      </w:r>
    </w:p>
    <w:p w14:paraId="5FDE34A6" w14:textId="77777777" w:rsidR="003467E8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4812F779" w14:textId="77777777" w:rsidR="003467E8" w:rsidRPr="00BE1EA8" w:rsidRDefault="003467E8" w:rsidP="00BE1EA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1AACA950" w14:textId="77777777" w:rsidR="003467E8" w:rsidRPr="00ED463D" w:rsidRDefault="003467E8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Do you teach at the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Academic Institution </w:t>
      </w:r>
      <w:r>
        <w:rPr>
          <w:rFonts w:ascii="Times New Roman" w:hAnsi="Times New Roman" w:cs="Times New Roman"/>
          <w:sz w:val="24"/>
          <w:lang w:val="en-AU"/>
        </w:rPr>
        <w:t>you represent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? If </w:t>
      </w:r>
      <w:proofErr w:type="gramStart"/>
      <w:r w:rsidRPr="00ED463D">
        <w:rPr>
          <w:rFonts w:ascii="Times New Roman" w:hAnsi="Times New Roman" w:cs="Times New Roman"/>
          <w:sz w:val="24"/>
          <w:lang w:val="en-AU"/>
        </w:rPr>
        <w:t>Yes</w:t>
      </w:r>
      <w:proofErr w:type="gramEnd"/>
      <w:r w:rsidRPr="00ED463D">
        <w:rPr>
          <w:rFonts w:ascii="Times New Roman" w:hAnsi="Times New Roman" w:cs="Times New Roman"/>
          <w:sz w:val="24"/>
          <w:lang w:val="en-AU"/>
        </w:rPr>
        <w:t>, what subject(s)?</w:t>
      </w:r>
    </w:p>
    <w:p w14:paraId="6CE8190F" w14:textId="77777777" w:rsidR="003467E8" w:rsidRPr="00ED463D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1F163ABB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76865E98" w14:textId="77777777" w:rsidR="003467E8" w:rsidRPr="00BE1EA8" w:rsidRDefault="003467E8" w:rsidP="00BE1EA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5DABA0BB" w14:textId="7CDB28FD" w:rsidR="003467E8" w:rsidRPr="003467E8" w:rsidRDefault="003467E8" w:rsidP="003467E8">
      <w:pPr>
        <w:pStyle w:val="Liststycke"/>
        <w:numPr>
          <w:ilvl w:val="0"/>
          <w:numId w:val="9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>What are your expectations if you were to pa</w:t>
      </w:r>
      <w:r>
        <w:rPr>
          <w:rFonts w:ascii="Times New Roman" w:hAnsi="Times New Roman" w:cs="Times New Roman"/>
          <w:sz w:val="24"/>
          <w:lang w:val="en-AU"/>
        </w:rPr>
        <w:t>rticipate in the RWI fellowship</w:t>
      </w:r>
    </w:p>
    <w:p w14:paraId="1C420A44" w14:textId="77777777" w:rsidR="003467E8" w:rsidRPr="00ED463D" w:rsidRDefault="003467E8" w:rsidP="003467E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2C908E7F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28CF5FBD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3698AD67" w14:textId="77777777" w:rsidR="003467E8" w:rsidRDefault="003467E8" w:rsidP="003467E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14:paraId="6B2E92F3" w14:textId="77777777" w:rsidR="003467E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74C851C9" w14:textId="77777777" w:rsidR="003467E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43F6803C" w14:textId="77777777" w:rsidR="003467E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40B77607" w14:textId="77777777" w:rsidR="003467E8" w:rsidRPr="00ED463D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Signed by </w:t>
      </w:r>
    </w:p>
    <w:p w14:paraId="382011B2" w14:textId="4692074B" w:rsidR="003467E8" w:rsidRDefault="003467E8" w:rsidP="003467E8">
      <w:pPr>
        <w:tabs>
          <w:tab w:val="left" w:pos="651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4153B467" w14:textId="77777777" w:rsidR="003467E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433CABFC" w14:textId="77777777" w:rsidR="003467E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14:paraId="01E00220" w14:textId="77777777" w:rsidR="00BE1EA8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  <w:t xml:space="preserve">               </w:t>
      </w:r>
    </w:p>
    <w:p w14:paraId="1BFF5BA5" w14:textId="09BE295F" w:rsidR="003467E8" w:rsidRPr="00ED463D" w:rsidRDefault="003467E8" w:rsidP="003467E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________________________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_____________              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  <w:t>______________________________</w:t>
      </w:r>
    </w:p>
    <w:p w14:paraId="1D1DD39F" w14:textId="5CA8FE58" w:rsidR="00576793" w:rsidRPr="00FE5398" w:rsidRDefault="003467E8" w:rsidP="00FE5398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Name and date                    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                   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 w:rsidR="00FE5398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Signature</w:t>
      </w:r>
    </w:p>
    <w:sectPr w:rsidR="00576793" w:rsidRPr="00FE5398" w:rsidSect="00576793">
      <w:footerReference w:type="default" r:id="rId13"/>
      <w:footerReference w:type="first" r:id="rId14"/>
      <w:pgSz w:w="11907" w:h="16839" w:code="9"/>
      <w:pgMar w:top="1440" w:right="1440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9486A" w14:textId="77777777" w:rsidR="00BD04CE" w:rsidRDefault="00BD04CE" w:rsidP="00AF3E55">
      <w:r>
        <w:separator/>
      </w:r>
    </w:p>
  </w:endnote>
  <w:endnote w:type="continuationSeparator" w:id="0">
    <w:p w14:paraId="1147F9FF" w14:textId="77777777" w:rsidR="00BD04CE" w:rsidRDefault="00BD04CE" w:rsidP="00AF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DD3A6" w14:textId="77777777" w:rsidR="00BF5D22" w:rsidRPr="001A29C0" w:rsidRDefault="00BF5D22" w:rsidP="00AF3E55">
    <w:pPr>
      <w:pStyle w:val="Sidfot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1D1DD3A7" w14:textId="77777777" w:rsidR="00BF5D22" w:rsidRPr="00400941" w:rsidRDefault="00BF5D22" w:rsidP="00AF3E55">
    <w:pPr>
      <w:pStyle w:val="Sidfot"/>
      <w:rPr>
        <w:sz w:val="14"/>
        <w:szCs w:val="14"/>
        <w:lang w:val="sv-SE"/>
      </w:rPr>
    </w:pPr>
    <w:r w:rsidRPr="00400941">
      <w:rPr>
        <w:sz w:val="14"/>
        <w:szCs w:val="14"/>
        <w:lang w:val="sv-SE"/>
      </w:rPr>
      <w:t xml:space="preserve">Stora </w:t>
    </w:r>
    <w:proofErr w:type="spellStart"/>
    <w:r w:rsidRPr="00400941">
      <w:rPr>
        <w:sz w:val="14"/>
        <w:szCs w:val="14"/>
        <w:lang w:val="sv-SE"/>
      </w:rPr>
      <w:t>Gråbrödersgatan</w:t>
    </w:r>
    <w:proofErr w:type="spellEnd"/>
    <w:r w:rsidRPr="00400941">
      <w:rPr>
        <w:sz w:val="14"/>
        <w:szCs w:val="14"/>
        <w:lang w:val="sv-SE"/>
      </w:rPr>
      <w:t xml:space="preserve"> 17 B | P.O. Box 1155 SE-221 05, Lund, Sweden | </w:t>
    </w:r>
    <w:proofErr w:type="spellStart"/>
    <w:r w:rsidRPr="00400941">
      <w:rPr>
        <w:sz w:val="14"/>
        <w:szCs w:val="14"/>
        <w:lang w:val="sv-SE"/>
      </w:rPr>
      <w:t>Phone</w:t>
    </w:r>
    <w:proofErr w:type="spellEnd"/>
    <w:r w:rsidRPr="00400941">
      <w:rPr>
        <w:sz w:val="14"/>
        <w:szCs w:val="14"/>
        <w:lang w:val="sv-SE"/>
      </w:rPr>
      <w:t xml:space="preserve"> +46 46 222 12 00 | Fax +46 46 222 12 22</w:t>
    </w:r>
  </w:p>
  <w:p w14:paraId="1D1DD3A8" w14:textId="77777777" w:rsidR="00BF5D22" w:rsidRPr="00400941" w:rsidRDefault="00BF5D22">
    <w:pPr>
      <w:pStyle w:val="Sidfot"/>
      <w:rPr>
        <w:lang w:val="sv-S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DD3A9" w14:textId="77777777" w:rsidR="00BF5D22" w:rsidRPr="001A29C0" w:rsidRDefault="00BF5D22" w:rsidP="00AF3E55">
    <w:pPr>
      <w:pStyle w:val="Sidfot"/>
      <w:rPr>
        <w:b/>
        <w:sz w:val="14"/>
        <w:szCs w:val="14"/>
      </w:rPr>
    </w:pPr>
    <w:r w:rsidRPr="001A29C0">
      <w:rPr>
        <w:b/>
        <w:sz w:val="14"/>
        <w:szCs w:val="14"/>
      </w:rPr>
      <w:t>Raoul Wallenberg Institute of Human Rights and Humanitarian Law</w:t>
    </w:r>
  </w:p>
  <w:p w14:paraId="1D1DD3AA" w14:textId="77777777" w:rsidR="00BF5D22" w:rsidRPr="00400941" w:rsidRDefault="00BF5D22" w:rsidP="00AF3E55">
    <w:pPr>
      <w:pStyle w:val="Sidfot"/>
      <w:rPr>
        <w:sz w:val="14"/>
        <w:szCs w:val="14"/>
        <w:lang w:val="sv-SE"/>
      </w:rPr>
    </w:pPr>
    <w:r w:rsidRPr="00400941">
      <w:rPr>
        <w:sz w:val="14"/>
        <w:szCs w:val="14"/>
        <w:lang w:val="sv-SE"/>
      </w:rPr>
      <w:t xml:space="preserve">Stora </w:t>
    </w:r>
    <w:proofErr w:type="spellStart"/>
    <w:r w:rsidRPr="00400941">
      <w:rPr>
        <w:sz w:val="14"/>
        <w:szCs w:val="14"/>
        <w:lang w:val="sv-SE"/>
      </w:rPr>
      <w:t>Gråbrödersgatan</w:t>
    </w:r>
    <w:proofErr w:type="spellEnd"/>
    <w:r w:rsidRPr="00400941">
      <w:rPr>
        <w:sz w:val="14"/>
        <w:szCs w:val="14"/>
        <w:lang w:val="sv-SE"/>
      </w:rPr>
      <w:t xml:space="preserve"> 17 B | P.O. Box 1155 SE-221 05, Lund, Sweden | </w:t>
    </w:r>
    <w:proofErr w:type="spellStart"/>
    <w:r w:rsidRPr="00400941">
      <w:rPr>
        <w:sz w:val="14"/>
        <w:szCs w:val="14"/>
        <w:lang w:val="sv-SE"/>
      </w:rPr>
      <w:t>Phone</w:t>
    </w:r>
    <w:proofErr w:type="spellEnd"/>
    <w:r w:rsidRPr="00400941">
      <w:rPr>
        <w:sz w:val="14"/>
        <w:szCs w:val="14"/>
        <w:lang w:val="sv-SE"/>
      </w:rPr>
      <w:t xml:space="preserve"> +46 46 222 12 00 | Fax +46 46 222 12 22</w:t>
    </w:r>
  </w:p>
  <w:p w14:paraId="1D1DD3AB" w14:textId="77777777" w:rsidR="00BF5D22" w:rsidRPr="00400941" w:rsidRDefault="00BF5D22" w:rsidP="00AF3E55">
    <w:pPr>
      <w:pStyle w:val="Sidfot"/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E9A13" w14:textId="77777777" w:rsidR="00BD04CE" w:rsidRDefault="00BD04CE" w:rsidP="00AF3E55">
      <w:r>
        <w:separator/>
      </w:r>
    </w:p>
  </w:footnote>
  <w:footnote w:type="continuationSeparator" w:id="0">
    <w:p w14:paraId="35D0D749" w14:textId="77777777" w:rsidR="00BD04CE" w:rsidRDefault="00BD04CE" w:rsidP="00AF3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1B8D"/>
    <w:multiLevelType w:val="hybridMultilevel"/>
    <w:tmpl w:val="53B2509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712CC"/>
    <w:multiLevelType w:val="hybridMultilevel"/>
    <w:tmpl w:val="81E0CC38"/>
    <w:lvl w:ilvl="0" w:tplc="041D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16E7456B"/>
    <w:multiLevelType w:val="hybridMultilevel"/>
    <w:tmpl w:val="22E61F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9397D"/>
    <w:multiLevelType w:val="hybridMultilevel"/>
    <w:tmpl w:val="47A4C84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A63E9"/>
    <w:multiLevelType w:val="hybridMultilevel"/>
    <w:tmpl w:val="EE8C2F4A"/>
    <w:lvl w:ilvl="0" w:tplc="BCA458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77215"/>
    <w:multiLevelType w:val="hybridMultilevel"/>
    <w:tmpl w:val="E812BE06"/>
    <w:lvl w:ilvl="0" w:tplc="7974E1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016136"/>
    <w:multiLevelType w:val="hybridMultilevel"/>
    <w:tmpl w:val="430A48EA"/>
    <w:lvl w:ilvl="0" w:tplc="041D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>
    <w:nsid w:val="6B114689"/>
    <w:multiLevelType w:val="hybridMultilevel"/>
    <w:tmpl w:val="8398DEFE"/>
    <w:lvl w:ilvl="0" w:tplc="041D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6EBC6D91"/>
    <w:multiLevelType w:val="hybridMultilevel"/>
    <w:tmpl w:val="5BAE7BC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355BAC"/>
    <w:multiLevelType w:val="hybridMultilevel"/>
    <w:tmpl w:val="BE02DDB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A8"/>
    <w:rsid w:val="00003FA0"/>
    <w:rsid w:val="00004622"/>
    <w:rsid w:val="000119BE"/>
    <w:rsid w:val="00023D3F"/>
    <w:rsid w:val="00026974"/>
    <w:rsid w:val="00043C85"/>
    <w:rsid w:val="0006724F"/>
    <w:rsid w:val="00092404"/>
    <w:rsid w:val="000C523B"/>
    <w:rsid w:val="000D200D"/>
    <w:rsid w:val="000E1C19"/>
    <w:rsid w:val="000E2CD8"/>
    <w:rsid w:val="000E5641"/>
    <w:rsid w:val="000E7774"/>
    <w:rsid w:val="000F5FE6"/>
    <w:rsid w:val="00120A5E"/>
    <w:rsid w:val="001321E9"/>
    <w:rsid w:val="00135F69"/>
    <w:rsid w:val="00137AAC"/>
    <w:rsid w:val="00137F9A"/>
    <w:rsid w:val="0016465B"/>
    <w:rsid w:val="00165BB5"/>
    <w:rsid w:val="001918A4"/>
    <w:rsid w:val="001B2FDE"/>
    <w:rsid w:val="001B6E65"/>
    <w:rsid w:val="001E62C2"/>
    <w:rsid w:val="001F11D6"/>
    <w:rsid w:val="00213D89"/>
    <w:rsid w:val="00222BB5"/>
    <w:rsid w:val="002311E1"/>
    <w:rsid w:val="00232695"/>
    <w:rsid w:val="00235A2E"/>
    <w:rsid w:val="0025268D"/>
    <w:rsid w:val="00253B37"/>
    <w:rsid w:val="00262198"/>
    <w:rsid w:val="0029435E"/>
    <w:rsid w:val="00294FE5"/>
    <w:rsid w:val="002C1F2F"/>
    <w:rsid w:val="003041F0"/>
    <w:rsid w:val="00310518"/>
    <w:rsid w:val="003143FE"/>
    <w:rsid w:val="00315DB8"/>
    <w:rsid w:val="003427F4"/>
    <w:rsid w:val="00342D55"/>
    <w:rsid w:val="00342DC3"/>
    <w:rsid w:val="003467E8"/>
    <w:rsid w:val="00382206"/>
    <w:rsid w:val="00385E9D"/>
    <w:rsid w:val="0039300B"/>
    <w:rsid w:val="003B3F9E"/>
    <w:rsid w:val="003B6708"/>
    <w:rsid w:val="003C10D7"/>
    <w:rsid w:val="003D4EF3"/>
    <w:rsid w:val="003E708F"/>
    <w:rsid w:val="00400941"/>
    <w:rsid w:val="00401798"/>
    <w:rsid w:val="00402098"/>
    <w:rsid w:val="00447671"/>
    <w:rsid w:val="00456E95"/>
    <w:rsid w:val="00473656"/>
    <w:rsid w:val="00475DC0"/>
    <w:rsid w:val="00486B48"/>
    <w:rsid w:val="00495449"/>
    <w:rsid w:val="004A00F0"/>
    <w:rsid w:val="004B17E6"/>
    <w:rsid w:val="004C23E6"/>
    <w:rsid w:val="004C2E2E"/>
    <w:rsid w:val="004C7043"/>
    <w:rsid w:val="004D1E26"/>
    <w:rsid w:val="004D2712"/>
    <w:rsid w:val="004E7016"/>
    <w:rsid w:val="00514086"/>
    <w:rsid w:val="00515913"/>
    <w:rsid w:val="00554F14"/>
    <w:rsid w:val="0055642A"/>
    <w:rsid w:val="00575553"/>
    <w:rsid w:val="00576793"/>
    <w:rsid w:val="005811A7"/>
    <w:rsid w:val="00584F1A"/>
    <w:rsid w:val="005916A3"/>
    <w:rsid w:val="005A36C6"/>
    <w:rsid w:val="005A78F9"/>
    <w:rsid w:val="005B6188"/>
    <w:rsid w:val="005C1ECA"/>
    <w:rsid w:val="005E035F"/>
    <w:rsid w:val="005F136E"/>
    <w:rsid w:val="00646D83"/>
    <w:rsid w:val="006935DA"/>
    <w:rsid w:val="006B340F"/>
    <w:rsid w:val="006D6609"/>
    <w:rsid w:val="006F1A73"/>
    <w:rsid w:val="0070633F"/>
    <w:rsid w:val="00715AAA"/>
    <w:rsid w:val="00716D3A"/>
    <w:rsid w:val="00717246"/>
    <w:rsid w:val="00731732"/>
    <w:rsid w:val="00735BB9"/>
    <w:rsid w:val="007539FC"/>
    <w:rsid w:val="007649B4"/>
    <w:rsid w:val="00776BCF"/>
    <w:rsid w:val="007861E5"/>
    <w:rsid w:val="00795298"/>
    <w:rsid w:val="007A10D9"/>
    <w:rsid w:val="007B505F"/>
    <w:rsid w:val="007B75D3"/>
    <w:rsid w:val="007B7870"/>
    <w:rsid w:val="007D42D4"/>
    <w:rsid w:val="008014EC"/>
    <w:rsid w:val="00815C80"/>
    <w:rsid w:val="008236C6"/>
    <w:rsid w:val="008344F9"/>
    <w:rsid w:val="00835621"/>
    <w:rsid w:val="00844FA0"/>
    <w:rsid w:val="00862238"/>
    <w:rsid w:val="0087219D"/>
    <w:rsid w:val="0088310E"/>
    <w:rsid w:val="00890340"/>
    <w:rsid w:val="00891E7F"/>
    <w:rsid w:val="008921AD"/>
    <w:rsid w:val="0089629A"/>
    <w:rsid w:val="008A5DC3"/>
    <w:rsid w:val="008C73A2"/>
    <w:rsid w:val="008E614E"/>
    <w:rsid w:val="008F4F3B"/>
    <w:rsid w:val="008F5488"/>
    <w:rsid w:val="009058F4"/>
    <w:rsid w:val="0092582A"/>
    <w:rsid w:val="00956FB9"/>
    <w:rsid w:val="009660EA"/>
    <w:rsid w:val="00966B27"/>
    <w:rsid w:val="00987450"/>
    <w:rsid w:val="009937C8"/>
    <w:rsid w:val="009A7A6D"/>
    <w:rsid w:val="009B01D2"/>
    <w:rsid w:val="009C0175"/>
    <w:rsid w:val="009C0EC7"/>
    <w:rsid w:val="009C2A37"/>
    <w:rsid w:val="009C7278"/>
    <w:rsid w:val="009C732F"/>
    <w:rsid w:val="009E430D"/>
    <w:rsid w:val="009F111F"/>
    <w:rsid w:val="00A06456"/>
    <w:rsid w:val="00A2248C"/>
    <w:rsid w:val="00A31508"/>
    <w:rsid w:val="00A320E8"/>
    <w:rsid w:val="00A36193"/>
    <w:rsid w:val="00A407DF"/>
    <w:rsid w:val="00A41507"/>
    <w:rsid w:val="00A56228"/>
    <w:rsid w:val="00A70990"/>
    <w:rsid w:val="00A804ED"/>
    <w:rsid w:val="00A90653"/>
    <w:rsid w:val="00AA3760"/>
    <w:rsid w:val="00AA7B5F"/>
    <w:rsid w:val="00AE662D"/>
    <w:rsid w:val="00AF3E55"/>
    <w:rsid w:val="00AF561F"/>
    <w:rsid w:val="00B10306"/>
    <w:rsid w:val="00B13835"/>
    <w:rsid w:val="00B15747"/>
    <w:rsid w:val="00B366F7"/>
    <w:rsid w:val="00B456E4"/>
    <w:rsid w:val="00B507E0"/>
    <w:rsid w:val="00B9614E"/>
    <w:rsid w:val="00BA5F03"/>
    <w:rsid w:val="00BB26CA"/>
    <w:rsid w:val="00BC5072"/>
    <w:rsid w:val="00BC665D"/>
    <w:rsid w:val="00BD04CE"/>
    <w:rsid w:val="00BD20EB"/>
    <w:rsid w:val="00BE1EA8"/>
    <w:rsid w:val="00BF5D22"/>
    <w:rsid w:val="00BF6957"/>
    <w:rsid w:val="00BF6CBF"/>
    <w:rsid w:val="00C036D4"/>
    <w:rsid w:val="00C17670"/>
    <w:rsid w:val="00C278AF"/>
    <w:rsid w:val="00C53892"/>
    <w:rsid w:val="00C61FD8"/>
    <w:rsid w:val="00C66142"/>
    <w:rsid w:val="00C752C2"/>
    <w:rsid w:val="00CB3975"/>
    <w:rsid w:val="00CC7FE3"/>
    <w:rsid w:val="00CD5030"/>
    <w:rsid w:val="00CE47B4"/>
    <w:rsid w:val="00CF1644"/>
    <w:rsid w:val="00D040F5"/>
    <w:rsid w:val="00D04D2B"/>
    <w:rsid w:val="00D217F0"/>
    <w:rsid w:val="00D44C38"/>
    <w:rsid w:val="00D57908"/>
    <w:rsid w:val="00D666A8"/>
    <w:rsid w:val="00D705B3"/>
    <w:rsid w:val="00D72735"/>
    <w:rsid w:val="00D81DA3"/>
    <w:rsid w:val="00D87CF1"/>
    <w:rsid w:val="00D92F24"/>
    <w:rsid w:val="00D97BBA"/>
    <w:rsid w:val="00DA558E"/>
    <w:rsid w:val="00DF31F0"/>
    <w:rsid w:val="00E131EE"/>
    <w:rsid w:val="00E25390"/>
    <w:rsid w:val="00E5159A"/>
    <w:rsid w:val="00E55E7B"/>
    <w:rsid w:val="00E573F5"/>
    <w:rsid w:val="00E60A3F"/>
    <w:rsid w:val="00E71956"/>
    <w:rsid w:val="00E742D1"/>
    <w:rsid w:val="00EB2B6F"/>
    <w:rsid w:val="00EC73D5"/>
    <w:rsid w:val="00ED5E88"/>
    <w:rsid w:val="00ED6D9B"/>
    <w:rsid w:val="00EE3CCA"/>
    <w:rsid w:val="00EE3FA3"/>
    <w:rsid w:val="00EF01E7"/>
    <w:rsid w:val="00F370F4"/>
    <w:rsid w:val="00F4754E"/>
    <w:rsid w:val="00F841BC"/>
    <w:rsid w:val="00F86D15"/>
    <w:rsid w:val="00F87230"/>
    <w:rsid w:val="00FA3D17"/>
    <w:rsid w:val="00FA702B"/>
    <w:rsid w:val="00FE1AC8"/>
    <w:rsid w:val="00FE4F46"/>
    <w:rsid w:val="00FE5398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1D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55"/>
    <w:pPr>
      <w:spacing w:after="0" w:line="240" w:lineRule="auto"/>
    </w:pPr>
    <w:rPr>
      <w:rFonts w:ascii="HelveticaNeueLT Std" w:hAnsi="HelveticaNeueLT Std" w:cs="Arial"/>
      <w:szCs w:val="24"/>
      <w:lang w:val="en-GB"/>
    </w:rPr>
  </w:style>
  <w:style w:type="paragraph" w:styleId="Rubrik1">
    <w:name w:val="heading 1"/>
    <w:basedOn w:val="Normal"/>
    <w:next w:val="Normal"/>
    <w:link w:val="Rubrik1Char"/>
    <w:autoRedefine/>
    <w:uiPriority w:val="9"/>
    <w:qFormat/>
    <w:rsid w:val="00AF3E55"/>
    <w:pPr>
      <w:keepNext/>
      <w:outlineLvl w:val="0"/>
    </w:pPr>
    <w:rPr>
      <w:rFonts w:ascii="HelveticaNeueLT Std Med" w:eastAsiaTheme="majorEastAsia" w:hAnsi="HelveticaNeueLT Std Med" w:cstheme="majorBidi"/>
      <w:b/>
      <w:bCs/>
      <w:kern w:val="32"/>
      <w:sz w:val="28"/>
      <w:szCs w:val="32"/>
    </w:rPr>
  </w:style>
  <w:style w:type="paragraph" w:styleId="Rubrik2">
    <w:name w:val="heading 2"/>
    <w:basedOn w:val="Normal"/>
    <w:next w:val="Normal"/>
    <w:link w:val="Rubrik2Char"/>
    <w:autoRedefine/>
    <w:qFormat/>
    <w:rsid w:val="00AF3E55"/>
    <w:pPr>
      <w:keepNext/>
      <w:outlineLvl w:val="1"/>
    </w:pPr>
    <w:rPr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F3E55"/>
    <w:rPr>
      <w:rFonts w:ascii="HelveticaNeueLT Std Med" w:eastAsiaTheme="majorEastAsia" w:hAnsi="HelveticaNeueLT Std Med" w:cstheme="majorBidi"/>
      <w:b/>
      <w:bCs/>
      <w:kern w:val="32"/>
      <w:sz w:val="28"/>
      <w:szCs w:val="32"/>
      <w:lang w:val="en-GB"/>
    </w:rPr>
  </w:style>
  <w:style w:type="character" w:customStyle="1" w:styleId="Rubrik2Char">
    <w:name w:val="Rubrik 2 Char"/>
    <w:basedOn w:val="Standardstycketeckensnitt"/>
    <w:link w:val="Rubrik2"/>
    <w:rsid w:val="00AF3E55"/>
    <w:rPr>
      <w:rFonts w:ascii="HelveticaNeueLT Std" w:hAnsi="HelveticaNeueLT Std" w:cs="Arial"/>
      <w:b/>
      <w:szCs w:val="24"/>
      <w:lang w:val="en-GB"/>
    </w:rPr>
  </w:style>
  <w:style w:type="paragraph" w:styleId="Rubrik">
    <w:name w:val="Title"/>
    <w:basedOn w:val="Normal"/>
    <w:next w:val="Normal"/>
    <w:link w:val="RubrikChar"/>
    <w:autoRedefine/>
    <w:uiPriority w:val="10"/>
    <w:rsid w:val="00BC665D"/>
    <w:pPr>
      <w:jc w:val="center"/>
      <w:outlineLvl w:val="0"/>
    </w:pPr>
    <w:rPr>
      <w:rFonts w:ascii="HelveticaNeueLT Std Med" w:eastAsiaTheme="majorEastAsia" w:hAnsi="HelveticaNeueLT Std Med" w:cstheme="majorBidi"/>
      <w:b/>
      <w:bCs/>
      <w:kern w:val="28"/>
      <w:sz w:val="28"/>
      <w:szCs w:val="32"/>
    </w:rPr>
  </w:style>
  <w:style w:type="character" w:customStyle="1" w:styleId="RubrikChar">
    <w:name w:val="Rubrik Char"/>
    <w:basedOn w:val="Standardstycketeckensnitt"/>
    <w:link w:val="Rubrik"/>
    <w:uiPriority w:val="10"/>
    <w:rsid w:val="00BC665D"/>
    <w:rPr>
      <w:rFonts w:ascii="HelveticaNeueLT Std Med" w:eastAsiaTheme="majorEastAsia" w:hAnsi="HelveticaNeueLT Std Med" w:cstheme="majorBidi"/>
      <w:b/>
      <w:bCs/>
      <w:kern w:val="28"/>
      <w:sz w:val="28"/>
      <w:szCs w:val="32"/>
      <w:lang w:val="en-GB"/>
    </w:rPr>
  </w:style>
  <w:style w:type="paragraph" w:styleId="Sidhuvud">
    <w:name w:val="header"/>
    <w:basedOn w:val="Normal"/>
    <w:link w:val="Sidhuvud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Sidfot">
    <w:name w:val="footer"/>
    <w:basedOn w:val="Normal"/>
    <w:link w:val="Sidfot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F3E5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F3E55"/>
    <w:rPr>
      <w:rFonts w:ascii="Tahoma" w:hAnsi="Tahoma" w:cs="Tahoma"/>
      <w:sz w:val="16"/>
      <w:szCs w:val="16"/>
      <w:lang w:val="en-GB"/>
    </w:rPr>
  </w:style>
  <w:style w:type="paragraph" w:styleId="Ingetavstnd">
    <w:name w:val="No Spacing"/>
    <w:uiPriority w:val="1"/>
    <w:rsid w:val="00AF3E55"/>
    <w:pPr>
      <w:spacing w:after="0" w:line="240" w:lineRule="auto"/>
    </w:pPr>
    <w:rPr>
      <w:rFonts w:ascii="HelveticaNeueLT Std" w:hAnsi="HelveticaNeueLT Std" w:cs="Arial"/>
      <w:sz w:val="20"/>
      <w:szCs w:val="24"/>
      <w:lang w:val="en-GB"/>
    </w:rPr>
  </w:style>
  <w:style w:type="paragraph" w:styleId="Liststycke">
    <w:name w:val="List Paragraph"/>
    <w:basedOn w:val="Normal"/>
    <w:uiPriority w:val="34"/>
    <w:qFormat/>
    <w:rsid w:val="00576793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576793"/>
    <w:rPr>
      <w:color w:val="0000FF" w:themeColor="hyperlink"/>
      <w:u w:val="singl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BF5D22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BF5D22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BF5D22"/>
    <w:rPr>
      <w:rFonts w:ascii="HelveticaNeueLT Std" w:hAnsi="HelveticaNeueLT Std" w:cs="Arial"/>
      <w:sz w:val="20"/>
      <w:szCs w:val="20"/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BF5D22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BF5D22"/>
    <w:rPr>
      <w:rFonts w:ascii="HelveticaNeueLT Std" w:hAnsi="HelveticaNeueLT Std" w:cs="Arial"/>
      <w:b/>
      <w:bCs/>
      <w:sz w:val="20"/>
      <w:szCs w:val="20"/>
      <w:lang w:val="en-GB"/>
    </w:rPr>
  </w:style>
  <w:style w:type="paragraph" w:customStyle="1" w:styleId="Default">
    <w:name w:val="Default"/>
    <w:rsid w:val="00C036D4"/>
    <w:pPr>
      <w:autoSpaceDE w:val="0"/>
      <w:autoSpaceDN w:val="0"/>
      <w:adjustRightInd w:val="0"/>
      <w:spacing w:after="0" w:line="240" w:lineRule="auto"/>
    </w:pPr>
    <w:rPr>
      <w:rFonts w:ascii="HelveticaNeueLT Std" w:hAnsi="HelveticaNeueLT Std" w:cs="HelveticaNeueLT Std"/>
      <w:color w:val="000000"/>
      <w:sz w:val="24"/>
      <w:szCs w:val="24"/>
      <w:lang w:val="sv-SE"/>
    </w:rPr>
  </w:style>
  <w:style w:type="table" w:styleId="Tabellrutnt">
    <w:name w:val="Table Grid"/>
    <w:basedOn w:val="Normaltabell"/>
    <w:uiPriority w:val="39"/>
    <w:rsid w:val="00346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55"/>
    <w:pPr>
      <w:spacing w:after="0" w:line="240" w:lineRule="auto"/>
    </w:pPr>
    <w:rPr>
      <w:rFonts w:ascii="HelveticaNeueLT Std" w:hAnsi="HelveticaNeueLT Std" w:cs="Arial"/>
      <w:szCs w:val="24"/>
      <w:lang w:val="en-GB"/>
    </w:rPr>
  </w:style>
  <w:style w:type="paragraph" w:styleId="Rubrik1">
    <w:name w:val="heading 1"/>
    <w:basedOn w:val="Normal"/>
    <w:next w:val="Normal"/>
    <w:link w:val="Rubrik1Char"/>
    <w:autoRedefine/>
    <w:uiPriority w:val="9"/>
    <w:qFormat/>
    <w:rsid w:val="00AF3E55"/>
    <w:pPr>
      <w:keepNext/>
      <w:outlineLvl w:val="0"/>
    </w:pPr>
    <w:rPr>
      <w:rFonts w:ascii="HelveticaNeueLT Std Med" w:eastAsiaTheme="majorEastAsia" w:hAnsi="HelveticaNeueLT Std Med" w:cstheme="majorBidi"/>
      <w:b/>
      <w:bCs/>
      <w:kern w:val="32"/>
      <w:sz w:val="28"/>
      <w:szCs w:val="32"/>
    </w:rPr>
  </w:style>
  <w:style w:type="paragraph" w:styleId="Rubrik2">
    <w:name w:val="heading 2"/>
    <w:basedOn w:val="Normal"/>
    <w:next w:val="Normal"/>
    <w:link w:val="Rubrik2Char"/>
    <w:autoRedefine/>
    <w:qFormat/>
    <w:rsid w:val="00AF3E55"/>
    <w:pPr>
      <w:keepNext/>
      <w:outlineLvl w:val="1"/>
    </w:pPr>
    <w:rPr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AF3E55"/>
    <w:rPr>
      <w:rFonts w:ascii="HelveticaNeueLT Std Med" w:eastAsiaTheme="majorEastAsia" w:hAnsi="HelveticaNeueLT Std Med" w:cstheme="majorBidi"/>
      <w:b/>
      <w:bCs/>
      <w:kern w:val="32"/>
      <w:sz w:val="28"/>
      <w:szCs w:val="32"/>
      <w:lang w:val="en-GB"/>
    </w:rPr>
  </w:style>
  <w:style w:type="character" w:customStyle="1" w:styleId="Rubrik2Char">
    <w:name w:val="Rubrik 2 Char"/>
    <w:basedOn w:val="Standardstycketeckensnitt"/>
    <w:link w:val="Rubrik2"/>
    <w:rsid w:val="00AF3E55"/>
    <w:rPr>
      <w:rFonts w:ascii="HelveticaNeueLT Std" w:hAnsi="HelveticaNeueLT Std" w:cs="Arial"/>
      <w:b/>
      <w:szCs w:val="24"/>
      <w:lang w:val="en-GB"/>
    </w:rPr>
  </w:style>
  <w:style w:type="paragraph" w:styleId="Rubrik">
    <w:name w:val="Title"/>
    <w:basedOn w:val="Normal"/>
    <w:next w:val="Normal"/>
    <w:link w:val="RubrikChar"/>
    <w:autoRedefine/>
    <w:uiPriority w:val="10"/>
    <w:rsid w:val="00BC665D"/>
    <w:pPr>
      <w:jc w:val="center"/>
      <w:outlineLvl w:val="0"/>
    </w:pPr>
    <w:rPr>
      <w:rFonts w:ascii="HelveticaNeueLT Std Med" w:eastAsiaTheme="majorEastAsia" w:hAnsi="HelveticaNeueLT Std Med" w:cstheme="majorBidi"/>
      <w:b/>
      <w:bCs/>
      <w:kern w:val="28"/>
      <w:sz w:val="28"/>
      <w:szCs w:val="32"/>
    </w:rPr>
  </w:style>
  <w:style w:type="character" w:customStyle="1" w:styleId="RubrikChar">
    <w:name w:val="Rubrik Char"/>
    <w:basedOn w:val="Standardstycketeckensnitt"/>
    <w:link w:val="Rubrik"/>
    <w:uiPriority w:val="10"/>
    <w:rsid w:val="00BC665D"/>
    <w:rPr>
      <w:rFonts w:ascii="HelveticaNeueLT Std Med" w:eastAsiaTheme="majorEastAsia" w:hAnsi="HelveticaNeueLT Std Med" w:cstheme="majorBidi"/>
      <w:b/>
      <w:bCs/>
      <w:kern w:val="28"/>
      <w:sz w:val="28"/>
      <w:szCs w:val="32"/>
      <w:lang w:val="en-GB"/>
    </w:rPr>
  </w:style>
  <w:style w:type="paragraph" w:styleId="Sidhuvud">
    <w:name w:val="header"/>
    <w:basedOn w:val="Normal"/>
    <w:link w:val="Sidhuvud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Sidfot">
    <w:name w:val="footer"/>
    <w:basedOn w:val="Normal"/>
    <w:link w:val="SidfotChar"/>
    <w:uiPriority w:val="99"/>
    <w:unhideWhenUsed/>
    <w:rsid w:val="00AF3E55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AF3E55"/>
    <w:rPr>
      <w:rFonts w:ascii="HelveticaNeueLT Std" w:hAnsi="HelveticaNeueLT Std" w:cs="Arial"/>
      <w:sz w:val="20"/>
      <w:szCs w:val="24"/>
      <w:lang w:val="en-GB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F3E5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F3E55"/>
    <w:rPr>
      <w:rFonts w:ascii="Tahoma" w:hAnsi="Tahoma" w:cs="Tahoma"/>
      <w:sz w:val="16"/>
      <w:szCs w:val="16"/>
      <w:lang w:val="en-GB"/>
    </w:rPr>
  </w:style>
  <w:style w:type="paragraph" w:styleId="Ingetavstnd">
    <w:name w:val="No Spacing"/>
    <w:uiPriority w:val="1"/>
    <w:rsid w:val="00AF3E55"/>
    <w:pPr>
      <w:spacing w:after="0" w:line="240" w:lineRule="auto"/>
    </w:pPr>
    <w:rPr>
      <w:rFonts w:ascii="HelveticaNeueLT Std" w:hAnsi="HelveticaNeueLT Std" w:cs="Arial"/>
      <w:sz w:val="20"/>
      <w:szCs w:val="24"/>
      <w:lang w:val="en-GB"/>
    </w:rPr>
  </w:style>
  <w:style w:type="paragraph" w:styleId="Liststycke">
    <w:name w:val="List Paragraph"/>
    <w:basedOn w:val="Normal"/>
    <w:uiPriority w:val="34"/>
    <w:qFormat/>
    <w:rsid w:val="00576793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576793"/>
    <w:rPr>
      <w:color w:val="0000FF" w:themeColor="hyperlink"/>
      <w:u w:val="singl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BF5D22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BF5D22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BF5D22"/>
    <w:rPr>
      <w:rFonts w:ascii="HelveticaNeueLT Std" w:hAnsi="HelveticaNeueLT Std" w:cs="Arial"/>
      <w:sz w:val="20"/>
      <w:szCs w:val="20"/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BF5D22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BF5D22"/>
    <w:rPr>
      <w:rFonts w:ascii="HelveticaNeueLT Std" w:hAnsi="HelveticaNeueLT Std" w:cs="Arial"/>
      <w:b/>
      <w:bCs/>
      <w:sz w:val="20"/>
      <w:szCs w:val="20"/>
      <w:lang w:val="en-GB"/>
    </w:rPr>
  </w:style>
  <w:style w:type="paragraph" w:customStyle="1" w:styleId="Default">
    <w:name w:val="Default"/>
    <w:rsid w:val="00C036D4"/>
    <w:pPr>
      <w:autoSpaceDE w:val="0"/>
      <w:autoSpaceDN w:val="0"/>
      <w:adjustRightInd w:val="0"/>
      <w:spacing w:after="0" w:line="240" w:lineRule="auto"/>
    </w:pPr>
    <w:rPr>
      <w:rFonts w:ascii="HelveticaNeueLT Std" w:hAnsi="HelveticaNeueLT Std" w:cs="HelveticaNeueLT Std"/>
      <w:color w:val="000000"/>
      <w:sz w:val="24"/>
      <w:szCs w:val="24"/>
      <w:lang w:val="sv-SE"/>
    </w:rPr>
  </w:style>
  <w:style w:type="table" w:styleId="Tabellrutnt">
    <w:name w:val="Table Grid"/>
    <w:basedOn w:val="Normaltabell"/>
    <w:uiPriority w:val="39"/>
    <w:rsid w:val="00346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wi-lol\Desktop\Letter%20template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F756E461B74CB35F94B81337A53D" ma:contentTypeVersion="10" ma:contentTypeDescription="Create a new document." ma:contentTypeScope="" ma:versionID="7ea84862c01fe20aa980d2a3656e5e11">
  <xsd:schema xmlns:xsd="http://www.w3.org/2001/XMLSchema" xmlns:xs="http://www.w3.org/2001/XMLSchema" xmlns:p="http://schemas.microsoft.com/office/2006/metadata/properties" xmlns:ns2="5b615a83-b2ae-440c-b586-31d0a9f40ac4" targetNamespace="http://schemas.microsoft.com/office/2006/metadata/properties" ma:root="true" ma:fieldsID="1dc79ae7721c03ccf32e982afd43f2ed" ns2:_="">
    <xsd:import namespace="5b615a83-b2ae-440c-b586-31d0a9f40ac4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Programme"/>
                <xsd:element ref="ns2:Project"/>
                <xsd:element ref="ns2:Project_x003a_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615a83-b2ae-440c-b586-31d0a9f40ac4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Document type" ma:default="Agendas" ma:format="Dropdown" ma:internalName="Category">
      <xsd:simpleType>
        <xsd:restriction base="dms:Choice">
          <xsd:enumeration value="Agendas"/>
          <xsd:enumeration value="Background documents"/>
          <xsd:enumeration value="Budgets"/>
          <xsd:enumeration value="Concept notes"/>
          <xsd:enumeration value="Contracts and ToR"/>
          <xsd:enumeration value="Course materials"/>
          <xsd:enumeration value="Invitation letters"/>
          <xsd:enumeration value="Meetings"/>
          <xsd:enumeration value="Participants"/>
          <xsd:enumeration value="Proposals"/>
          <xsd:enumeration value="Reporting"/>
          <xsd:enumeration value="Resource persons"/>
          <xsd:enumeration value="Travels"/>
          <xsd:enumeration value="Work plans"/>
        </xsd:restriction>
      </xsd:simpleType>
    </xsd:element>
    <xsd:element name="Programme" ma:index="3" ma:displayName="Programme" ma:list="{be0ec913-4dfa-444c-b6c6-ec562a08aff4}" ma:internalName="Programme" ma:readOnly="false" ma:showField="Title">
      <xsd:simpleType>
        <xsd:restriction base="dms:Lookup"/>
      </xsd:simpleType>
    </xsd:element>
    <xsd:element name="Project" ma:index="4" ma:displayName="Project" ma:list="{f3ed8ac0-f837-4bff-ad0a-f7fd7e944776}" ma:internalName="Project" ma:readOnly="false" ma:showField="Title">
      <xsd:simpleType>
        <xsd:restriction base="dms:Lookup"/>
      </xsd:simpleType>
    </xsd:element>
    <xsd:element name="Project_x003a_ID" ma:index="11" nillable="true" ma:displayName="Project:ID" ma:list="{f3ed8ac0-f837-4bff-ad0a-f7fd7e944776}" ma:internalName="Project_x003a_ID" ma:readOnly="true" ma:showField="ID" ma:web="7d02a968-f1d8-40a6-9058-2ccf71f5150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5b615a83-b2ae-440c-b586-31d0a9f40ac4">Participants</Category>
    <Project xmlns="5b615a83-b2ae-440c-b586-31d0a9f40ac4">41</Project>
    <Programme xmlns="5b615a83-b2ae-440c-b586-31d0a9f40ac4">1</Programm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0644-4408-44EE-A732-9B1F235F1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615a83-b2ae-440c-b586-31d0a9f40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D79621-81A2-4F17-9FDB-24A341CD1F89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5b615a83-b2ae-440c-b586-31d0a9f40ac4"/>
  </ds:schemaRefs>
</ds:datastoreItem>
</file>

<file path=customXml/itemProps3.xml><?xml version="1.0" encoding="utf-8"?>
<ds:datastoreItem xmlns:ds="http://schemas.openxmlformats.org/officeDocument/2006/customXml" ds:itemID="{C37B1735-4197-480C-8914-84DE67F35E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E3B55-F1BA-4531-AB22-7FCC4A959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</Template>
  <TotalTime>7</TotalTime>
  <Pages>2</Pages>
  <Words>476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Announcement AI Fellow</vt:lpstr>
      <vt:lpstr/>
    </vt:vector>
  </TitlesOfParts>
  <Company>Lunds Universitet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Announcement AI Fellow</dc:title>
  <dc:creator>rwi-moh</dc:creator>
  <cp:lastModifiedBy>David Eile</cp:lastModifiedBy>
  <cp:revision>7</cp:revision>
  <cp:lastPrinted>2012-06-28T07:55:00Z</cp:lastPrinted>
  <dcterms:created xsi:type="dcterms:W3CDTF">2015-05-06T09:53:00Z</dcterms:created>
  <dcterms:modified xsi:type="dcterms:W3CDTF">2015-05-11T11:32:00Z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0x0101000EC6F756E461B74CB35F94B81337A53D</vt:lpwstr>
  </property>
</Properties>
</file>