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DD368" w14:textId="77777777" w:rsidR="00AF3E55" w:rsidRDefault="000C523B" w:rsidP="00AF3E55">
      <w:r>
        <w:rPr>
          <w:noProof/>
          <w:lang w:val="sv-SE" w:eastAsia="sv-SE"/>
        </w:rPr>
        <w:drawing>
          <wp:anchor distT="0" distB="0" distL="114300" distR="114300" simplePos="0" relativeHeight="251658240" behindDoc="1" locked="0" layoutInCell="1" allowOverlap="1" wp14:anchorId="1D1DD3A0" wp14:editId="1D1DD3A1">
            <wp:simplePos x="0" y="0"/>
            <wp:positionH relativeFrom="column">
              <wp:posOffset>-922646</wp:posOffset>
            </wp:positionH>
            <wp:positionV relativeFrom="paragraph">
              <wp:posOffset>-914400</wp:posOffset>
            </wp:positionV>
            <wp:extent cx="7582753" cy="1730711"/>
            <wp:effectExtent l="19050" t="0" r="0" b="0"/>
            <wp:wrapNone/>
            <wp:docPr id="4" name="Bildobjekt 3" descr="informationposterheadora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rmationposterheadorang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2753" cy="1730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73D5">
        <w:t xml:space="preserve"> </w:t>
      </w:r>
    </w:p>
    <w:p w14:paraId="1D1DD369" w14:textId="77777777" w:rsidR="00AF3E55" w:rsidRPr="00AF3E55" w:rsidRDefault="00AF3E55" w:rsidP="00AF3E55"/>
    <w:p w14:paraId="1D1DD36A" w14:textId="77777777" w:rsidR="00AF3E55" w:rsidRPr="00AF3E55" w:rsidRDefault="00AF3E55" w:rsidP="00AF3E55"/>
    <w:p w14:paraId="1D1DD36B" w14:textId="77777777" w:rsidR="00AF3E55" w:rsidRPr="00AF3E55" w:rsidRDefault="00AF3E55" w:rsidP="00AF3E55"/>
    <w:p w14:paraId="1D1DD36C" w14:textId="77777777" w:rsidR="00AF3E55" w:rsidRPr="00AF3E55" w:rsidRDefault="00AF3E55" w:rsidP="00AF3E55"/>
    <w:p w14:paraId="1D1DD36D" w14:textId="77777777" w:rsidR="00AF3E55" w:rsidRDefault="00AF3E55" w:rsidP="00AF3E55"/>
    <w:p w14:paraId="5329C0F1" w14:textId="77777777" w:rsidR="003467E8" w:rsidRPr="00ED463D" w:rsidRDefault="003467E8" w:rsidP="003467E8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APPLICATION FORM</w:t>
      </w:r>
    </w:p>
    <w:p w14:paraId="69250F43" w14:textId="7882AC31" w:rsidR="003467E8" w:rsidRPr="00A81595" w:rsidRDefault="003467E8" w:rsidP="00A81595">
      <w:pPr>
        <w:tabs>
          <w:tab w:val="left" w:pos="5373"/>
        </w:tabs>
        <w:jc w:val="center"/>
        <w:rPr>
          <w:rFonts w:ascii="Times New Roman" w:eastAsiaTheme="majorEastAsia" w:hAnsi="Times New Roman" w:cs="Times New Roman"/>
          <w:b/>
          <w:bCs/>
          <w:i/>
          <w:kern w:val="32"/>
          <w:sz w:val="24"/>
          <w:lang w:val="en-US"/>
        </w:rPr>
      </w:pPr>
      <w:r w:rsidRPr="003467E8">
        <w:rPr>
          <w:rFonts w:ascii="Times New Roman" w:hAnsi="Times New Roman" w:cs="Times New Roman"/>
          <w:b/>
          <w:sz w:val="24"/>
          <w:lang w:val="en-AU"/>
        </w:rPr>
        <w:t>Fellowship 2015</w:t>
      </w:r>
    </w:p>
    <w:p w14:paraId="4DC76EEE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  <w:r w:rsidRPr="00ED463D">
        <w:rPr>
          <w:rFonts w:ascii="Times New Roman" w:hAnsi="Times New Roman" w:cs="Times New Roman"/>
          <w:i/>
          <w:sz w:val="24"/>
          <w:lang w:val="en-AU"/>
        </w:rPr>
        <w:t xml:space="preserve">Note: Only selected applicants will be contacted for a further process! </w:t>
      </w:r>
    </w:p>
    <w:p w14:paraId="76F78862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11381556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PERSONAL DETAILS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</w:t>
      </w:r>
    </w:p>
    <w:p w14:paraId="2F972FED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tbl>
      <w:tblPr>
        <w:tblStyle w:val="Tabellrutnt"/>
        <w:tblW w:w="0" w:type="auto"/>
        <w:tblInd w:w="0" w:type="dxa"/>
        <w:tblLook w:val="04A0" w:firstRow="1" w:lastRow="0" w:firstColumn="1" w:lastColumn="0" w:noHBand="0" w:noVBand="1"/>
      </w:tblPr>
      <w:tblGrid>
        <w:gridCol w:w="4064"/>
        <w:gridCol w:w="2783"/>
        <w:gridCol w:w="923"/>
        <w:gridCol w:w="710"/>
        <w:gridCol w:w="763"/>
      </w:tblGrid>
      <w:tr w:rsidR="009820CA" w:rsidRPr="00ED463D" w14:paraId="4106E927" w14:textId="77777777" w:rsidTr="009820CA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6CF7" w14:textId="77777777" w:rsidR="009820CA" w:rsidRPr="00ED463D" w:rsidRDefault="009820CA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Surname:</w:t>
            </w:r>
          </w:p>
          <w:p w14:paraId="355F1FB7" w14:textId="77777777" w:rsidR="009820CA" w:rsidRPr="00ED463D" w:rsidRDefault="009820CA" w:rsidP="0095419B">
            <w:pPr>
              <w:rPr>
                <w:rFonts w:ascii="Times New Roman" w:hAnsi="Times New Roman" w:cs="Times New Roman"/>
                <w:b/>
                <w:sz w:val="24"/>
                <w:lang w:val="en-AU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7D1C" w14:textId="77777777" w:rsidR="009820CA" w:rsidRPr="00ED463D" w:rsidRDefault="009820CA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 xml:space="preserve">First names: 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558B" w14:textId="77777777" w:rsidR="009820CA" w:rsidRPr="00ED463D" w:rsidRDefault="009820CA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Female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AB62" w14:textId="460C2B6E" w:rsidR="009820CA" w:rsidRPr="00ED463D" w:rsidRDefault="009820CA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>
              <w:rPr>
                <w:rFonts w:ascii="Times New Roman" w:hAnsi="Times New Roman" w:cs="Times New Roman"/>
                <w:sz w:val="24"/>
                <w:lang w:val="en-AU"/>
              </w:rPr>
              <w:t>Male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7C15" w14:textId="61115EE2" w:rsidR="009820CA" w:rsidRPr="00ED463D" w:rsidRDefault="009820CA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>
              <w:rPr>
                <w:rFonts w:ascii="Times New Roman" w:hAnsi="Times New Roman" w:cs="Times New Roman"/>
                <w:sz w:val="24"/>
                <w:lang w:val="en-AU"/>
              </w:rPr>
              <w:t>Other</w:t>
            </w:r>
          </w:p>
        </w:tc>
      </w:tr>
      <w:tr w:rsidR="003467E8" w:rsidRPr="00ED463D" w14:paraId="210CE03A" w14:textId="77777777" w:rsidTr="009820CA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477F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Position and Title</w:t>
            </w:r>
            <w:r>
              <w:rPr>
                <w:rFonts w:ascii="Times New Roman" w:hAnsi="Times New Roman" w:cs="Times New Roman"/>
                <w:sz w:val="24"/>
                <w:lang w:val="en-AU"/>
              </w:rPr>
              <w:t>:</w:t>
            </w:r>
          </w:p>
          <w:p w14:paraId="3462B42B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B814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Department:</w:t>
            </w:r>
          </w:p>
          <w:p w14:paraId="1BF0A4AB" w14:textId="77777777" w:rsidR="003467E8" w:rsidRPr="00ED463D" w:rsidRDefault="003467E8" w:rsidP="0095419B">
            <w:pPr>
              <w:rPr>
                <w:rFonts w:ascii="Times New Roman" w:hAnsi="Times New Roman" w:cs="Times New Roman"/>
                <w:b/>
                <w:sz w:val="24"/>
                <w:lang w:val="en-AU"/>
              </w:rPr>
            </w:pPr>
          </w:p>
          <w:p w14:paraId="79E9FFF2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</w:tr>
      <w:tr w:rsidR="003467E8" w:rsidRPr="00ED463D" w14:paraId="264CBFC2" w14:textId="77777777" w:rsidTr="009820CA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C78C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Institution/Organisation</w:t>
            </w:r>
            <w:r>
              <w:rPr>
                <w:rFonts w:ascii="Times New Roman" w:hAnsi="Times New Roman" w:cs="Times New Roman"/>
                <w:sz w:val="24"/>
                <w:lang w:val="en-AU"/>
              </w:rPr>
              <w:t>:</w:t>
            </w: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FB5C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Phone:</w:t>
            </w:r>
          </w:p>
          <w:p w14:paraId="3490C66C" w14:textId="77777777" w:rsidR="003467E8" w:rsidRPr="00ED463D" w:rsidRDefault="003467E8" w:rsidP="0095419B">
            <w:pPr>
              <w:rPr>
                <w:rFonts w:ascii="Times New Roman" w:hAnsi="Times New Roman" w:cs="Times New Roman"/>
                <w:b/>
                <w:sz w:val="24"/>
                <w:lang w:val="en-AU"/>
              </w:rPr>
            </w:pPr>
          </w:p>
          <w:p w14:paraId="3118FA72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</w:tr>
      <w:tr w:rsidR="003467E8" w:rsidRPr="00ED463D" w14:paraId="5A259446" w14:textId="77777777" w:rsidTr="009820CA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2EDF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sv-SE"/>
              </w:rPr>
            </w:pPr>
            <w:r w:rsidRPr="00ED463D">
              <w:rPr>
                <w:rFonts w:ascii="Times New Roman" w:hAnsi="Times New Roman" w:cs="Times New Roman"/>
                <w:sz w:val="24"/>
                <w:lang w:val="sv-SE"/>
              </w:rPr>
              <w:t>Email:</w:t>
            </w:r>
          </w:p>
          <w:p w14:paraId="69C40018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1F4485D1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22CE6863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sv-SE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600D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Web:</w:t>
            </w:r>
          </w:p>
          <w:p w14:paraId="5B7CB481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</w:tr>
    </w:tbl>
    <w:p w14:paraId="6EB63258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5EB64FE8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</w:p>
    <w:p w14:paraId="72BEEA23" w14:textId="3C81F3D9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PLEASE ATTACH </w:t>
      </w:r>
      <w:r w:rsidRPr="00ED463D">
        <w:rPr>
          <w:rFonts w:ascii="Times New Roman" w:hAnsi="Times New Roman" w:cs="Times New Roman"/>
          <w:i/>
          <w:sz w:val="24"/>
          <w:lang w:val="en-AU"/>
        </w:rPr>
        <w:t>Please check all boxes below before submitting your application to make sure all documents are attached):</w:t>
      </w:r>
    </w:p>
    <w:p w14:paraId="4814BEA6" w14:textId="77777777" w:rsidR="00A81595" w:rsidRPr="00A81595" w:rsidRDefault="00A81595" w:rsidP="003467E8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</w:p>
    <w:p w14:paraId="21294677" w14:textId="77777777" w:rsidR="003467E8" w:rsidRPr="00ED463D" w:rsidRDefault="003467E8" w:rsidP="003467E8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Updated curriculum vitae (CV)</w:t>
      </w:r>
    </w:p>
    <w:p w14:paraId="57FE804E" w14:textId="0C0DDF7A" w:rsidR="006D6609" w:rsidRPr="006D6609" w:rsidRDefault="007B0B0E" w:rsidP="007B0B0E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b/>
          <w:sz w:val="24"/>
          <w:u w:val="single"/>
          <w:lang w:val="en-AU"/>
        </w:rPr>
      </w:pPr>
      <w:r>
        <w:rPr>
          <w:rFonts w:ascii="Times New Roman" w:hAnsi="Times New Roman" w:cs="Times New Roman"/>
          <w:b/>
          <w:sz w:val="24"/>
          <w:lang w:val="en-AU"/>
        </w:rPr>
        <w:t>Human Rights Training/Workshop Curriculum</w:t>
      </w:r>
      <w:r w:rsidR="003467E8" w:rsidRPr="00ED463D">
        <w:rPr>
          <w:rFonts w:ascii="Times New Roman" w:hAnsi="Times New Roman" w:cs="Times New Roman"/>
          <w:b/>
          <w:sz w:val="24"/>
          <w:lang w:val="en-AU"/>
        </w:rPr>
        <w:t xml:space="preserve"> Plan (</w:t>
      </w:r>
      <w:r w:rsidR="003467E8">
        <w:rPr>
          <w:rFonts w:ascii="Times New Roman" w:hAnsi="Times New Roman" w:cs="Times New Roman"/>
          <w:b/>
          <w:sz w:val="24"/>
          <w:lang w:val="en-AU"/>
        </w:rPr>
        <w:t>max 3 pages</w:t>
      </w:r>
      <w:r w:rsidR="003467E8" w:rsidRPr="00ED463D">
        <w:rPr>
          <w:rFonts w:ascii="Times New Roman" w:hAnsi="Times New Roman" w:cs="Times New Roman"/>
          <w:b/>
          <w:sz w:val="24"/>
          <w:lang w:val="en-AU"/>
        </w:rPr>
        <w:t xml:space="preserve">) – </w:t>
      </w:r>
      <w:r w:rsidRPr="007B0B0E">
        <w:rPr>
          <w:rFonts w:ascii="Times New Roman" w:hAnsi="Times New Roman" w:cs="Times New Roman"/>
          <w:sz w:val="24"/>
          <w:lang w:val="en-AU"/>
        </w:rPr>
        <w:t>A short presentation of the human rights training/ workshop curriculum the Fellow intends to undertake and research on while at RWI</w:t>
      </w:r>
      <w:r>
        <w:rPr>
          <w:rFonts w:ascii="Times New Roman" w:hAnsi="Times New Roman" w:cs="Times New Roman"/>
          <w:sz w:val="24"/>
          <w:lang w:val="en-AU"/>
        </w:rPr>
        <w:t xml:space="preserve">. </w:t>
      </w:r>
      <w:r w:rsidR="00213A13">
        <w:rPr>
          <w:rFonts w:ascii="Times New Roman" w:hAnsi="Times New Roman" w:cs="Times New Roman"/>
          <w:sz w:val="24"/>
          <w:lang w:val="en-AU"/>
        </w:rPr>
        <w:t>Please use the attached</w:t>
      </w:r>
      <w:r w:rsidR="003467E8" w:rsidRPr="00ED463D">
        <w:rPr>
          <w:rFonts w:ascii="Times New Roman" w:hAnsi="Times New Roman" w:cs="Times New Roman"/>
          <w:sz w:val="24"/>
          <w:lang w:val="en-AU"/>
        </w:rPr>
        <w:t xml:space="preserve"> </w:t>
      </w:r>
      <w:r w:rsidR="006D6609" w:rsidRPr="006D6609">
        <w:rPr>
          <w:rFonts w:ascii="Times New Roman" w:hAnsi="Times New Roman" w:cs="Times New Roman"/>
          <w:b/>
          <w:sz w:val="24"/>
          <w:lang w:val="en-AU"/>
        </w:rPr>
        <w:t>Guidelines for</w:t>
      </w:r>
      <w:r w:rsidR="00213A13">
        <w:rPr>
          <w:rFonts w:ascii="Times New Roman" w:hAnsi="Times New Roman" w:cs="Times New Roman"/>
          <w:b/>
          <w:sz w:val="24"/>
          <w:lang w:val="en-AU"/>
        </w:rPr>
        <w:t xml:space="preserve"> Curriculum Plan</w:t>
      </w:r>
      <w:r w:rsidR="003467E8" w:rsidRPr="00ED463D">
        <w:rPr>
          <w:rFonts w:ascii="Times New Roman" w:hAnsi="Times New Roman" w:cs="Times New Roman"/>
          <w:sz w:val="24"/>
          <w:lang w:val="en-AU"/>
        </w:rPr>
        <w:t xml:space="preserve">. </w:t>
      </w:r>
    </w:p>
    <w:p w14:paraId="4780FF8C" w14:textId="041565D4" w:rsidR="003467E8" w:rsidRPr="00ED463D" w:rsidRDefault="006D6609" w:rsidP="006D6609">
      <w:pPr>
        <w:pStyle w:val="Liststycke"/>
        <w:tabs>
          <w:tab w:val="left" w:pos="5373"/>
        </w:tabs>
        <w:rPr>
          <w:rFonts w:ascii="Times New Roman" w:hAnsi="Times New Roman" w:cs="Times New Roman"/>
          <w:b/>
          <w:sz w:val="24"/>
          <w:u w:val="single"/>
          <w:lang w:val="en-AU"/>
        </w:rPr>
      </w:pPr>
      <w:r w:rsidRPr="00213A13">
        <w:rPr>
          <w:rFonts w:ascii="Times New Roman" w:hAnsi="Times New Roman" w:cs="Times New Roman"/>
          <w:b/>
          <w:sz w:val="24"/>
          <w:lang w:val="en-AU"/>
        </w:rPr>
        <w:t>IMPORTANT</w:t>
      </w:r>
      <w:r w:rsidR="003467E8" w:rsidRPr="00ED463D">
        <w:rPr>
          <w:rFonts w:ascii="Times New Roman" w:hAnsi="Times New Roman" w:cs="Times New Roman"/>
          <w:sz w:val="24"/>
          <w:lang w:val="en-AU"/>
        </w:rPr>
        <w:t xml:space="preserve">: </w:t>
      </w:r>
      <w:r w:rsidR="003467E8" w:rsidRPr="00ED463D">
        <w:rPr>
          <w:rFonts w:ascii="Times New Roman" w:hAnsi="Times New Roman" w:cs="Times New Roman"/>
          <w:sz w:val="24"/>
          <w:u w:val="single"/>
          <w:lang w:val="en-AU"/>
        </w:rPr>
        <w:t>If you do not use the format</w:t>
      </w:r>
      <w:r>
        <w:rPr>
          <w:rFonts w:ascii="Times New Roman" w:hAnsi="Times New Roman" w:cs="Times New Roman"/>
          <w:sz w:val="24"/>
          <w:u w:val="single"/>
          <w:lang w:val="en-AU"/>
        </w:rPr>
        <w:t xml:space="preserve"> presented in the </w:t>
      </w:r>
      <w:r w:rsidRPr="006D6609">
        <w:rPr>
          <w:rFonts w:ascii="Times New Roman" w:hAnsi="Times New Roman" w:cs="Times New Roman"/>
          <w:b/>
          <w:sz w:val="24"/>
          <w:u w:val="single"/>
          <w:lang w:val="en-AU"/>
        </w:rPr>
        <w:t xml:space="preserve">Guidelines for </w:t>
      </w:r>
      <w:r w:rsidR="00213A13">
        <w:rPr>
          <w:rFonts w:ascii="Times New Roman" w:hAnsi="Times New Roman" w:cs="Times New Roman"/>
          <w:b/>
          <w:sz w:val="24"/>
          <w:u w:val="single"/>
          <w:lang w:val="en-AU"/>
        </w:rPr>
        <w:t>Curriculum</w:t>
      </w:r>
      <w:r w:rsidRPr="006D6609">
        <w:rPr>
          <w:rFonts w:ascii="Times New Roman" w:hAnsi="Times New Roman" w:cs="Times New Roman"/>
          <w:b/>
          <w:sz w:val="24"/>
          <w:u w:val="single"/>
          <w:lang w:val="en-AU"/>
        </w:rPr>
        <w:t xml:space="preserve"> Plan</w:t>
      </w:r>
      <w:r w:rsidR="003467E8" w:rsidRPr="00ED463D">
        <w:rPr>
          <w:rFonts w:ascii="Times New Roman" w:hAnsi="Times New Roman" w:cs="Times New Roman"/>
          <w:sz w:val="24"/>
          <w:u w:val="single"/>
          <w:lang w:val="en-AU"/>
        </w:rPr>
        <w:t xml:space="preserve">, your application will not be considered. </w:t>
      </w:r>
    </w:p>
    <w:p w14:paraId="7D2FBCAB" w14:textId="6DCEFE17" w:rsidR="00901169" w:rsidRPr="00901169" w:rsidRDefault="00901169" w:rsidP="00901169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901169">
        <w:rPr>
          <w:rFonts w:ascii="Times New Roman" w:hAnsi="Times New Roman" w:cs="Times New Roman"/>
          <w:b/>
          <w:sz w:val="24"/>
          <w:lang w:val="en-AU"/>
        </w:rPr>
        <w:t>Motivation letter (1 page) – A personal statement addressing the following:</w:t>
      </w:r>
    </w:p>
    <w:p w14:paraId="3A886EBF" w14:textId="77777777" w:rsidR="00A81595" w:rsidRDefault="00901169" w:rsidP="00A81595">
      <w:pPr>
        <w:pStyle w:val="Liststycke"/>
        <w:numPr>
          <w:ilvl w:val="0"/>
          <w:numId w:val="12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A81595">
        <w:rPr>
          <w:rFonts w:ascii="Times New Roman" w:hAnsi="Times New Roman" w:cs="Times New Roman"/>
          <w:b/>
          <w:sz w:val="24"/>
          <w:lang w:val="en-AU"/>
        </w:rPr>
        <w:t xml:space="preserve">your commitment to human rights, </w:t>
      </w:r>
    </w:p>
    <w:p w14:paraId="2D1986D0" w14:textId="77777777" w:rsidR="00A81595" w:rsidRDefault="00901169" w:rsidP="00A81595">
      <w:pPr>
        <w:pStyle w:val="Liststycke"/>
        <w:numPr>
          <w:ilvl w:val="0"/>
          <w:numId w:val="12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A81595">
        <w:rPr>
          <w:rFonts w:ascii="Times New Roman" w:hAnsi="Times New Roman" w:cs="Times New Roman"/>
          <w:b/>
          <w:sz w:val="24"/>
          <w:lang w:val="en-AU"/>
        </w:rPr>
        <w:t xml:space="preserve">why you would like to participate in the fellowship programme, </w:t>
      </w:r>
    </w:p>
    <w:p w14:paraId="539826F5" w14:textId="77777777" w:rsidR="00A81595" w:rsidRDefault="00901169" w:rsidP="00A81595">
      <w:pPr>
        <w:pStyle w:val="Liststycke"/>
        <w:numPr>
          <w:ilvl w:val="0"/>
          <w:numId w:val="12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A81595">
        <w:rPr>
          <w:rFonts w:ascii="Times New Roman" w:hAnsi="Times New Roman" w:cs="Times New Roman"/>
          <w:b/>
          <w:sz w:val="24"/>
          <w:lang w:val="en-AU"/>
        </w:rPr>
        <w:t xml:space="preserve">how you will use the knowledge gained through this initiative, and </w:t>
      </w:r>
    </w:p>
    <w:p w14:paraId="66635A57" w14:textId="0F1B6FDB" w:rsidR="00901169" w:rsidRPr="00A81595" w:rsidRDefault="00901169" w:rsidP="00A81595">
      <w:pPr>
        <w:pStyle w:val="Liststycke"/>
        <w:numPr>
          <w:ilvl w:val="0"/>
          <w:numId w:val="12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A81595">
        <w:rPr>
          <w:rFonts w:ascii="Times New Roman" w:hAnsi="Times New Roman" w:cs="Times New Roman"/>
          <w:b/>
          <w:sz w:val="24"/>
          <w:lang w:val="en-AU"/>
        </w:rPr>
        <w:t xml:space="preserve">the potential impact of the fellowship </w:t>
      </w:r>
      <w:proofErr w:type="spellStart"/>
      <w:r w:rsidRPr="00A81595">
        <w:rPr>
          <w:rFonts w:ascii="Times New Roman" w:hAnsi="Times New Roman" w:cs="Times New Roman"/>
          <w:b/>
          <w:sz w:val="24"/>
          <w:lang w:val="en-AU"/>
        </w:rPr>
        <w:t>o</w:t>
      </w:r>
      <w:proofErr w:type="spellEnd"/>
      <w:r w:rsidRPr="00A81595">
        <w:rPr>
          <w:rFonts w:ascii="Times New Roman" w:hAnsi="Times New Roman" w:cs="Times New Roman"/>
          <w:b/>
          <w:sz w:val="24"/>
          <w:lang w:val="en-AU"/>
        </w:rPr>
        <w:t xml:space="preserve"> your NHRI/nation/region upon returning home</w:t>
      </w:r>
    </w:p>
    <w:p w14:paraId="1EB9B116" w14:textId="2024CE20" w:rsidR="003467E8" w:rsidRPr="00ED463D" w:rsidRDefault="003467E8" w:rsidP="003467E8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Letter of support </w:t>
      </w:r>
      <w:r>
        <w:rPr>
          <w:rFonts w:ascii="Times New Roman" w:hAnsi="Times New Roman" w:cs="Times New Roman"/>
          <w:sz w:val="24"/>
          <w:lang w:val="en-AU"/>
        </w:rPr>
        <w:t xml:space="preserve">– a </w:t>
      </w:r>
      <w:r w:rsidRPr="00ED463D">
        <w:rPr>
          <w:rFonts w:ascii="Times New Roman" w:hAnsi="Times New Roman" w:cs="Times New Roman"/>
          <w:sz w:val="24"/>
          <w:lang w:val="en-AU"/>
        </w:rPr>
        <w:t>letter</w:t>
      </w:r>
      <w:r>
        <w:rPr>
          <w:rFonts w:ascii="Times New Roman" w:hAnsi="Times New Roman" w:cs="Times New Roman"/>
          <w:sz w:val="24"/>
          <w:lang w:val="en-AU"/>
        </w:rPr>
        <w:t xml:space="preserve"> signed by your </w:t>
      </w:r>
      <w:r w:rsidR="00A81595">
        <w:rPr>
          <w:rFonts w:ascii="Times New Roman" w:hAnsi="Times New Roman" w:cs="Times New Roman"/>
          <w:sz w:val="24"/>
          <w:lang w:val="en-AU"/>
        </w:rPr>
        <w:t>Chairperson</w:t>
      </w:r>
      <w:r>
        <w:rPr>
          <w:rFonts w:ascii="Times New Roman" w:hAnsi="Times New Roman" w:cs="Times New Roman"/>
          <w:sz w:val="24"/>
          <w:lang w:val="en-AU"/>
        </w:rPr>
        <w:t>,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confirming </w:t>
      </w:r>
      <w:r>
        <w:rPr>
          <w:rFonts w:ascii="Times New Roman" w:hAnsi="Times New Roman" w:cs="Times New Roman"/>
          <w:sz w:val="24"/>
          <w:lang w:val="en-AU"/>
        </w:rPr>
        <w:t xml:space="preserve">your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affiliation with a </w:t>
      </w:r>
      <w:r w:rsidR="00213A13">
        <w:rPr>
          <w:rFonts w:ascii="Times New Roman" w:hAnsi="Times New Roman" w:cs="Times New Roman"/>
          <w:sz w:val="24"/>
          <w:lang w:val="en-AU"/>
        </w:rPr>
        <w:t>NHRI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and that </w:t>
      </w:r>
      <w:r>
        <w:rPr>
          <w:rFonts w:ascii="Times New Roman" w:hAnsi="Times New Roman" w:cs="Times New Roman"/>
          <w:sz w:val="24"/>
          <w:lang w:val="en-AU"/>
        </w:rPr>
        <w:t>you have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the permission to participate the full three </w:t>
      </w:r>
      <w:r>
        <w:rPr>
          <w:rFonts w:ascii="Times New Roman" w:hAnsi="Times New Roman" w:cs="Times New Roman"/>
          <w:sz w:val="24"/>
          <w:lang w:val="en-AU"/>
        </w:rPr>
        <w:t>months of the fellowship in Lund, Sweden</w:t>
      </w:r>
      <w:r w:rsidRPr="00ED463D">
        <w:rPr>
          <w:rFonts w:ascii="Times New Roman" w:hAnsi="Times New Roman" w:cs="Times New Roman"/>
          <w:sz w:val="24"/>
          <w:lang w:val="en-AU"/>
        </w:rPr>
        <w:t>.</w:t>
      </w:r>
    </w:p>
    <w:p w14:paraId="54CB6D10" w14:textId="77777777" w:rsidR="003467E8" w:rsidRPr="00ED463D" w:rsidRDefault="003467E8" w:rsidP="003467E8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Completed questionnaire – </w:t>
      </w:r>
      <w:r w:rsidRPr="00ED463D">
        <w:rPr>
          <w:rFonts w:ascii="Times New Roman" w:hAnsi="Times New Roman" w:cs="Times New Roman"/>
          <w:sz w:val="24"/>
          <w:lang w:val="en-AU"/>
        </w:rPr>
        <w:t>Please answer the questions in the questionnaire below</w:t>
      </w:r>
    </w:p>
    <w:p w14:paraId="48161D88" w14:textId="27A2F7CA" w:rsidR="003467E8" w:rsidRPr="00A81595" w:rsidRDefault="003467E8" w:rsidP="003467E8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Knowledge of English –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Please provide documentation on your level of English</w:t>
      </w:r>
      <w:r w:rsidR="00A81595">
        <w:rPr>
          <w:rFonts w:ascii="Times New Roman" w:hAnsi="Times New Roman" w:cs="Times New Roman"/>
          <w:sz w:val="24"/>
          <w:lang w:val="en-AU"/>
        </w:rPr>
        <w:t xml:space="preserve"> (</w:t>
      </w:r>
      <w:r w:rsidR="009F18CA">
        <w:rPr>
          <w:rFonts w:ascii="Times New Roman" w:hAnsi="Times New Roman" w:cs="Times New Roman"/>
          <w:sz w:val="24"/>
          <w:lang w:val="en-AU"/>
        </w:rPr>
        <w:t xml:space="preserve">for instance </w:t>
      </w:r>
      <w:r w:rsidR="00A81595">
        <w:rPr>
          <w:rFonts w:ascii="Times New Roman" w:hAnsi="Times New Roman" w:cs="Times New Roman"/>
          <w:sz w:val="24"/>
          <w:lang w:val="en-AU"/>
        </w:rPr>
        <w:t xml:space="preserve">TOEFL test, course certificate, educational records, or similar document. If you cannot </w:t>
      </w:r>
      <w:r w:rsidR="00A81595">
        <w:rPr>
          <w:rFonts w:ascii="Times New Roman" w:hAnsi="Times New Roman" w:cs="Times New Roman"/>
          <w:sz w:val="24"/>
        </w:rPr>
        <w:t>produce such a document, please provide a document that describes your level of English which is signed by your Chair</w:t>
      </w:r>
      <w:r w:rsidR="009F18CA">
        <w:rPr>
          <w:rFonts w:ascii="Times New Roman" w:hAnsi="Times New Roman" w:cs="Times New Roman"/>
          <w:sz w:val="24"/>
        </w:rPr>
        <w:t>person or direct supervisor/superior)</w:t>
      </w:r>
    </w:p>
    <w:p w14:paraId="1377C226" w14:textId="22E6D90D" w:rsidR="003467E8" w:rsidRPr="00ED463D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/>
          <w:bCs/>
          <w:kern w:val="32"/>
          <w:sz w:val="24"/>
          <w:lang w:val="en-US"/>
        </w:rPr>
        <w:lastRenderedPageBreak/>
        <w:t>CLOSING DATE FOR APPLICATIONS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: </w:t>
      </w:r>
      <w:r w:rsidR="00E764AF">
        <w:rPr>
          <w:rFonts w:ascii="Times New Roman" w:eastAsiaTheme="majorEastAsia" w:hAnsi="Times New Roman" w:cs="Times New Roman"/>
          <w:bCs/>
          <w:kern w:val="32"/>
          <w:sz w:val="24"/>
          <w:u w:val="single"/>
          <w:lang w:val="en-US"/>
        </w:rPr>
        <w:t>22</w:t>
      </w:r>
      <w:bookmarkStart w:id="0" w:name="_GoBack"/>
      <w:bookmarkEnd w:id="0"/>
      <w:r w:rsidR="006D6609">
        <w:rPr>
          <w:rFonts w:ascii="Times New Roman" w:eastAsiaTheme="majorEastAsia" w:hAnsi="Times New Roman" w:cs="Times New Roman"/>
          <w:bCs/>
          <w:kern w:val="32"/>
          <w:sz w:val="24"/>
          <w:u w:val="single"/>
          <w:lang w:val="en-US"/>
        </w:rPr>
        <w:t xml:space="preserve"> </w:t>
      </w:r>
      <w:r w:rsidRPr="003B1CAB">
        <w:rPr>
          <w:rFonts w:ascii="Times New Roman" w:eastAsiaTheme="majorEastAsia" w:hAnsi="Times New Roman" w:cs="Times New Roman"/>
          <w:bCs/>
          <w:kern w:val="32"/>
          <w:sz w:val="24"/>
          <w:u w:val="single"/>
          <w:lang w:val="en-US"/>
        </w:rPr>
        <w:t>June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2015. Please email your completed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application form </w:t>
      </w:r>
      <w:r>
        <w:rPr>
          <w:rFonts w:ascii="Times New Roman" w:hAnsi="Times New Roman" w:cs="Times New Roman"/>
          <w:sz w:val="24"/>
          <w:lang w:val="en-AU"/>
        </w:rPr>
        <w:t xml:space="preserve">with all necessary attachments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to: </w:t>
      </w:r>
      <w:proofErr w:type="spellStart"/>
      <w:r w:rsidR="006D6609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Ms</w:t>
      </w:r>
      <w:proofErr w:type="spellEnd"/>
      <w:r w:rsidR="006D6609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Zophie Landahl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via email </w:t>
      </w:r>
      <w:r w:rsidR="006D6609">
        <w:rPr>
          <w:rFonts w:ascii="Times New Roman" w:eastAsiaTheme="majorEastAsia" w:hAnsi="Times New Roman" w:cs="Times New Roman"/>
          <w:b/>
          <w:bCs/>
          <w:kern w:val="32"/>
          <w:sz w:val="24"/>
          <w:lang w:val="en-US"/>
        </w:rPr>
        <w:t>Zophie.Landahl</w:t>
      </w:r>
      <w:r w:rsidRPr="00ED463D">
        <w:rPr>
          <w:rFonts w:ascii="Times New Roman" w:eastAsiaTheme="majorEastAsia" w:hAnsi="Times New Roman" w:cs="Times New Roman"/>
          <w:b/>
          <w:bCs/>
          <w:kern w:val="32"/>
          <w:sz w:val="24"/>
          <w:lang w:val="en-US"/>
        </w:rPr>
        <w:t>@rwi.lu.se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.</w:t>
      </w:r>
    </w:p>
    <w:p w14:paraId="7EC0739C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</w:p>
    <w:p w14:paraId="3316789D" w14:textId="77777777" w:rsidR="003467E8" w:rsidRPr="00ED463D" w:rsidRDefault="003467E8" w:rsidP="003467E8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</w:p>
    <w:p w14:paraId="001DF249" w14:textId="77777777" w:rsidR="003467E8" w:rsidRPr="00ED463D" w:rsidRDefault="003467E8" w:rsidP="003467E8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APPLICATION QUESTIONAIRE</w:t>
      </w:r>
    </w:p>
    <w:p w14:paraId="17E4866E" w14:textId="77777777" w:rsidR="003467E8" w:rsidRPr="00ED463D" w:rsidRDefault="003467E8" w:rsidP="003467E8">
      <w:pPr>
        <w:tabs>
          <w:tab w:val="left" w:pos="5373"/>
        </w:tabs>
        <w:jc w:val="center"/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hAnsi="Times New Roman" w:cs="Times New Roman"/>
          <w:sz w:val="24"/>
          <w:lang w:val="en-AU"/>
        </w:rPr>
        <w:t>RWI Fellowship 2015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</w:t>
      </w:r>
    </w:p>
    <w:p w14:paraId="3505EE5F" w14:textId="77777777" w:rsidR="003467E8" w:rsidRPr="00ED463D" w:rsidRDefault="003467E8" w:rsidP="003467E8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</w:p>
    <w:p w14:paraId="3F969480" w14:textId="0F8B3C9B" w:rsidR="003467E8" w:rsidRDefault="00213A13" w:rsidP="003467E8">
      <w:pPr>
        <w:pStyle w:val="Liststycke"/>
        <w:numPr>
          <w:ilvl w:val="0"/>
          <w:numId w:val="9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Have you developed and implemented any human rights trainings/workshops previously?  If yes, p</w:t>
      </w:r>
      <w:r w:rsidR="003467E8" w:rsidRPr="00ED463D">
        <w:rPr>
          <w:rFonts w:ascii="Times New Roman" w:hAnsi="Times New Roman" w:cs="Times New Roman"/>
          <w:sz w:val="24"/>
          <w:lang w:val="en-AU"/>
        </w:rPr>
        <w:t>lease provide information about</w:t>
      </w:r>
      <w:r w:rsidR="003467E8">
        <w:rPr>
          <w:rFonts w:ascii="Times New Roman" w:hAnsi="Times New Roman" w:cs="Times New Roman"/>
          <w:sz w:val="24"/>
          <w:lang w:val="en-AU"/>
        </w:rPr>
        <w:t xml:space="preserve">: </w:t>
      </w:r>
    </w:p>
    <w:p w14:paraId="0ECBC453" w14:textId="205C07F7" w:rsidR="003467E8" w:rsidRDefault="003467E8" w:rsidP="003467E8">
      <w:pPr>
        <w:pStyle w:val="Liststycke"/>
        <w:numPr>
          <w:ilvl w:val="0"/>
          <w:numId w:val="10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sz w:val="24"/>
          <w:lang w:val="en-AU"/>
        </w:rPr>
        <w:t>the f</w:t>
      </w:r>
      <w:r>
        <w:rPr>
          <w:rFonts w:ascii="Times New Roman" w:hAnsi="Times New Roman" w:cs="Times New Roman"/>
          <w:sz w:val="24"/>
          <w:lang w:val="en-AU"/>
        </w:rPr>
        <w:t xml:space="preserve">ocus/topic of </w:t>
      </w:r>
      <w:r w:rsidR="00213A13">
        <w:rPr>
          <w:rFonts w:ascii="Times New Roman" w:hAnsi="Times New Roman" w:cs="Times New Roman"/>
          <w:sz w:val="24"/>
          <w:lang w:val="en-AU"/>
        </w:rPr>
        <w:t>the training/workshop</w:t>
      </w:r>
      <w:r>
        <w:rPr>
          <w:rFonts w:ascii="Times New Roman" w:hAnsi="Times New Roman" w:cs="Times New Roman"/>
          <w:sz w:val="24"/>
          <w:lang w:val="en-AU"/>
        </w:rPr>
        <w:t xml:space="preserve"> </w:t>
      </w:r>
      <w:r w:rsidR="00213A13">
        <w:rPr>
          <w:rFonts w:ascii="Times New Roman" w:hAnsi="Times New Roman" w:cs="Times New Roman"/>
          <w:sz w:val="24"/>
          <w:lang w:val="en-AU"/>
        </w:rPr>
        <w:t>activities</w:t>
      </w:r>
    </w:p>
    <w:p w14:paraId="3A37651E" w14:textId="77777777" w:rsidR="003467E8" w:rsidRDefault="003467E8" w:rsidP="003467E8">
      <w:pPr>
        <w:pStyle w:val="Liststycke"/>
        <w:numPr>
          <w:ilvl w:val="0"/>
          <w:numId w:val="10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when they were carried out (what year and for how long)</w:t>
      </w:r>
      <w:r w:rsidRPr="002A7A13">
        <w:rPr>
          <w:rFonts w:ascii="Times New Roman" w:hAnsi="Times New Roman" w:cs="Times New Roman"/>
          <w:sz w:val="24"/>
          <w:lang w:val="en-AU"/>
        </w:rPr>
        <w:t xml:space="preserve"> </w:t>
      </w:r>
    </w:p>
    <w:p w14:paraId="7A2EF5E1" w14:textId="77777777" w:rsidR="003467E8" w:rsidRPr="002A7A13" w:rsidRDefault="003467E8" w:rsidP="003467E8">
      <w:pPr>
        <w:pStyle w:val="Liststycke"/>
        <w:numPr>
          <w:ilvl w:val="0"/>
          <w:numId w:val="10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where they were carried out (what location/country)</w:t>
      </w:r>
    </w:p>
    <w:p w14:paraId="769BAB9A" w14:textId="77777777" w:rsidR="003467E8" w:rsidRDefault="003467E8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03CD1BE7" w14:textId="77777777" w:rsidR="00213A13" w:rsidRDefault="00213A13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6EB41AFF" w14:textId="77777777" w:rsidR="00213A13" w:rsidRDefault="00213A13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40B1AE97" w14:textId="77777777" w:rsidR="00213A13" w:rsidRDefault="00213A13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368B421D" w14:textId="77777777" w:rsidR="00213A13" w:rsidRPr="00213A13" w:rsidRDefault="00213A13" w:rsidP="00213A13">
      <w:pPr>
        <w:pStyle w:val="Liststycke"/>
        <w:numPr>
          <w:ilvl w:val="0"/>
          <w:numId w:val="9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213A13">
        <w:rPr>
          <w:rFonts w:ascii="Times New Roman" w:hAnsi="Times New Roman" w:cs="Times New Roman"/>
          <w:sz w:val="24"/>
          <w:lang w:val="en-AU"/>
        </w:rPr>
        <w:t xml:space="preserve">Have you carried out research on human rights previously? If yes, please provide information about: </w:t>
      </w:r>
    </w:p>
    <w:p w14:paraId="17741B4B" w14:textId="4A5B01AC" w:rsidR="00213A13" w:rsidRDefault="00213A13" w:rsidP="00213A13">
      <w:pPr>
        <w:pStyle w:val="Liststycke"/>
        <w:numPr>
          <w:ilvl w:val="0"/>
          <w:numId w:val="11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213A13">
        <w:rPr>
          <w:rFonts w:ascii="Times New Roman" w:hAnsi="Times New Roman" w:cs="Times New Roman"/>
          <w:sz w:val="24"/>
          <w:lang w:val="en-AU"/>
        </w:rPr>
        <w:t xml:space="preserve">the focus/topic of </w:t>
      </w:r>
      <w:r>
        <w:rPr>
          <w:rFonts w:ascii="Times New Roman" w:hAnsi="Times New Roman" w:cs="Times New Roman"/>
          <w:sz w:val="24"/>
          <w:lang w:val="en-AU"/>
        </w:rPr>
        <w:t>the research</w:t>
      </w:r>
      <w:r w:rsidRPr="00213A13">
        <w:rPr>
          <w:rFonts w:ascii="Times New Roman" w:hAnsi="Times New Roman" w:cs="Times New Roman"/>
          <w:sz w:val="24"/>
          <w:lang w:val="en-AU"/>
        </w:rPr>
        <w:t xml:space="preserve"> activities</w:t>
      </w:r>
    </w:p>
    <w:p w14:paraId="0D6FAE44" w14:textId="77777777" w:rsidR="00213A13" w:rsidRDefault="00213A13" w:rsidP="00213A13">
      <w:pPr>
        <w:pStyle w:val="Liststycke"/>
        <w:numPr>
          <w:ilvl w:val="0"/>
          <w:numId w:val="11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213A13">
        <w:rPr>
          <w:rFonts w:ascii="Times New Roman" w:hAnsi="Times New Roman" w:cs="Times New Roman"/>
          <w:sz w:val="24"/>
          <w:lang w:val="en-AU"/>
        </w:rPr>
        <w:t xml:space="preserve">when they were carried out (what year and for how long) </w:t>
      </w:r>
    </w:p>
    <w:p w14:paraId="49B7F52D" w14:textId="107D2426" w:rsidR="00213A13" w:rsidRPr="00213A13" w:rsidRDefault="00213A13" w:rsidP="00213A13">
      <w:pPr>
        <w:pStyle w:val="Liststycke"/>
        <w:numPr>
          <w:ilvl w:val="0"/>
          <w:numId w:val="11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213A13">
        <w:rPr>
          <w:rFonts w:ascii="Times New Roman" w:hAnsi="Times New Roman" w:cs="Times New Roman"/>
          <w:sz w:val="24"/>
          <w:lang w:val="en-AU"/>
        </w:rPr>
        <w:t>where they were carried out (what location/country)</w:t>
      </w:r>
    </w:p>
    <w:p w14:paraId="717EEE80" w14:textId="6002BADF" w:rsidR="003467E8" w:rsidRPr="00871268" w:rsidRDefault="003467E8" w:rsidP="00213A13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213C3CDE" w14:textId="77777777" w:rsidR="003467E8" w:rsidRDefault="003467E8" w:rsidP="00213A13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0E7C9DAE" w14:textId="77777777" w:rsidR="00213A13" w:rsidRDefault="00213A13" w:rsidP="00213A13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5DB9C532" w14:textId="77777777" w:rsidR="00213A13" w:rsidRPr="00213A13" w:rsidRDefault="00213A13" w:rsidP="00213A13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231A6691" w14:textId="42B454A1" w:rsidR="003467E8" w:rsidRPr="00213A13" w:rsidRDefault="003467E8" w:rsidP="003467E8">
      <w:pPr>
        <w:pStyle w:val="Liststycke"/>
        <w:numPr>
          <w:ilvl w:val="0"/>
          <w:numId w:val="9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213A13">
        <w:rPr>
          <w:rFonts w:ascii="Times New Roman" w:hAnsi="Times New Roman" w:cs="Times New Roman"/>
          <w:sz w:val="24"/>
          <w:lang w:val="en-AU"/>
        </w:rPr>
        <w:t xml:space="preserve">Have you ever published any research? If yes, please provide information. </w:t>
      </w:r>
    </w:p>
    <w:p w14:paraId="46DD7EEC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3A5B110E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52AA2073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3ACEF6B7" w14:textId="77777777" w:rsidR="00213A13" w:rsidRDefault="00213A13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63ABB7DD" w14:textId="53384C59" w:rsidR="003467E8" w:rsidRDefault="003467E8" w:rsidP="003467E8">
      <w:pPr>
        <w:pStyle w:val="Liststycke"/>
        <w:numPr>
          <w:ilvl w:val="0"/>
          <w:numId w:val="9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Are</w:t>
      </w:r>
      <w:r w:rsidR="00213A13">
        <w:rPr>
          <w:rFonts w:ascii="Times New Roman" w:hAnsi="Times New Roman" w:cs="Times New Roman"/>
          <w:sz w:val="24"/>
          <w:lang w:val="en-AU"/>
        </w:rPr>
        <w:t xml:space="preserve"> you currently carrying out or planning to carry out any human rights training at your home institution</w:t>
      </w:r>
      <w:r>
        <w:rPr>
          <w:rFonts w:ascii="Times New Roman" w:hAnsi="Times New Roman" w:cs="Times New Roman"/>
          <w:sz w:val="24"/>
          <w:lang w:val="en-AU"/>
        </w:rPr>
        <w:t>?</w:t>
      </w:r>
    </w:p>
    <w:p w14:paraId="4DB97C31" w14:textId="77777777" w:rsidR="003467E8" w:rsidRPr="00EC4D26" w:rsidRDefault="003467E8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 xml:space="preserve">If the answer is </w:t>
      </w:r>
      <w:proofErr w:type="gramStart"/>
      <w:r>
        <w:rPr>
          <w:rFonts w:ascii="Times New Roman" w:hAnsi="Times New Roman" w:cs="Times New Roman"/>
          <w:sz w:val="24"/>
          <w:lang w:val="en-AU"/>
        </w:rPr>
        <w:t>Yes</w:t>
      </w:r>
      <w:proofErr w:type="gramEnd"/>
      <w:r>
        <w:rPr>
          <w:rFonts w:ascii="Times New Roman" w:hAnsi="Times New Roman" w:cs="Times New Roman"/>
          <w:sz w:val="24"/>
          <w:lang w:val="en-AU"/>
        </w:rPr>
        <w:t xml:space="preserve"> to any of these questions, please explain in more detail. </w:t>
      </w:r>
    </w:p>
    <w:p w14:paraId="6CE8190F" w14:textId="77777777" w:rsidR="003467E8" w:rsidRPr="00213A13" w:rsidRDefault="003467E8" w:rsidP="00213A13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1F163ABB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32D7C92A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1B4D10B3" w14:textId="77777777" w:rsidR="003467E8" w:rsidRPr="00EC4D26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76865E98" w14:textId="77777777" w:rsidR="003467E8" w:rsidRDefault="003467E8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30DBA55F" w14:textId="77777777" w:rsidR="00213A13" w:rsidRPr="00ED463D" w:rsidRDefault="00213A13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5DABA0BB" w14:textId="73F11C07" w:rsidR="003467E8" w:rsidRPr="003467E8" w:rsidRDefault="003467E8" w:rsidP="003467E8">
      <w:pPr>
        <w:pStyle w:val="Liststycke"/>
        <w:numPr>
          <w:ilvl w:val="0"/>
          <w:numId w:val="9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sz w:val="24"/>
          <w:lang w:val="en-AU"/>
        </w:rPr>
        <w:t>What are your expectations if you were to pa</w:t>
      </w:r>
      <w:r>
        <w:rPr>
          <w:rFonts w:ascii="Times New Roman" w:hAnsi="Times New Roman" w:cs="Times New Roman"/>
          <w:sz w:val="24"/>
          <w:lang w:val="en-AU"/>
        </w:rPr>
        <w:t>rticipate in the RWI fellowship</w:t>
      </w:r>
      <w:r w:rsidR="00213A13">
        <w:rPr>
          <w:rFonts w:ascii="Times New Roman" w:hAnsi="Times New Roman" w:cs="Times New Roman"/>
          <w:sz w:val="24"/>
          <w:lang w:val="en-AU"/>
        </w:rPr>
        <w:t xml:space="preserve">? </w:t>
      </w:r>
    </w:p>
    <w:p w14:paraId="1C420A44" w14:textId="77777777" w:rsidR="003467E8" w:rsidRPr="00ED463D" w:rsidRDefault="003467E8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3698AD67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43F6803C" w14:textId="77777777" w:rsidR="003467E8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14:paraId="40B77607" w14:textId="77777777" w:rsidR="003467E8" w:rsidRPr="00ED463D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Signed by </w:t>
      </w:r>
    </w:p>
    <w:p w14:paraId="382011B2" w14:textId="4692074B" w:rsidR="003467E8" w:rsidRDefault="003467E8" w:rsidP="003467E8">
      <w:pPr>
        <w:tabs>
          <w:tab w:val="left" w:pos="651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14:paraId="4153B467" w14:textId="77777777" w:rsidR="003467E8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14:paraId="433CABFC" w14:textId="77777777" w:rsidR="003467E8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14:paraId="1BFF5BA5" w14:textId="4EE10025" w:rsidR="003467E8" w:rsidRPr="00ED463D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  <w:t xml:space="preserve">               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________________________</w:t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_____________              </w:t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  <w:t>______________________________</w:t>
      </w:r>
    </w:p>
    <w:p w14:paraId="1D1DD39F" w14:textId="5CA8FE58" w:rsidR="00576793" w:rsidRPr="00FE5398" w:rsidRDefault="003467E8" w:rsidP="00FE539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Name and date                    </w:t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                   </w:t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</w:r>
      <w:r w:rsidR="00FE5398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Signature</w:t>
      </w:r>
    </w:p>
    <w:sectPr w:rsidR="00576793" w:rsidRPr="00FE5398" w:rsidSect="00576793">
      <w:footerReference w:type="default" r:id="rId13"/>
      <w:footerReference w:type="first" r:id="rId14"/>
      <w:pgSz w:w="11907" w:h="16839" w:code="9"/>
      <w:pgMar w:top="1440" w:right="1440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9486A" w14:textId="77777777" w:rsidR="00BD04CE" w:rsidRDefault="00BD04CE" w:rsidP="00AF3E55">
      <w:r>
        <w:separator/>
      </w:r>
    </w:p>
  </w:endnote>
  <w:endnote w:type="continuationSeparator" w:id="0">
    <w:p w14:paraId="1147F9FF" w14:textId="77777777" w:rsidR="00BD04CE" w:rsidRDefault="00BD04CE" w:rsidP="00AF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DD3A6" w14:textId="77777777" w:rsidR="00BF5D22" w:rsidRPr="001A29C0" w:rsidRDefault="00BF5D22" w:rsidP="00AF3E55">
    <w:pPr>
      <w:pStyle w:val="Sidfot"/>
      <w:rPr>
        <w:b/>
        <w:sz w:val="14"/>
        <w:szCs w:val="14"/>
      </w:rPr>
    </w:pPr>
    <w:r w:rsidRPr="001A29C0">
      <w:rPr>
        <w:b/>
        <w:sz w:val="14"/>
        <w:szCs w:val="14"/>
      </w:rPr>
      <w:t>Raoul Wallenberg Institute of Human Rights and Humanitarian Law</w:t>
    </w:r>
  </w:p>
  <w:p w14:paraId="1D1DD3A7" w14:textId="77777777" w:rsidR="00BF5D22" w:rsidRPr="00400941" w:rsidRDefault="00BF5D22" w:rsidP="00AF3E55">
    <w:pPr>
      <w:pStyle w:val="Sidfot"/>
      <w:rPr>
        <w:sz w:val="14"/>
        <w:szCs w:val="14"/>
        <w:lang w:val="sv-SE"/>
      </w:rPr>
    </w:pPr>
    <w:r w:rsidRPr="00400941">
      <w:rPr>
        <w:sz w:val="14"/>
        <w:szCs w:val="14"/>
        <w:lang w:val="sv-SE"/>
      </w:rPr>
      <w:t xml:space="preserve">Stora </w:t>
    </w:r>
    <w:proofErr w:type="spellStart"/>
    <w:r w:rsidRPr="00400941">
      <w:rPr>
        <w:sz w:val="14"/>
        <w:szCs w:val="14"/>
        <w:lang w:val="sv-SE"/>
      </w:rPr>
      <w:t>Gråbrödersgatan</w:t>
    </w:r>
    <w:proofErr w:type="spellEnd"/>
    <w:r w:rsidRPr="00400941">
      <w:rPr>
        <w:sz w:val="14"/>
        <w:szCs w:val="14"/>
        <w:lang w:val="sv-SE"/>
      </w:rPr>
      <w:t xml:space="preserve"> 17 B | P.O. Box 1155 SE-221 05, Lund, Sweden | </w:t>
    </w:r>
    <w:proofErr w:type="spellStart"/>
    <w:r w:rsidRPr="00400941">
      <w:rPr>
        <w:sz w:val="14"/>
        <w:szCs w:val="14"/>
        <w:lang w:val="sv-SE"/>
      </w:rPr>
      <w:t>Phone</w:t>
    </w:r>
    <w:proofErr w:type="spellEnd"/>
    <w:r w:rsidRPr="00400941">
      <w:rPr>
        <w:sz w:val="14"/>
        <w:szCs w:val="14"/>
        <w:lang w:val="sv-SE"/>
      </w:rPr>
      <w:t xml:space="preserve"> +46 46 222 12 00 | Fax +46 46 222 12 22</w:t>
    </w:r>
  </w:p>
  <w:p w14:paraId="1D1DD3A8" w14:textId="77777777" w:rsidR="00BF5D22" w:rsidRPr="00400941" w:rsidRDefault="00BF5D22">
    <w:pPr>
      <w:pStyle w:val="Sidfot"/>
      <w:rPr>
        <w:lang w:val="sv-S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DD3A9" w14:textId="77777777" w:rsidR="00BF5D22" w:rsidRPr="001A29C0" w:rsidRDefault="00BF5D22" w:rsidP="00AF3E55">
    <w:pPr>
      <w:pStyle w:val="Sidfot"/>
      <w:rPr>
        <w:b/>
        <w:sz w:val="14"/>
        <w:szCs w:val="14"/>
      </w:rPr>
    </w:pPr>
    <w:r w:rsidRPr="001A29C0">
      <w:rPr>
        <w:b/>
        <w:sz w:val="14"/>
        <w:szCs w:val="14"/>
      </w:rPr>
      <w:t>Raoul Wallenberg Institute of Human Rights and Humanitarian Law</w:t>
    </w:r>
  </w:p>
  <w:p w14:paraId="1D1DD3AA" w14:textId="77777777" w:rsidR="00BF5D22" w:rsidRPr="00400941" w:rsidRDefault="00BF5D22" w:rsidP="00AF3E55">
    <w:pPr>
      <w:pStyle w:val="Sidfot"/>
      <w:rPr>
        <w:sz w:val="14"/>
        <w:szCs w:val="14"/>
        <w:lang w:val="sv-SE"/>
      </w:rPr>
    </w:pPr>
    <w:r w:rsidRPr="00400941">
      <w:rPr>
        <w:sz w:val="14"/>
        <w:szCs w:val="14"/>
        <w:lang w:val="sv-SE"/>
      </w:rPr>
      <w:t xml:space="preserve">Stora </w:t>
    </w:r>
    <w:proofErr w:type="spellStart"/>
    <w:r w:rsidRPr="00400941">
      <w:rPr>
        <w:sz w:val="14"/>
        <w:szCs w:val="14"/>
        <w:lang w:val="sv-SE"/>
      </w:rPr>
      <w:t>Gråbrödersgatan</w:t>
    </w:r>
    <w:proofErr w:type="spellEnd"/>
    <w:r w:rsidRPr="00400941">
      <w:rPr>
        <w:sz w:val="14"/>
        <w:szCs w:val="14"/>
        <w:lang w:val="sv-SE"/>
      </w:rPr>
      <w:t xml:space="preserve"> 17 B | P.O. Box 1155 SE-221 05, Lund, Sweden | </w:t>
    </w:r>
    <w:proofErr w:type="spellStart"/>
    <w:r w:rsidRPr="00400941">
      <w:rPr>
        <w:sz w:val="14"/>
        <w:szCs w:val="14"/>
        <w:lang w:val="sv-SE"/>
      </w:rPr>
      <w:t>Phone</w:t>
    </w:r>
    <w:proofErr w:type="spellEnd"/>
    <w:r w:rsidRPr="00400941">
      <w:rPr>
        <w:sz w:val="14"/>
        <w:szCs w:val="14"/>
        <w:lang w:val="sv-SE"/>
      </w:rPr>
      <w:t xml:space="preserve"> +46 46 222 12 00 | Fax +46 46 222 12 22</w:t>
    </w:r>
  </w:p>
  <w:p w14:paraId="1D1DD3AB" w14:textId="77777777" w:rsidR="00BF5D22" w:rsidRPr="00400941" w:rsidRDefault="00BF5D22" w:rsidP="00AF3E55">
    <w:pPr>
      <w:pStyle w:val="Sidfot"/>
      <w:rPr>
        <w:lang w:val="sv-S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E9A13" w14:textId="77777777" w:rsidR="00BD04CE" w:rsidRDefault="00BD04CE" w:rsidP="00AF3E55">
      <w:r>
        <w:separator/>
      </w:r>
    </w:p>
  </w:footnote>
  <w:footnote w:type="continuationSeparator" w:id="0">
    <w:p w14:paraId="35D0D749" w14:textId="77777777" w:rsidR="00BD04CE" w:rsidRDefault="00BD04CE" w:rsidP="00AF3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1B8D"/>
    <w:multiLevelType w:val="hybridMultilevel"/>
    <w:tmpl w:val="53B2509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712CC"/>
    <w:multiLevelType w:val="hybridMultilevel"/>
    <w:tmpl w:val="81E0CC38"/>
    <w:lvl w:ilvl="0" w:tplc="041D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16E7456B"/>
    <w:multiLevelType w:val="hybridMultilevel"/>
    <w:tmpl w:val="22E61F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9397D"/>
    <w:multiLevelType w:val="hybridMultilevel"/>
    <w:tmpl w:val="47A4C84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A63E9"/>
    <w:multiLevelType w:val="hybridMultilevel"/>
    <w:tmpl w:val="EE8C2F4A"/>
    <w:lvl w:ilvl="0" w:tplc="BCA458D8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F292A"/>
    <w:multiLevelType w:val="hybridMultilevel"/>
    <w:tmpl w:val="B8FACDC0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677215"/>
    <w:multiLevelType w:val="hybridMultilevel"/>
    <w:tmpl w:val="E812BE06"/>
    <w:lvl w:ilvl="0" w:tplc="7974E1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016136"/>
    <w:multiLevelType w:val="hybridMultilevel"/>
    <w:tmpl w:val="430A48EA"/>
    <w:lvl w:ilvl="0" w:tplc="041D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6B114689"/>
    <w:multiLevelType w:val="hybridMultilevel"/>
    <w:tmpl w:val="8398DEFE"/>
    <w:lvl w:ilvl="0" w:tplc="041D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6EBC6D91"/>
    <w:multiLevelType w:val="hybridMultilevel"/>
    <w:tmpl w:val="5BAE7BC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AB499D"/>
    <w:multiLevelType w:val="hybridMultilevel"/>
    <w:tmpl w:val="57AA86DE"/>
    <w:lvl w:ilvl="0" w:tplc="55A8A7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355BAC"/>
    <w:multiLevelType w:val="hybridMultilevel"/>
    <w:tmpl w:val="BE02DDB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4"/>
  </w:num>
  <w:num w:numId="9">
    <w:abstractNumId w:val="2"/>
  </w:num>
  <w:num w:numId="10">
    <w:abstractNumId w:val="6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A8"/>
    <w:rsid w:val="00003FA0"/>
    <w:rsid w:val="00004622"/>
    <w:rsid w:val="000119BE"/>
    <w:rsid w:val="00023D3F"/>
    <w:rsid w:val="00026974"/>
    <w:rsid w:val="00043C85"/>
    <w:rsid w:val="0006724F"/>
    <w:rsid w:val="00092404"/>
    <w:rsid w:val="000C523B"/>
    <w:rsid w:val="000D200D"/>
    <w:rsid w:val="000E1C19"/>
    <w:rsid w:val="000E2CD8"/>
    <w:rsid w:val="000E5641"/>
    <w:rsid w:val="000E7774"/>
    <w:rsid w:val="000F5FE6"/>
    <w:rsid w:val="001321E9"/>
    <w:rsid w:val="00135F69"/>
    <w:rsid w:val="00137AAC"/>
    <w:rsid w:val="00137F9A"/>
    <w:rsid w:val="00165BB5"/>
    <w:rsid w:val="001918A4"/>
    <w:rsid w:val="001B2FDE"/>
    <w:rsid w:val="001B6E65"/>
    <w:rsid w:val="001E62C2"/>
    <w:rsid w:val="001F11D6"/>
    <w:rsid w:val="00213A13"/>
    <w:rsid w:val="00213D89"/>
    <w:rsid w:val="00222BB5"/>
    <w:rsid w:val="002311E1"/>
    <w:rsid w:val="00232695"/>
    <w:rsid w:val="00235A2E"/>
    <w:rsid w:val="0025268D"/>
    <w:rsid w:val="00253B37"/>
    <w:rsid w:val="00262198"/>
    <w:rsid w:val="0029435E"/>
    <w:rsid w:val="00294FE5"/>
    <w:rsid w:val="002C1F2F"/>
    <w:rsid w:val="003041F0"/>
    <w:rsid w:val="00310518"/>
    <w:rsid w:val="003143FE"/>
    <w:rsid w:val="00315DB8"/>
    <w:rsid w:val="003427F4"/>
    <w:rsid w:val="00342D55"/>
    <w:rsid w:val="00342DC3"/>
    <w:rsid w:val="003467E8"/>
    <w:rsid w:val="00382206"/>
    <w:rsid w:val="00385E9D"/>
    <w:rsid w:val="0039300B"/>
    <w:rsid w:val="003B3F9E"/>
    <w:rsid w:val="003B6708"/>
    <w:rsid w:val="003C10D7"/>
    <w:rsid w:val="003D4EF3"/>
    <w:rsid w:val="003E708F"/>
    <w:rsid w:val="00400941"/>
    <w:rsid w:val="00401798"/>
    <w:rsid w:val="00402098"/>
    <w:rsid w:val="00447671"/>
    <w:rsid w:val="00456E95"/>
    <w:rsid w:val="00473656"/>
    <w:rsid w:val="00475DC0"/>
    <w:rsid w:val="00486B48"/>
    <w:rsid w:val="00495449"/>
    <w:rsid w:val="004A00F0"/>
    <w:rsid w:val="004B17E6"/>
    <w:rsid w:val="004C23E6"/>
    <w:rsid w:val="004C2E2E"/>
    <w:rsid w:val="004C7043"/>
    <w:rsid w:val="004D1E26"/>
    <w:rsid w:val="004D2712"/>
    <w:rsid w:val="004E7016"/>
    <w:rsid w:val="00514086"/>
    <w:rsid w:val="00515913"/>
    <w:rsid w:val="00554F14"/>
    <w:rsid w:val="0055642A"/>
    <w:rsid w:val="00575553"/>
    <w:rsid w:val="00576793"/>
    <w:rsid w:val="005811A7"/>
    <w:rsid w:val="00584F1A"/>
    <w:rsid w:val="005916A3"/>
    <w:rsid w:val="005A36C6"/>
    <w:rsid w:val="005A78F9"/>
    <w:rsid w:val="005B6188"/>
    <w:rsid w:val="005C1ECA"/>
    <w:rsid w:val="005E035F"/>
    <w:rsid w:val="005F136E"/>
    <w:rsid w:val="00646D83"/>
    <w:rsid w:val="006935DA"/>
    <w:rsid w:val="006B340F"/>
    <w:rsid w:val="006D6609"/>
    <w:rsid w:val="006F1A73"/>
    <w:rsid w:val="0070633F"/>
    <w:rsid w:val="00715AAA"/>
    <w:rsid w:val="00716D3A"/>
    <w:rsid w:val="00717246"/>
    <w:rsid w:val="00731732"/>
    <w:rsid w:val="00735BB9"/>
    <w:rsid w:val="007539FC"/>
    <w:rsid w:val="007649B4"/>
    <w:rsid w:val="00776BCF"/>
    <w:rsid w:val="007861E5"/>
    <w:rsid w:val="00795298"/>
    <w:rsid w:val="007A10D9"/>
    <w:rsid w:val="007B0B0E"/>
    <w:rsid w:val="007B505F"/>
    <w:rsid w:val="007B75D3"/>
    <w:rsid w:val="007B7870"/>
    <w:rsid w:val="007D42D4"/>
    <w:rsid w:val="008014EC"/>
    <w:rsid w:val="00815C80"/>
    <w:rsid w:val="00822E45"/>
    <w:rsid w:val="008236C6"/>
    <w:rsid w:val="008344F9"/>
    <w:rsid w:val="00835621"/>
    <w:rsid w:val="00844FA0"/>
    <w:rsid w:val="00862238"/>
    <w:rsid w:val="0087219D"/>
    <w:rsid w:val="0088310E"/>
    <w:rsid w:val="00890340"/>
    <w:rsid w:val="00891E7F"/>
    <w:rsid w:val="008921AD"/>
    <w:rsid w:val="0089629A"/>
    <w:rsid w:val="008A5DC3"/>
    <w:rsid w:val="008C73A2"/>
    <w:rsid w:val="008E614E"/>
    <w:rsid w:val="008F4F3B"/>
    <w:rsid w:val="008F5488"/>
    <w:rsid w:val="00901169"/>
    <w:rsid w:val="009058F4"/>
    <w:rsid w:val="0092582A"/>
    <w:rsid w:val="00956FB9"/>
    <w:rsid w:val="009660EA"/>
    <w:rsid w:val="00966B27"/>
    <w:rsid w:val="00973465"/>
    <w:rsid w:val="009820CA"/>
    <w:rsid w:val="00987450"/>
    <w:rsid w:val="009937C8"/>
    <w:rsid w:val="009A7A6D"/>
    <w:rsid w:val="009B01D2"/>
    <w:rsid w:val="009C0175"/>
    <w:rsid w:val="009C0EC7"/>
    <w:rsid w:val="009C2A37"/>
    <w:rsid w:val="009C7278"/>
    <w:rsid w:val="009C732F"/>
    <w:rsid w:val="009E430D"/>
    <w:rsid w:val="009F111F"/>
    <w:rsid w:val="009F18CA"/>
    <w:rsid w:val="00A06456"/>
    <w:rsid w:val="00A2248C"/>
    <w:rsid w:val="00A31508"/>
    <w:rsid w:val="00A320E8"/>
    <w:rsid w:val="00A36193"/>
    <w:rsid w:val="00A407DF"/>
    <w:rsid w:val="00A41507"/>
    <w:rsid w:val="00A56228"/>
    <w:rsid w:val="00A70990"/>
    <w:rsid w:val="00A804ED"/>
    <w:rsid w:val="00A81595"/>
    <w:rsid w:val="00A90653"/>
    <w:rsid w:val="00AA3760"/>
    <w:rsid w:val="00AA7B5F"/>
    <w:rsid w:val="00AE662D"/>
    <w:rsid w:val="00AF3E55"/>
    <w:rsid w:val="00AF561F"/>
    <w:rsid w:val="00B10306"/>
    <w:rsid w:val="00B13835"/>
    <w:rsid w:val="00B15747"/>
    <w:rsid w:val="00B366F7"/>
    <w:rsid w:val="00B456E4"/>
    <w:rsid w:val="00B507E0"/>
    <w:rsid w:val="00B9614E"/>
    <w:rsid w:val="00BA5F03"/>
    <w:rsid w:val="00BB26CA"/>
    <w:rsid w:val="00BC5072"/>
    <w:rsid w:val="00BC665D"/>
    <w:rsid w:val="00BD04CE"/>
    <w:rsid w:val="00BD20EB"/>
    <w:rsid w:val="00BF5D22"/>
    <w:rsid w:val="00BF6957"/>
    <w:rsid w:val="00BF6CBF"/>
    <w:rsid w:val="00C036D4"/>
    <w:rsid w:val="00C17670"/>
    <w:rsid w:val="00C278AF"/>
    <w:rsid w:val="00C53892"/>
    <w:rsid w:val="00C61FD8"/>
    <w:rsid w:val="00C66142"/>
    <w:rsid w:val="00C752C2"/>
    <w:rsid w:val="00CB3975"/>
    <w:rsid w:val="00CC7FE3"/>
    <w:rsid w:val="00CD5030"/>
    <w:rsid w:val="00CE47B4"/>
    <w:rsid w:val="00CF1644"/>
    <w:rsid w:val="00D040F5"/>
    <w:rsid w:val="00D04D2B"/>
    <w:rsid w:val="00D217F0"/>
    <w:rsid w:val="00D44C38"/>
    <w:rsid w:val="00D57908"/>
    <w:rsid w:val="00D666A8"/>
    <w:rsid w:val="00D705B3"/>
    <w:rsid w:val="00D72735"/>
    <w:rsid w:val="00D81DA3"/>
    <w:rsid w:val="00D87CF1"/>
    <w:rsid w:val="00D92F24"/>
    <w:rsid w:val="00D97BBA"/>
    <w:rsid w:val="00DA558E"/>
    <w:rsid w:val="00DF31F0"/>
    <w:rsid w:val="00E131EE"/>
    <w:rsid w:val="00E25390"/>
    <w:rsid w:val="00E5159A"/>
    <w:rsid w:val="00E55E7B"/>
    <w:rsid w:val="00E573F5"/>
    <w:rsid w:val="00E60A3F"/>
    <w:rsid w:val="00E71956"/>
    <w:rsid w:val="00E742D1"/>
    <w:rsid w:val="00E764AF"/>
    <w:rsid w:val="00EB2B6F"/>
    <w:rsid w:val="00EC73D5"/>
    <w:rsid w:val="00ED5E88"/>
    <w:rsid w:val="00ED6D9B"/>
    <w:rsid w:val="00EE3CCA"/>
    <w:rsid w:val="00EE3FA3"/>
    <w:rsid w:val="00EF01E7"/>
    <w:rsid w:val="00F370F4"/>
    <w:rsid w:val="00F4754E"/>
    <w:rsid w:val="00F841BC"/>
    <w:rsid w:val="00F86D15"/>
    <w:rsid w:val="00F87230"/>
    <w:rsid w:val="00FA3D17"/>
    <w:rsid w:val="00FA702B"/>
    <w:rsid w:val="00FE1AC8"/>
    <w:rsid w:val="00FE4F46"/>
    <w:rsid w:val="00FE5398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D1D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55"/>
    <w:pPr>
      <w:spacing w:after="0" w:line="240" w:lineRule="auto"/>
    </w:pPr>
    <w:rPr>
      <w:rFonts w:ascii="HelveticaNeueLT Std" w:hAnsi="HelveticaNeueLT Std" w:cs="Arial"/>
      <w:szCs w:val="24"/>
      <w:lang w:val="en-GB"/>
    </w:rPr>
  </w:style>
  <w:style w:type="paragraph" w:styleId="Rubrik1">
    <w:name w:val="heading 1"/>
    <w:basedOn w:val="Normal"/>
    <w:next w:val="Normal"/>
    <w:link w:val="Rubrik1Char"/>
    <w:autoRedefine/>
    <w:uiPriority w:val="9"/>
    <w:qFormat/>
    <w:rsid w:val="00AF3E55"/>
    <w:pPr>
      <w:keepNext/>
      <w:outlineLvl w:val="0"/>
    </w:pPr>
    <w:rPr>
      <w:rFonts w:ascii="HelveticaNeueLT Std Med" w:eastAsiaTheme="majorEastAsia" w:hAnsi="HelveticaNeueLT Std Med" w:cstheme="majorBidi"/>
      <w:b/>
      <w:bCs/>
      <w:kern w:val="32"/>
      <w:sz w:val="28"/>
      <w:szCs w:val="32"/>
    </w:rPr>
  </w:style>
  <w:style w:type="paragraph" w:styleId="Rubrik2">
    <w:name w:val="heading 2"/>
    <w:basedOn w:val="Normal"/>
    <w:next w:val="Normal"/>
    <w:link w:val="Rubrik2Char"/>
    <w:autoRedefine/>
    <w:qFormat/>
    <w:rsid w:val="00AF3E55"/>
    <w:pPr>
      <w:keepNext/>
      <w:outlineLvl w:val="1"/>
    </w:pPr>
    <w:rPr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AF3E55"/>
    <w:rPr>
      <w:rFonts w:ascii="HelveticaNeueLT Std Med" w:eastAsiaTheme="majorEastAsia" w:hAnsi="HelveticaNeueLT Std Med" w:cstheme="majorBidi"/>
      <w:b/>
      <w:bCs/>
      <w:kern w:val="32"/>
      <w:sz w:val="28"/>
      <w:szCs w:val="32"/>
      <w:lang w:val="en-GB"/>
    </w:rPr>
  </w:style>
  <w:style w:type="character" w:customStyle="1" w:styleId="Rubrik2Char">
    <w:name w:val="Rubrik 2 Char"/>
    <w:basedOn w:val="Standardstycketeckensnitt"/>
    <w:link w:val="Rubrik2"/>
    <w:rsid w:val="00AF3E55"/>
    <w:rPr>
      <w:rFonts w:ascii="HelveticaNeueLT Std" w:hAnsi="HelveticaNeueLT Std" w:cs="Arial"/>
      <w:b/>
      <w:szCs w:val="24"/>
      <w:lang w:val="en-GB"/>
    </w:rPr>
  </w:style>
  <w:style w:type="paragraph" w:styleId="Rubrik">
    <w:name w:val="Title"/>
    <w:basedOn w:val="Normal"/>
    <w:next w:val="Normal"/>
    <w:link w:val="RubrikChar"/>
    <w:autoRedefine/>
    <w:uiPriority w:val="10"/>
    <w:rsid w:val="00BC665D"/>
    <w:pPr>
      <w:jc w:val="center"/>
      <w:outlineLvl w:val="0"/>
    </w:pPr>
    <w:rPr>
      <w:rFonts w:ascii="HelveticaNeueLT Std Med" w:eastAsiaTheme="majorEastAsia" w:hAnsi="HelveticaNeueLT Std Med" w:cstheme="majorBidi"/>
      <w:b/>
      <w:bCs/>
      <w:kern w:val="28"/>
      <w:sz w:val="28"/>
      <w:szCs w:val="32"/>
    </w:rPr>
  </w:style>
  <w:style w:type="character" w:customStyle="1" w:styleId="RubrikChar">
    <w:name w:val="Rubrik Char"/>
    <w:basedOn w:val="Standardstycketeckensnitt"/>
    <w:link w:val="Rubrik"/>
    <w:uiPriority w:val="10"/>
    <w:rsid w:val="00BC665D"/>
    <w:rPr>
      <w:rFonts w:ascii="HelveticaNeueLT Std Med" w:eastAsiaTheme="majorEastAsia" w:hAnsi="HelveticaNeueLT Std Med" w:cstheme="majorBidi"/>
      <w:b/>
      <w:bCs/>
      <w:kern w:val="28"/>
      <w:sz w:val="28"/>
      <w:szCs w:val="32"/>
      <w:lang w:val="en-GB"/>
    </w:rPr>
  </w:style>
  <w:style w:type="paragraph" w:styleId="Sidhuvud">
    <w:name w:val="header"/>
    <w:basedOn w:val="Normal"/>
    <w:link w:val="Sidhuvud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Sidfot">
    <w:name w:val="footer"/>
    <w:basedOn w:val="Normal"/>
    <w:link w:val="Sidfot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F3E55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F3E55"/>
    <w:rPr>
      <w:rFonts w:ascii="Tahoma" w:hAnsi="Tahoma" w:cs="Tahoma"/>
      <w:sz w:val="16"/>
      <w:szCs w:val="16"/>
      <w:lang w:val="en-GB"/>
    </w:rPr>
  </w:style>
  <w:style w:type="paragraph" w:styleId="Ingetavstnd">
    <w:name w:val="No Spacing"/>
    <w:uiPriority w:val="1"/>
    <w:rsid w:val="00AF3E55"/>
    <w:pPr>
      <w:spacing w:after="0" w:line="240" w:lineRule="auto"/>
    </w:pPr>
    <w:rPr>
      <w:rFonts w:ascii="HelveticaNeueLT Std" w:hAnsi="HelveticaNeueLT Std" w:cs="Arial"/>
      <w:sz w:val="20"/>
      <w:szCs w:val="24"/>
      <w:lang w:val="en-GB"/>
    </w:rPr>
  </w:style>
  <w:style w:type="paragraph" w:styleId="Liststycke">
    <w:name w:val="List Paragraph"/>
    <w:basedOn w:val="Normal"/>
    <w:uiPriority w:val="34"/>
    <w:qFormat/>
    <w:rsid w:val="00576793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576793"/>
    <w:rPr>
      <w:color w:val="0000FF" w:themeColor="hyperlink"/>
      <w:u w:val="single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BF5D22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BF5D22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BF5D22"/>
    <w:rPr>
      <w:rFonts w:ascii="HelveticaNeueLT Std" w:hAnsi="HelveticaNeueLT Std" w:cs="Arial"/>
      <w:sz w:val="20"/>
      <w:szCs w:val="20"/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BF5D22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BF5D22"/>
    <w:rPr>
      <w:rFonts w:ascii="HelveticaNeueLT Std" w:hAnsi="HelveticaNeueLT Std" w:cs="Arial"/>
      <w:b/>
      <w:bCs/>
      <w:sz w:val="20"/>
      <w:szCs w:val="20"/>
      <w:lang w:val="en-GB"/>
    </w:rPr>
  </w:style>
  <w:style w:type="paragraph" w:customStyle="1" w:styleId="Default">
    <w:name w:val="Default"/>
    <w:rsid w:val="00C036D4"/>
    <w:pPr>
      <w:autoSpaceDE w:val="0"/>
      <w:autoSpaceDN w:val="0"/>
      <w:adjustRightInd w:val="0"/>
      <w:spacing w:after="0" w:line="240" w:lineRule="auto"/>
    </w:pPr>
    <w:rPr>
      <w:rFonts w:ascii="HelveticaNeueLT Std" w:hAnsi="HelveticaNeueLT Std" w:cs="HelveticaNeueLT Std"/>
      <w:color w:val="000000"/>
      <w:sz w:val="24"/>
      <w:szCs w:val="24"/>
      <w:lang w:val="sv-SE"/>
    </w:rPr>
  </w:style>
  <w:style w:type="table" w:styleId="Tabellrutnt">
    <w:name w:val="Table Grid"/>
    <w:basedOn w:val="Normaltabell"/>
    <w:uiPriority w:val="39"/>
    <w:rsid w:val="003467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55"/>
    <w:pPr>
      <w:spacing w:after="0" w:line="240" w:lineRule="auto"/>
    </w:pPr>
    <w:rPr>
      <w:rFonts w:ascii="HelveticaNeueLT Std" w:hAnsi="HelveticaNeueLT Std" w:cs="Arial"/>
      <w:szCs w:val="24"/>
      <w:lang w:val="en-GB"/>
    </w:rPr>
  </w:style>
  <w:style w:type="paragraph" w:styleId="Rubrik1">
    <w:name w:val="heading 1"/>
    <w:basedOn w:val="Normal"/>
    <w:next w:val="Normal"/>
    <w:link w:val="Rubrik1Char"/>
    <w:autoRedefine/>
    <w:uiPriority w:val="9"/>
    <w:qFormat/>
    <w:rsid w:val="00AF3E55"/>
    <w:pPr>
      <w:keepNext/>
      <w:outlineLvl w:val="0"/>
    </w:pPr>
    <w:rPr>
      <w:rFonts w:ascii="HelveticaNeueLT Std Med" w:eastAsiaTheme="majorEastAsia" w:hAnsi="HelveticaNeueLT Std Med" w:cstheme="majorBidi"/>
      <w:b/>
      <w:bCs/>
      <w:kern w:val="32"/>
      <w:sz w:val="28"/>
      <w:szCs w:val="32"/>
    </w:rPr>
  </w:style>
  <w:style w:type="paragraph" w:styleId="Rubrik2">
    <w:name w:val="heading 2"/>
    <w:basedOn w:val="Normal"/>
    <w:next w:val="Normal"/>
    <w:link w:val="Rubrik2Char"/>
    <w:autoRedefine/>
    <w:qFormat/>
    <w:rsid w:val="00AF3E55"/>
    <w:pPr>
      <w:keepNext/>
      <w:outlineLvl w:val="1"/>
    </w:pPr>
    <w:rPr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AF3E55"/>
    <w:rPr>
      <w:rFonts w:ascii="HelveticaNeueLT Std Med" w:eastAsiaTheme="majorEastAsia" w:hAnsi="HelveticaNeueLT Std Med" w:cstheme="majorBidi"/>
      <w:b/>
      <w:bCs/>
      <w:kern w:val="32"/>
      <w:sz w:val="28"/>
      <w:szCs w:val="32"/>
      <w:lang w:val="en-GB"/>
    </w:rPr>
  </w:style>
  <w:style w:type="character" w:customStyle="1" w:styleId="Rubrik2Char">
    <w:name w:val="Rubrik 2 Char"/>
    <w:basedOn w:val="Standardstycketeckensnitt"/>
    <w:link w:val="Rubrik2"/>
    <w:rsid w:val="00AF3E55"/>
    <w:rPr>
      <w:rFonts w:ascii="HelveticaNeueLT Std" w:hAnsi="HelveticaNeueLT Std" w:cs="Arial"/>
      <w:b/>
      <w:szCs w:val="24"/>
      <w:lang w:val="en-GB"/>
    </w:rPr>
  </w:style>
  <w:style w:type="paragraph" w:styleId="Rubrik">
    <w:name w:val="Title"/>
    <w:basedOn w:val="Normal"/>
    <w:next w:val="Normal"/>
    <w:link w:val="RubrikChar"/>
    <w:autoRedefine/>
    <w:uiPriority w:val="10"/>
    <w:rsid w:val="00BC665D"/>
    <w:pPr>
      <w:jc w:val="center"/>
      <w:outlineLvl w:val="0"/>
    </w:pPr>
    <w:rPr>
      <w:rFonts w:ascii="HelveticaNeueLT Std Med" w:eastAsiaTheme="majorEastAsia" w:hAnsi="HelveticaNeueLT Std Med" w:cstheme="majorBidi"/>
      <w:b/>
      <w:bCs/>
      <w:kern w:val="28"/>
      <w:sz w:val="28"/>
      <w:szCs w:val="32"/>
    </w:rPr>
  </w:style>
  <w:style w:type="character" w:customStyle="1" w:styleId="RubrikChar">
    <w:name w:val="Rubrik Char"/>
    <w:basedOn w:val="Standardstycketeckensnitt"/>
    <w:link w:val="Rubrik"/>
    <w:uiPriority w:val="10"/>
    <w:rsid w:val="00BC665D"/>
    <w:rPr>
      <w:rFonts w:ascii="HelveticaNeueLT Std Med" w:eastAsiaTheme="majorEastAsia" w:hAnsi="HelveticaNeueLT Std Med" w:cstheme="majorBidi"/>
      <w:b/>
      <w:bCs/>
      <w:kern w:val="28"/>
      <w:sz w:val="28"/>
      <w:szCs w:val="32"/>
      <w:lang w:val="en-GB"/>
    </w:rPr>
  </w:style>
  <w:style w:type="paragraph" w:styleId="Sidhuvud">
    <w:name w:val="header"/>
    <w:basedOn w:val="Normal"/>
    <w:link w:val="Sidhuvud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Sidfot">
    <w:name w:val="footer"/>
    <w:basedOn w:val="Normal"/>
    <w:link w:val="Sidfot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F3E55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F3E55"/>
    <w:rPr>
      <w:rFonts w:ascii="Tahoma" w:hAnsi="Tahoma" w:cs="Tahoma"/>
      <w:sz w:val="16"/>
      <w:szCs w:val="16"/>
      <w:lang w:val="en-GB"/>
    </w:rPr>
  </w:style>
  <w:style w:type="paragraph" w:styleId="Ingetavstnd">
    <w:name w:val="No Spacing"/>
    <w:uiPriority w:val="1"/>
    <w:rsid w:val="00AF3E55"/>
    <w:pPr>
      <w:spacing w:after="0" w:line="240" w:lineRule="auto"/>
    </w:pPr>
    <w:rPr>
      <w:rFonts w:ascii="HelveticaNeueLT Std" w:hAnsi="HelveticaNeueLT Std" w:cs="Arial"/>
      <w:sz w:val="20"/>
      <w:szCs w:val="24"/>
      <w:lang w:val="en-GB"/>
    </w:rPr>
  </w:style>
  <w:style w:type="paragraph" w:styleId="Liststycke">
    <w:name w:val="List Paragraph"/>
    <w:basedOn w:val="Normal"/>
    <w:uiPriority w:val="34"/>
    <w:qFormat/>
    <w:rsid w:val="00576793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576793"/>
    <w:rPr>
      <w:color w:val="0000FF" w:themeColor="hyperlink"/>
      <w:u w:val="single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BF5D22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BF5D22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BF5D22"/>
    <w:rPr>
      <w:rFonts w:ascii="HelveticaNeueLT Std" w:hAnsi="HelveticaNeueLT Std" w:cs="Arial"/>
      <w:sz w:val="20"/>
      <w:szCs w:val="20"/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BF5D22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BF5D22"/>
    <w:rPr>
      <w:rFonts w:ascii="HelveticaNeueLT Std" w:hAnsi="HelveticaNeueLT Std" w:cs="Arial"/>
      <w:b/>
      <w:bCs/>
      <w:sz w:val="20"/>
      <w:szCs w:val="20"/>
      <w:lang w:val="en-GB"/>
    </w:rPr>
  </w:style>
  <w:style w:type="paragraph" w:customStyle="1" w:styleId="Default">
    <w:name w:val="Default"/>
    <w:rsid w:val="00C036D4"/>
    <w:pPr>
      <w:autoSpaceDE w:val="0"/>
      <w:autoSpaceDN w:val="0"/>
      <w:adjustRightInd w:val="0"/>
      <w:spacing w:after="0" w:line="240" w:lineRule="auto"/>
    </w:pPr>
    <w:rPr>
      <w:rFonts w:ascii="HelveticaNeueLT Std" w:hAnsi="HelveticaNeueLT Std" w:cs="HelveticaNeueLT Std"/>
      <w:color w:val="000000"/>
      <w:sz w:val="24"/>
      <w:szCs w:val="24"/>
      <w:lang w:val="sv-SE"/>
    </w:rPr>
  </w:style>
  <w:style w:type="table" w:styleId="Tabellrutnt">
    <w:name w:val="Table Grid"/>
    <w:basedOn w:val="Normaltabell"/>
    <w:uiPriority w:val="39"/>
    <w:rsid w:val="003467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wi-lol\Desktop\Letter%20template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6F756E461B74CB35F94B81337A53D" ma:contentTypeVersion="10" ma:contentTypeDescription="Create a new document." ma:contentTypeScope="" ma:versionID="7ea84862c01fe20aa980d2a3656e5e11">
  <xsd:schema xmlns:xsd="http://www.w3.org/2001/XMLSchema" xmlns:xs="http://www.w3.org/2001/XMLSchema" xmlns:p="http://schemas.microsoft.com/office/2006/metadata/properties" xmlns:ns2="5b615a83-b2ae-440c-b586-31d0a9f40ac4" targetNamespace="http://schemas.microsoft.com/office/2006/metadata/properties" ma:root="true" ma:fieldsID="1dc79ae7721c03ccf32e982afd43f2ed" ns2:_="">
    <xsd:import namespace="5b615a83-b2ae-440c-b586-31d0a9f40ac4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Programme"/>
                <xsd:element ref="ns2:Project"/>
                <xsd:element ref="ns2:Project_x003a_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615a83-b2ae-440c-b586-31d0a9f40ac4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Document type" ma:default="Agendas" ma:format="Dropdown" ma:internalName="Category">
      <xsd:simpleType>
        <xsd:restriction base="dms:Choice">
          <xsd:enumeration value="Agendas"/>
          <xsd:enumeration value="Background documents"/>
          <xsd:enumeration value="Budgets"/>
          <xsd:enumeration value="Concept notes"/>
          <xsd:enumeration value="Contracts and ToR"/>
          <xsd:enumeration value="Course materials"/>
          <xsd:enumeration value="Invitation letters"/>
          <xsd:enumeration value="Meetings"/>
          <xsd:enumeration value="Participants"/>
          <xsd:enumeration value="Proposals"/>
          <xsd:enumeration value="Reporting"/>
          <xsd:enumeration value="Resource persons"/>
          <xsd:enumeration value="Travels"/>
          <xsd:enumeration value="Work plans"/>
        </xsd:restriction>
      </xsd:simpleType>
    </xsd:element>
    <xsd:element name="Programme" ma:index="3" ma:displayName="Programme" ma:list="{be0ec913-4dfa-444c-b6c6-ec562a08aff4}" ma:internalName="Programme" ma:readOnly="false" ma:showField="Title">
      <xsd:simpleType>
        <xsd:restriction base="dms:Lookup"/>
      </xsd:simpleType>
    </xsd:element>
    <xsd:element name="Project" ma:index="4" ma:displayName="Project" ma:list="{f3ed8ac0-f837-4bff-ad0a-f7fd7e944776}" ma:internalName="Project" ma:readOnly="false" ma:showField="Title">
      <xsd:simpleType>
        <xsd:restriction base="dms:Lookup"/>
      </xsd:simpleType>
    </xsd:element>
    <xsd:element name="Project_x003a_ID" ma:index="11" nillable="true" ma:displayName="Project:ID" ma:list="{f3ed8ac0-f837-4bff-ad0a-f7fd7e944776}" ma:internalName="Project_x003a_ID" ma:readOnly="true" ma:showField="ID" ma:web="7d02a968-f1d8-40a6-9058-2ccf71f5150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5b615a83-b2ae-440c-b586-31d0a9f40ac4">Participants</Category>
    <Project xmlns="5b615a83-b2ae-440c-b586-31d0a9f40ac4">41</Project>
    <Programme xmlns="5b615a83-b2ae-440c-b586-31d0a9f40ac4">1</Programm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0644-4408-44EE-A732-9B1F235F1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615a83-b2ae-440c-b586-31d0a9f40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D79621-81A2-4F17-9FDB-24A341CD1F89}">
  <ds:schemaRefs>
    <ds:schemaRef ds:uri="5b615a83-b2ae-440c-b586-31d0a9f40ac4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7B1735-4197-480C-8914-84DE67F35E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89ABDB-86B4-4B33-9598-A7E17686B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</Template>
  <TotalTime>11</TotalTime>
  <Pages>2</Pages>
  <Words>485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Announcement AI Fellow</vt:lpstr>
      <vt:lpstr>Announcement AI Fellow</vt:lpstr>
    </vt:vector>
  </TitlesOfParts>
  <Company>Lunds Universitet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Announcement AI Fellow</dc:title>
  <dc:creator>rwi-moh</dc:creator>
  <cp:lastModifiedBy>David Eile</cp:lastModifiedBy>
  <cp:revision>6</cp:revision>
  <cp:lastPrinted>2012-06-28T07:55:00Z</cp:lastPrinted>
  <dcterms:created xsi:type="dcterms:W3CDTF">2015-05-07T15:18:00Z</dcterms:created>
  <dcterms:modified xsi:type="dcterms:W3CDTF">2015-06-11T07:46:00Z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0x0101000EC6F756E461B74CB35F94B81337A53D</vt:lpwstr>
  </property>
</Properties>
</file>