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A655B" w14:textId="77777777" w:rsidR="002864C8" w:rsidRDefault="002864C8" w:rsidP="007C2D46">
      <w:pPr>
        <w:rPr>
          <w:lang w:val="sv-SE"/>
        </w:rPr>
      </w:pPr>
    </w:p>
    <w:p w14:paraId="134F23DC" w14:textId="77777777" w:rsidR="007C2D46" w:rsidRDefault="007C2D46" w:rsidP="007C2D46">
      <w:pPr>
        <w:rPr>
          <w:lang w:val="sv-SE"/>
        </w:rPr>
      </w:pPr>
    </w:p>
    <w:p w14:paraId="5E1F738E" w14:textId="77777777" w:rsidR="007C2D46" w:rsidRDefault="007C2D46" w:rsidP="007C2D46">
      <w:pPr>
        <w:rPr>
          <w:lang w:val="sv-SE"/>
        </w:rPr>
      </w:pPr>
    </w:p>
    <w:p w14:paraId="77A0F71C" w14:textId="77777777" w:rsidR="004309D3" w:rsidRDefault="004309D3" w:rsidP="004309D3">
      <w:pPr>
        <w:jc w:val="both"/>
        <w:rPr>
          <w:rFonts w:ascii="Times New Roman" w:hAnsi="Times New Roman" w:cs="Times New Roman"/>
          <w:sz w:val="24"/>
        </w:rPr>
      </w:pPr>
    </w:p>
    <w:p w14:paraId="7534D5EB" w14:textId="77777777" w:rsidR="000A747A" w:rsidRDefault="000A747A" w:rsidP="004309D3">
      <w:pPr>
        <w:jc w:val="both"/>
        <w:rPr>
          <w:rFonts w:ascii="Times New Roman" w:hAnsi="Times New Roman" w:cs="Times New Roman"/>
          <w:sz w:val="24"/>
        </w:rPr>
      </w:pPr>
    </w:p>
    <w:p w14:paraId="06FF962E" w14:textId="77777777" w:rsidR="000A747A" w:rsidRDefault="000A747A" w:rsidP="004309D3">
      <w:pPr>
        <w:jc w:val="both"/>
        <w:rPr>
          <w:rFonts w:ascii="Times New Roman" w:hAnsi="Times New Roman" w:cs="Times New Roman"/>
          <w:sz w:val="24"/>
        </w:rPr>
      </w:pPr>
    </w:p>
    <w:p w14:paraId="1631154A" w14:textId="77777777" w:rsidR="000A747A" w:rsidRDefault="000A747A" w:rsidP="004309D3">
      <w:pPr>
        <w:jc w:val="both"/>
        <w:rPr>
          <w:rFonts w:ascii="Times New Roman" w:hAnsi="Times New Roman" w:cs="Times New Roman"/>
          <w:b/>
          <w:sz w:val="24"/>
        </w:rPr>
      </w:pPr>
    </w:p>
    <w:p w14:paraId="740A82A9" w14:textId="77777777" w:rsidR="007C2D46" w:rsidRDefault="007C2D46" w:rsidP="007C2D46">
      <w:pPr>
        <w:rPr>
          <w:lang w:val="sv-SE"/>
        </w:rPr>
      </w:pPr>
    </w:p>
    <w:p w14:paraId="524371DF" w14:textId="77777777" w:rsidR="00787F2E" w:rsidRPr="003E05CB" w:rsidRDefault="00424E59" w:rsidP="00424E59">
      <w:pPr>
        <w:jc w:val="center"/>
        <w:rPr>
          <w:b/>
          <w:sz w:val="36"/>
          <w:szCs w:val="36"/>
          <w:lang w:val="en-US"/>
        </w:rPr>
      </w:pPr>
      <w:r w:rsidRPr="003E05CB">
        <w:rPr>
          <w:b/>
          <w:sz w:val="36"/>
          <w:szCs w:val="36"/>
          <w:lang w:val="en-US"/>
        </w:rPr>
        <w:t>Application Form – Inclusion Academy</w:t>
      </w:r>
      <w:r w:rsidR="001C5F09" w:rsidRPr="003E05CB">
        <w:rPr>
          <w:b/>
          <w:sz w:val="36"/>
          <w:szCs w:val="36"/>
          <w:lang w:val="en-US"/>
        </w:rPr>
        <w:t xml:space="preserve"> 2017</w:t>
      </w:r>
    </w:p>
    <w:p w14:paraId="0074682F" w14:textId="77777777" w:rsidR="00787F2E" w:rsidRPr="003E05CB" w:rsidRDefault="00787F2E" w:rsidP="007C2D46">
      <w:pPr>
        <w:rPr>
          <w:lang w:val="en-US"/>
        </w:rPr>
      </w:pPr>
    </w:p>
    <w:p w14:paraId="0CCD8355" w14:textId="77777777" w:rsidR="00787F2E" w:rsidRPr="003E05CB" w:rsidRDefault="00787F2E" w:rsidP="007C2D46">
      <w:pPr>
        <w:rPr>
          <w:lang w:val="en-US"/>
        </w:rPr>
      </w:pPr>
    </w:p>
    <w:p w14:paraId="43340675" w14:textId="77777777" w:rsidR="00424E59" w:rsidRDefault="00424E59" w:rsidP="00424E59">
      <w:pPr>
        <w:rPr>
          <w:b/>
          <w:lang w:val="en-US"/>
        </w:rPr>
      </w:pPr>
    </w:p>
    <w:p w14:paraId="3DE88CC9" w14:textId="77777777" w:rsidR="00424E59" w:rsidRDefault="00424E59" w:rsidP="00424E59">
      <w:pPr>
        <w:rPr>
          <w:b/>
          <w:lang w:val="en-US"/>
        </w:rPr>
      </w:pPr>
    </w:p>
    <w:p w14:paraId="1D6DC7C0" w14:textId="77777777" w:rsidR="00424E59" w:rsidRPr="00AF71D8" w:rsidRDefault="00424E59" w:rsidP="00424E59">
      <w:pPr>
        <w:rPr>
          <w:b/>
          <w:sz w:val="28"/>
          <w:szCs w:val="28"/>
          <w:lang w:val="en-US"/>
        </w:rPr>
      </w:pPr>
      <w:r w:rsidRPr="00AF71D8">
        <w:rPr>
          <w:b/>
          <w:sz w:val="28"/>
          <w:szCs w:val="28"/>
          <w:lang w:val="en-US"/>
        </w:rPr>
        <w:t>Organizational information:</w:t>
      </w:r>
    </w:p>
    <w:p w14:paraId="1794C43B" w14:textId="77777777" w:rsidR="00787F2E" w:rsidRPr="00424E59" w:rsidRDefault="00787F2E" w:rsidP="007C2D46">
      <w:pPr>
        <w:rPr>
          <w:lang w:val="en-US"/>
        </w:rPr>
      </w:pPr>
    </w:p>
    <w:p w14:paraId="4138B6BE" w14:textId="77777777" w:rsidR="00424E59" w:rsidRPr="00424E59" w:rsidRDefault="00424E59" w:rsidP="007C2D46">
      <w:pPr>
        <w:rPr>
          <w:lang w:val="en-US"/>
        </w:rPr>
      </w:pPr>
    </w:p>
    <w:p w14:paraId="37C7706A" w14:textId="77777777" w:rsidR="00424E59" w:rsidRPr="00424E59" w:rsidRDefault="00424E59" w:rsidP="007C2D46">
      <w:pPr>
        <w:rPr>
          <w:lang w:val="en-US"/>
        </w:rPr>
      </w:pPr>
    </w:p>
    <w:p w14:paraId="793060BB" w14:textId="77777777" w:rsidR="0091207D" w:rsidRPr="00424E59" w:rsidRDefault="00424E59" w:rsidP="007C2D46">
      <w:pPr>
        <w:rPr>
          <w:lang w:val="en-US"/>
        </w:rPr>
      </w:pPr>
      <w:r w:rsidRPr="00424E59">
        <w:rPr>
          <w:noProof/>
          <w:lang w:val="sv-SE" w:eastAsia="sv-SE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6E9ED8B7" wp14:editId="5EECDE3D">
                <wp:simplePos x="0" y="0"/>
                <wp:positionH relativeFrom="column">
                  <wp:posOffset>2667000</wp:posOffset>
                </wp:positionH>
                <wp:positionV relativeFrom="paragraph">
                  <wp:posOffset>9525</wp:posOffset>
                </wp:positionV>
                <wp:extent cx="3070860" cy="1404620"/>
                <wp:effectExtent l="0" t="0" r="15240" b="22225"/>
                <wp:wrapSquare wrapText="bothSides"/>
                <wp:docPr id="217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55A96" w14:textId="77777777" w:rsidR="00424E59" w:rsidRPr="00424E59" w:rsidRDefault="00424E59" w:rsidP="00424E59">
                            <w:pPr>
                              <w:jc w:val="right"/>
                              <w:rPr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9ED8B7"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210pt;margin-top:.75pt;width:241.8pt;height:110.6pt;z-index: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">
                <v:textbox style="mso-fit-shape-to-text:t">
                  <w:txbxContent>
                    <w:p w14:paraId="01E55A96" w14:textId="77777777" w:rsidR="00424E59" w:rsidRPr="00424E59" w:rsidRDefault="00424E59" w:rsidP="00424E59">
                      <w:pPr>
                        <w:jc w:val="right"/>
                        <w:rPr>
                          <w:lang w:val="sv-S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24E59">
        <w:rPr>
          <w:lang w:val="en-US"/>
        </w:rPr>
        <w:t xml:space="preserve">Name </w:t>
      </w:r>
      <w:r>
        <w:rPr>
          <w:lang w:val="en-US"/>
        </w:rPr>
        <w:t xml:space="preserve">of the organization </w:t>
      </w:r>
    </w:p>
    <w:p w14:paraId="4FFBD80C" w14:textId="305FD852" w:rsidR="00424E59" w:rsidRPr="00424E59" w:rsidRDefault="00424E59" w:rsidP="007C2D46">
      <w:pPr>
        <w:rPr>
          <w:lang w:val="en-US"/>
        </w:rPr>
      </w:pPr>
    </w:p>
    <w:p w14:paraId="0B9C36C7" w14:textId="1D968509" w:rsidR="0091207D" w:rsidRPr="00424E59" w:rsidRDefault="0091207D" w:rsidP="007C2D46">
      <w:pPr>
        <w:rPr>
          <w:lang w:val="en-US"/>
        </w:rPr>
      </w:pPr>
    </w:p>
    <w:p w14:paraId="02EE31C9" w14:textId="4B0410C5" w:rsidR="0091207D" w:rsidRPr="00424E59" w:rsidRDefault="0091207D" w:rsidP="007C2D46">
      <w:pPr>
        <w:rPr>
          <w:lang w:val="en-US"/>
        </w:rPr>
      </w:pPr>
    </w:p>
    <w:p w14:paraId="06F8960F" w14:textId="60F64E3D" w:rsidR="0091207D" w:rsidRDefault="00424E59" w:rsidP="007C2D46">
      <w:pPr>
        <w:rPr>
          <w:lang w:val="en-US"/>
        </w:rPr>
      </w:pPr>
      <w:r w:rsidRPr="00424E59">
        <w:rPr>
          <w:noProof/>
          <w:lang w:val="sv-SE" w:eastAsia="sv-SE"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4016AA71" wp14:editId="7DC3C004">
                <wp:simplePos x="0" y="0"/>
                <wp:positionH relativeFrom="column">
                  <wp:posOffset>2682240</wp:posOffset>
                </wp:positionH>
                <wp:positionV relativeFrom="paragraph">
                  <wp:posOffset>13335</wp:posOffset>
                </wp:positionV>
                <wp:extent cx="3063240" cy="1404620"/>
                <wp:effectExtent l="0" t="0" r="22860" b="22225"/>
                <wp:wrapSquare wrapText="bothSides"/>
                <wp:docPr id="1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2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09715" w14:textId="77777777" w:rsidR="00424E59" w:rsidRPr="00424E59" w:rsidRDefault="00424E59" w:rsidP="00424E59">
                            <w:pPr>
                              <w:rPr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16AA71" id="_x0000_s1027" type="#_x0000_t202" style="position:absolute;margin-left:211.2pt;margin-top:1.05pt;width:241.2pt;height:110.6pt;z-index:251650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">
                <v:textbox style="mso-fit-shape-to-text:t">
                  <w:txbxContent>
                    <w:p w14:paraId="24109715" w14:textId="77777777" w:rsidR="00424E59" w:rsidRPr="00424E59" w:rsidRDefault="00424E59" w:rsidP="00424E59">
                      <w:pPr>
                        <w:rPr>
                          <w:lang w:val="sv-S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val="en-US"/>
        </w:rPr>
        <w:t>Registration</w:t>
      </w:r>
      <w:r w:rsidR="00981929">
        <w:rPr>
          <w:lang w:val="en-US"/>
        </w:rPr>
        <w:t>/</w:t>
      </w:r>
      <w:proofErr w:type="spellStart"/>
      <w:r w:rsidR="00981929">
        <w:rPr>
          <w:lang w:val="en-US"/>
        </w:rPr>
        <w:t>Organisational</w:t>
      </w:r>
      <w:proofErr w:type="spellEnd"/>
      <w:r w:rsidR="00981929">
        <w:rPr>
          <w:lang w:val="en-US"/>
        </w:rPr>
        <w:t xml:space="preserve"> Number</w:t>
      </w:r>
    </w:p>
    <w:p w14:paraId="60BB4749" w14:textId="1CB2EF75" w:rsidR="00981929" w:rsidRPr="00424E59" w:rsidRDefault="00981929" w:rsidP="007C2D46">
      <w:pPr>
        <w:rPr>
          <w:lang w:val="en-US"/>
        </w:rPr>
      </w:pPr>
      <w:r>
        <w:rPr>
          <w:lang w:val="en-US"/>
        </w:rPr>
        <w:t>(</w:t>
      </w:r>
      <w:proofErr w:type="gramStart"/>
      <w:r>
        <w:rPr>
          <w:lang w:val="en-US"/>
        </w:rPr>
        <w:t>if</w:t>
      </w:r>
      <w:proofErr w:type="gramEnd"/>
      <w:r>
        <w:rPr>
          <w:lang w:val="en-US"/>
        </w:rPr>
        <w:t xml:space="preserve"> applicable)</w:t>
      </w:r>
    </w:p>
    <w:p w14:paraId="09A16D1C" w14:textId="77777777" w:rsidR="0091207D" w:rsidRDefault="0091207D" w:rsidP="007C2D46">
      <w:pPr>
        <w:rPr>
          <w:lang w:val="en-US"/>
        </w:rPr>
      </w:pPr>
    </w:p>
    <w:p w14:paraId="10E3835D" w14:textId="74BF3BBB" w:rsidR="00424E59" w:rsidRPr="00424E59" w:rsidRDefault="00424E59" w:rsidP="007C2D46">
      <w:pPr>
        <w:rPr>
          <w:lang w:val="en-US"/>
        </w:rPr>
      </w:pPr>
    </w:p>
    <w:p w14:paraId="033333D9" w14:textId="77777777" w:rsidR="0091207D" w:rsidRPr="00424E59" w:rsidRDefault="0091207D" w:rsidP="007C2D46">
      <w:pPr>
        <w:rPr>
          <w:lang w:val="en-US"/>
        </w:rPr>
      </w:pPr>
    </w:p>
    <w:p w14:paraId="5E58CD18" w14:textId="77777777" w:rsidR="00424E59" w:rsidRPr="00424E59" w:rsidRDefault="00424E59" w:rsidP="007C2D46">
      <w:pPr>
        <w:rPr>
          <w:lang w:val="en-US"/>
        </w:rPr>
      </w:pPr>
      <w:r w:rsidRPr="00424E59">
        <w:rPr>
          <w:noProof/>
          <w:lang w:val="sv-SE" w:eastAsia="sv-SE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4656E379" wp14:editId="0E61610B">
                <wp:simplePos x="0" y="0"/>
                <wp:positionH relativeFrom="column">
                  <wp:posOffset>2697480</wp:posOffset>
                </wp:positionH>
                <wp:positionV relativeFrom="paragraph">
                  <wp:posOffset>7620</wp:posOffset>
                </wp:positionV>
                <wp:extent cx="3070225" cy="1404620"/>
                <wp:effectExtent l="0" t="0" r="15875" b="22225"/>
                <wp:wrapSquare wrapText="bothSides"/>
                <wp:docPr id="2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AEDA0" w14:textId="77777777" w:rsidR="00424E59" w:rsidRDefault="00424E59" w:rsidP="00424E59">
                            <w:pPr>
                              <w:rPr>
                                <w:lang w:val="sv-SE"/>
                              </w:rPr>
                            </w:pPr>
                          </w:p>
                          <w:p w14:paraId="264AC33B" w14:textId="77777777" w:rsidR="00424E59" w:rsidRPr="00424E59" w:rsidRDefault="00424E59" w:rsidP="00424E59">
                            <w:pPr>
                              <w:rPr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56E379" id="_x0000_s1028" type="#_x0000_t202" style="position:absolute;margin-left:212.4pt;margin-top:.6pt;width:241.75pt;height:110.6pt;z-index:2516520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">
                <v:textbox style="mso-fit-shape-to-text:t">
                  <w:txbxContent>
                    <w:p w14:paraId="080AEDA0" w14:textId="77777777" w:rsidR="00424E59" w:rsidRDefault="00424E59" w:rsidP="00424E59">
                      <w:pPr>
                        <w:rPr>
                          <w:lang w:val="sv-SE"/>
                        </w:rPr>
                      </w:pPr>
                    </w:p>
                    <w:p w14:paraId="264AC33B" w14:textId="77777777" w:rsidR="00424E59" w:rsidRPr="00424E59" w:rsidRDefault="00424E59" w:rsidP="00424E59">
                      <w:pPr>
                        <w:rPr>
                          <w:lang w:val="sv-S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>
        <w:rPr>
          <w:lang w:val="en-US"/>
        </w:rPr>
        <w:t>Adress</w:t>
      </w:r>
      <w:proofErr w:type="spellEnd"/>
      <w:r>
        <w:rPr>
          <w:lang w:val="en-US"/>
        </w:rPr>
        <w:t xml:space="preserve"> of Headquarters </w:t>
      </w:r>
    </w:p>
    <w:p w14:paraId="0FC0F395" w14:textId="59E93EB8" w:rsidR="00424E59" w:rsidRPr="00424E59" w:rsidRDefault="00424E59" w:rsidP="007C2D46">
      <w:pPr>
        <w:rPr>
          <w:lang w:val="en-US"/>
        </w:rPr>
      </w:pPr>
    </w:p>
    <w:p w14:paraId="784D47C8" w14:textId="19A5C1BD" w:rsidR="00424E59" w:rsidRPr="00424E59" w:rsidRDefault="00424E59" w:rsidP="007C2D46">
      <w:pPr>
        <w:rPr>
          <w:lang w:val="en-US"/>
        </w:rPr>
      </w:pPr>
    </w:p>
    <w:p w14:paraId="47C7CDC0" w14:textId="3C8BA5A2" w:rsidR="00424E59" w:rsidRPr="00424E59" w:rsidRDefault="00424E59" w:rsidP="007C2D46">
      <w:pPr>
        <w:rPr>
          <w:lang w:val="en-US"/>
        </w:rPr>
      </w:pPr>
    </w:p>
    <w:p w14:paraId="572D0F99" w14:textId="545DFE95" w:rsidR="00424E59" w:rsidRPr="00424E59" w:rsidRDefault="00981929" w:rsidP="007C2D46">
      <w:pPr>
        <w:rPr>
          <w:lang w:val="en-US"/>
        </w:rPr>
      </w:pPr>
      <w:r w:rsidRPr="00424E59">
        <w:rPr>
          <w:noProof/>
          <w:lang w:val="sv-SE" w:eastAsia="sv-S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5663640" wp14:editId="59EA7D42">
                <wp:simplePos x="0" y="0"/>
                <wp:positionH relativeFrom="column">
                  <wp:posOffset>2710815</wp:posOffset>
                </wp:positionH>
                <wp:positionV relativeFrom="page">
                  <wp:posOffset>6030595</wp:posOffset>
                </wp:positionV>
                <wp:extent cx="1303200" cy="263525"/>
                <wp:effectExtent l="0" t="0" r="11430" b="22225"/>
                <wp:wrapSquare wrapText="bothSides"/>
                <wp:docPr id="3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20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F90B5" w14:textId="77777777" w:rsidR="00424E59" w:rsidRPr="00424E59" w:rsidRDefault="00424E59" w:rsidP="00424E59">
                            <w:pPr>
                              <w:rPr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663640" id="_x0000_s1029" type="#_x0000_t202" style="position:absolute;margin-left:213.45pt;margin-top:474.85pt;width:102.6pt;height:20.7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">
                <v:textbox style="mso-fit-shape-to-text:t">
                  <w:txbxContent>
                    <w:p w14:paraId="67AF90B5" w14:textId="77777777" w:rsidR="00424E59" w:rsidRPr="00424E59" w:rsidRDefault="00424E59" w:rsidP="00424E59">
                      <w:pPr>
                        <w:rPr>
                          <w:lang w:val="sv-SE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424E59">
        <w:rPr>
          <w:lang w:val="en-US"/>
        </w:rPr>
        <w:t xml:space="preserve">Established (year) </w:t>
      </w:r>
    </w:p>
    <w:p w14:paraId="76BC3A0B" w14:textId="77777777" w:rsidR="00424E59" w:rsidRPr="00424E59" w:rsidRDefault="00424E59" w:rsidP="007C2D46">
      <w:pPr>
        <w:rPr>
          <w:lang w:val="en-US"/>
        </w:rPr>
      </w:pPr>
    </w:p>
    <w:p w14:paraId="2E0BB38E" w14:textId="2A4A6716" w:rsidR="00424E59" w:rsidRPr="00424E59" w:rsidRDefault="00424E59" w:rsidP="007C2D46">
      <w:pPr>
        <w:rPr>
          <w:lang w:val="en-US"/>
        </w:rPr>
      </w:pPr>
    </w:p>
    <w:p w14:paraId="11F4164C" w14:textId="2C99B1FC" w:rsidR="00424E59" w:rsidRPr="00424E59" w:rsidRDefault="00424E59" w:rsidP="007C2D46">
      <w:pPr>
        <w:rPr>
          <w:lang w:val="en-US"/>
        </w:rPr>
      </w:pPr>
    </w:p>
    <w:p w14:paraId="5C080E91" w14:textId="77777777" w:rsidR="00424E59" w:rsidRDefault="00424E59" w:rsidP="00424E59">
      <w:pPr>
        <w:rPr>
          <w:lang w:val="en-US"/>
        </w:rPr>
      </w:pPr>
      <w:r w:rsidRPr="00424E59">
        <w:rPr>
          <w:noProof/>
          <w:lang w:val="sv-SE" w:eastAsia="sv-S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0419987" wp14:editId="4FABB8CB">
                <wp:simplePos x="0" y="0"/>
                <wp:positionH relativeFrom="column">
                  <wp:posOffset>2720340</wp:posOffset>
                </wp:positionH>
                <wp:positionV relativeFrom="paragraph">
                  <wp:posOffset>9525</wp:posOffset>
                </wp:positionV>
                <wp:extent cx="3070860" cy="441960"/>
                <wp:effectExtent l="0" t="0" r="15240" b="15240"/>
                <wp:wrapSquare wrapText="bothSides"/>
                <wp:docPr id="4" name="Textrut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28CD1" w14:textId="77777777" w:rsidR="00424E59" w:rsidRPr="00424E59" w:rsidRDefault="00424E59" w:rsidP="00424E59">
                            <w:pPr>
                              <w:rPr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19987" id="Textruta 4" o:spid="_x0000_s1030" type="#_x0000_t202" style="position:absolute;margin-left:214.2pt;margin-top:.75pt;width:241.8pt;height:34.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">
                <v:textbox>
                  <w:txbxContent>
                    <w:p w14:paraId="5F428CD1" w14:textId="77777777" w:rsidR="00424E59" w:rsidRPr="00424E59" w:rsidRDefault="00424E59" w:rsidP="00424E59">
                      <w:pPr>
                        <w:rPr>
                          <w:lang w:val="sv-S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val="en-US"/>
        </w:rPr>
        <w:t>Purpose/mission</w:t>
      </w:r>
    </w:p>
    <w:p w14:paraId="3C23A9EA" w14:textId="77777777" w:rsidR="00424E59" w:rsidRPr="00424E59" w:rsidRDefault="00424E59" w:rsidP="007C2D46">
      <w:pPr>
        <w:rPr>
          <w:lang w:val="en-US"/>
        </w:rPr>
      </w:pPr>
    </w:p>
    <w:p w14:paraId="3F3A5CA9" w14:textId="77777777" w:rsidR="00424E59" w:rsidRPr="00424E59" w:rsidRDefault="00424E59" w:rsidP="00424E59">
      <w:pPr>
        <w:rPr>
          <w:lang w:val="en-US"/>
        </w:rPr>
      </w:pPr>
      <w:r w:rsidRPr="00424E59">
        <w:rPr>
          <w:lang w:val="en-US"/>
        </w:rPr>
        <w:t xml:space="preserve"> </w:t>
      </w:r>
    </w:p>
    <w:p w14:paraId="3D019364" w14:textId="77777777" w:rsidR="00424E59" w:rsidRDefault="00424E59" w:rsidP="00424E59">
      <w:pPr>
        <w:rPr>
          <w:lang w:val="en-US"/>
        </w:rPr>
      </w:pPr>
    </w:p>
    <w:p w14:paraId="00802E8F" w14:textId="77777777" w:rsidR="00424E59" w:rsidRDefault="00424E59" w:rsidP="00424E59">
      <w:pPr>
        <w:rPr>
          <w:lang w:val="en-US"/>
        </w:rPr>
      </w:pPr>
    </w:p>
    <w:p w14:paraId="5086E583" w14:textId="77777777" w:rsidR="00424E59" w:rsidRDefault="001C5F09" w:rsidP="00424E59">
      <w:pPr>
        <w:rPr>
          <w:lang w:val="en-US"/>
        </w:rPr>
      </w:pPr>
      <w:r w:rsidRPr="00424E59">
        <w:rPr>
          <w:noProof/>
          <w:lang w:val="sv-SE" w:eastAsia="sv-S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FF9C811" wp14:editId="1C7D0660">
                <wp:simplePos x="0" y="0"/>
                <wp:positionH relativeFrom="margin">
                  <wp:posOffset>2727960</wp:posOffset>
                </wp:positionH>
                <wp:positionV relativeFrom="paragraph">
                  <wp:posOffset>38100</wp:posOffset>
                </wp:positionV>
                <wp:extent cx="3070225" cy="441960"/>
                <wp:effectExtent l="0" t="0" r="15875" b="15240"/>
                <wp:wrapSquare wrapText="bothSides"/>
                <wp:docPr id="5" name="Textrut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9C655" w14:textId="77777777" w:rsidR="001C5F09" w:rsidRPr="00424E59" w:rsidRDefault="001C5F09" w:rsidP="001C5F09">
                            <w:pPr>
                              <w:rPr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9C811" id="Textruta 5" o:spid="_x0000_s1031" type="#_x0000_t202" style="position:absolute;margin-left:214.8pt;margin-top:3pt;width:241.75pt;height:34.8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">
                <v:textbox>
                  <w:txbxContent>
                    <w:p w14:paraId="6DD9C655" w14:textId="77777777" w:rsidR="001C5F09" w:rsidRPr="00424E59" w:rsidRDefault="001C5F09" w:rsidP="001C5F09">
                      <w:pPr>
                        <w:rPr>
                          <w:lang w:val="sv-S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21FA9F5" w14:textId="6FD3C87E" w:rsidR="001C5F09" w:rsidRDefault="001C5F09" w:rsidP="001C5F09">
      <w:pPr>
        <w:rPr>
          <w:lang w:val="en-US"/>
        </w:rPr>
      </w:pPr>
      <w:r>
        <w:rPr>
          <w:lang w:val="en-US"/>
        </w:rPr>
        <w:t>G</w:t>
      </w:r>
      <w:r w:rsidR="00AF71D8">
        <w:rPr>
          <w:lang w:val="en-US"/>
        </w:rPr>
        <w:t xml:space="preserve">overnance </w:t>
      </w:r>
      <w:r w:rsidR="00274C2D">
        <w:rPr>
          <w:lang w:val="en-US"/>
        </w:rPr>
        <w:t xml:space="preserve">and financial </w:t>
      </w:r>
      <w:r w:rsidR="00AF71D8">
        <w:rPr>
          <w:lang w:val="en-US"/>
        </w:rPr>
        <w:t>structure</w:t>
      </w:r>
      <w:r w:rsidR="00274C2D">
        <w:rPr>
          <w:lang w:val="en-US"/>
        </w:rPr>
        <w:t>s</w:t>
      </w:r>
    </w:p>
    <w:p w14:paraId="73C7F95D" w14:textId="77777777" w:rsidR="00424E59" w:rsidRDefault="00424E59" w:rsidP="00424E59">
      <w:pPr>
        <w:rPr>
          <w:lang w:val="en-US"/>
        </w:rPr>
      </w:pPr>
    </w:p>
    <w:p w14:paraId="59B64B10" w14:textId="77777777" w:rsidR="001C5F09" w:rsidRDefault="001C5F09" w:rsidP="00424E59">
      <w:pPr>
        <w:rPr>
          <w:lang w:val="en-US"/>
        </w:rPr>
      </w:pPr>
    </w:p>
    <w:p w14:paraId="416A7C67" w14:textId="77777777" w:rsidR="00424E59" w:rsidRDefault="00424E59" w:rsidP="00424E59">
      <w:pPr>
        <w:rPr>
          <w:lang w:val="en-US"/>
        </w:rPr>
      </w:pPr>
    </w:p>
    <w:p w14:paraId="0E2C3942" w14:textId="77777777" w:rsidR="00C27C8D" w:rsidRDefault="001C5F09" w:rsidP="00274C2D">
      <w:pPr>
        <w:rPr>
          <w:lang w:val="en-US"/>
        </w:rPr>
      </w:pPr>
      <w:r w:rsidRPr="00424E59">
        <w:rPr>
          <w:noProof/>
          <w:lang w:val="sv-SE" w:eastAsia="sv-SE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475AD00" wp14:editId="317A8C54">
                <wp:simplePos x="0" y="0"/>
                <wp:positionH relativeFrom="margin">
                  <wp:posOffset>2750820</wp:posOffset>
                </wp:positionH>
                <wp:positionV relativeFrom="paragraph">
                  <wp:posOffset>3810</wp:posOffset>
                </wp:positionV>
                <wp:extent cx="3070225" cy="1051560"/>
                <wp:effectExtent l="0" t="0" r="15875" b="15240"/>
                <wp:wrapSquare wrapText="bothSides"/>
                <wp:docPr id="6" name="Textrut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05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93674" w14:textId="77777777" w:rsidR="001C5F09" w:rsidRPr="00424E59" w:rsidRDefault="001C5F09" w:rsidP="001C5F09">
                            <w:pPr>
                              <w:rPr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5AD00" id="Textruta 6" o:spid="_x0000_s1032" type="#_x0000_t202" style="position:absolute;margin-left:216.6pt;margin-top:.3pt;width:241.75pt;height:82.8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">
                <v:textbox>
                  <w:txbxContent>
                    <w:p w14:paraId="03D93674" w14:textId="77777777" w:rsidR="001C5F09" w:rsidRPr="00424E59" w:rsidRDefault="001C5F09" w:rsidP="001C5F09">
                      <w:pPr>
                        <w:rPr>
                          <w:lang w:val="sv-S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24E59">
        <w:rPr>
          <w:lang w:val="en-US"/>
        </w:rPr>
        <w:t>Ge</w:t>
      </w:r>
      <w:r>
        <w:rPr>
          <w:lang w:val="en-US"/>
        </w:rPr>
        <w:t xml:space="preserve">neral description </w:t>
      </w:r>
      <w:r w:rsidR="00981929">
        <w:rPr>
          <w:lang w:val="en-US"/>
        </w:rPr>
        <w:t>of what the organization does and how you work</w:t>
      </w:r>
    </w:p>
    <w:p w14:paraId="274BE047" w14:textId="549E8BC2" w:rsidR="00424E59" w:rsidRDefault="00C27C8D" w:rsidP="00274C2D">
      <w:pPr>
        <w:rPr>
          <w:lang w:val="en-US"/>
        </w:rPr>
      </w:pPr>
      <w:r>
        <w:rPr>
          <w:lang w:val="en-US"/>
        </w:rPr>
        <w:t>(max. 500 characters)</w:t>
      </w:r>
      <w:r w:rsidR="001C5F09">
        <w:rPr>
          <w:lang w:val="en-US"/>
        </w:rPr>
        <w:t xml:space="preserve"> </w:t>
      </w:r>
    </w:p>
    <w:p w14:paraId="24E7C6C8" w14:textId="77777777" w:rsidR="001C5F09" w:rsidRDefault="001C5F09" w:rsidP="00424E59">
      <w:pPr>
        <w:rPr>
          <w:lang w:val="en-US"/>
        </w:rPr>
      </w:pPr>
    </w:p>
    <w:p w14:paraId="6AC1A8F7" w14:textId="77777777" w:rsidR="001C5F09" w:rsidRDefault="001C5F09" w:rsidP="00424E59">
      <w:pPr>
        <w:rPr>
          <w:lang w:val="en-US"/>
        </w:rPr>
      </w:pPr>
    </w:p>
    <w:p w14:paraId="227C026B" w14:textId="77777777" w:rsidR="001C5F09" w:rsidRDefault="001C5F09" w:rsidP="00424E59">
      <w:pPr>
        <w:rPr>
          <w:lang w:val="en-US"/>
        </w:rPr>
      </w:pPr>
    </w:p>
    <w:p w14:paraId="0A7591ED" w14:textId="77777777" w:rsidR="001C5F09" w:rsidRDefault="001C5F09" w:rsidP="00424E59">
      <w:pPr>
        <w:rPr>
          <w:lang w:val="en-US"/>
        </w:rPr>
      </w:pPr>
    </w:p>
    <w:p w14:paraId="5B6BD669" w14:textId="77777777" w:rsidR="00AF71D8" w:rsidRDefault="00AF71D8" w:rsidP="00424E59">
      <w:pPr>
        <w:rPr>
          <w:lang w:val="en-US"/>
        </w:rPr>
      </w:pPr>
    </w:p>
    <w:p w14:paraId="530D6584" w14:textId="77777777" w:rsidR="00AF71D8" w:rsidRDefault="00AF71D8" w:rsidP="00424E59">
      <w:pPr>
        <w:rPr>
          <w:lang w:val="en-US"/>
        </w:rPr>
      </w:pPr>
    </w:p>
    <w:p w14:paraId="43FC5DF5" w14:textId="77777777" w:rsidR="00AF71D8" w:rsidRDefault="00AF71D8" w:rsidP="00424E59">
      <w:pPr>
        <w:rPr>
          <w:lang w:val="en-US"/>
        </w:rPr>
      </w:pPr>
    </w:p>
    <w:p w14:paraId="43AD5426" w14:textId="77777777" w:rsidR="00AF71D8" w:rsidRDefault="00AF71D8" w:rsidP="00424E59">
      <w:pPr>
        <w:rPr>
          <w:lang w:val="en-US"/>
        </w:rPr>
      </w:pPr>
    </w:p>
    <w:p w14:paraId="6B820EF8" w14:textId="42FB5689" w:rsidR="00AF71D8" w:rsidRDefault="00AF71D8" w:rsidP="00424E59">
      <w:pPr>
        <w:rPr>
          <w:lang w:val="en-US"/>
        </w:rPr>
      </w:pPr>
      <w:r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244C9D" wp14:editId="789C1659">
                <wp:simplePos x="0" y="0"/>
                <wp:positionH relativeFrom="column">
                  <wp:posOffset>2865120</wp:posOffset>
                </wp:positionH>
                <wp:positionV relativeFrom="paragraph">
                  <wp:posOffset>-91440</wp:posOffset>
                </wp:positionV>
                <wp:extent cx="3009900" cy="594360"/>
                <wp:effectExtent l="0" t="0" r="19050" b="15240"/>
                <wp:wrapNone/>
                <wp:docPr id="8" name="Textrut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82B29E" w14:textId="77777777" w:rsidR="00AF71D8" w:rsidRDefault="00AF71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244C9D" id="Textruta 8" o:spid="_x0000_s1033" type="#_x0000_t202" style="position:absolute;margin-left:225.6pt;margin-top:-7.2pt;width:237pt;height:46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" fillcolor="white [3201]" strokeweight=".5pt">
                <v:textbox>
                  <w:txbxContent>
                    <w:p w14:paraId="1782B29E" w14:textId="77777777" w:rsidR="00AF71D8" w:rsidRDefault="00AF71D8"/>
                  </w:txbxContent>
                </v:textbox>
              </v:shape>
            </w:pict>
          </mc:Fallback>
        </mc:AlternateContent>
      </w:r>
      <w:r w:rsidR="00274C2D">
        <w:rPr>
          <w:lang w:val="en-US"/>
        </w:rPr>
        <w:t>Demand analysi</w:t>
      </w:r>
      <w:r w:rsidR="00424E59">
        <w:rPr>
          <w:lang w:val="en-US"/>
        </w:rPr>
        <w:t>s –</w:t>
      </w:r>
      <w:r>
        <w:rPr>
          <w:lang w:val="en-US"/>
        </w:rPr>
        <w:t xml:space="preserve"> </w:t>
      </w:r>
    </w:p>
    <w:p w14:paraId="77851FC6" w14:textId="77777777" w:rsidR="00AF71D8" w:rsidRDefault="00424E59" w:rsidP="00424E59">
      <w:pPr>
        <w:rPr>
          <w:lang w:val="en-US"/>
        </w:rPr>
      </w:pPr>
      <w:proofErr w:type="gramStart"/>
      <w:r>
        <w:rPr>
          <w:lang w:val="en-US"/>
        </w:rPr>
        <w:t>why</w:t>
      </w:r>
      <w:proofErr w:type="gramEnd"/>
      <w:r>
        <w:rPr>
          <w:lang w:val="en-US"/>
        </w:rPr>
        <w:t xml:space="preserve"> would </w:t>
      </w:r>
      <w:r w:rsidR="00AF71D8">
        <w:rPr>
          <w:lang w:val="en-US"/>
        </w:rPr>
        <w:t>you</w:t>
      </w:r>
      <w:r>
        <w:rPr>
          <w:lang w:val="en-US"/>
        </w:rPr>
        <w:t xml:space="preserve"> benefit from </w:t>
      </w:r>
    </w:p>
    <w:p w14:paraId="4920ED7C" w14:textId="77777777" w:rsidR="00424E59" w:rsidRDefault="00424E59" w:rsidP="00424E59">
      <w:pPr>
        <w:rPr>
          <w:lang w:val="en-US"/>
        </w:rPr>
      </w:pPr>
      <w:proofErr w:type="gramStart"/>
      <w:r>
        <w:rPr>
          <w:lang w:val="en-US"/>
        </w:rPr>
        <w:t>participation</w:t>
      </w:r>
      <w:proofErr w:type="gramEnd"/>
      <w:r>
        <w:rPr>
          <w:lang w:val="en-US"/>
        </w:rPr>
        <w:t xml:space="preserve"> in the Inclusion Academy?</w:t>
      </w:r>
    </w:p>
    <w:p w14:paraId="0F437FF2" w14:textId="77777777" w:rsidR="00AF71D8" w:rsidRDefault="00AF71D8" w:rsidP="00424E59">
      <w:pPr>
        <w:rPr>
          <w:lang w:val="en-US"/>
        </w:rPr>
      </w:pPr>
    </w:p>
    <w:p w14:paraId="2B902ED9" w14:textId="77777777" w:rsidR="00AF71D8" w:rsidRDefault="00AF71D8" w:rsidP="00424E59">
      <w:pPr>
        <w:rPr>
          <w:lang w:val="en-US"/>
        </w:rPr>
      </w:pPr>
    </w:p>
    <w:p w14:paraId="5561FCB1" w14:textId="77777777" w:rsidR="00AF71D8" w:rsidRDefault="00AF71D8" w:rsidP="00424E59">
      <w:pPr>
        <w:rPr>
          <w:lang w:val="en-US"/>
        </w:rPr>
      </w:pPr>
    </w:p>
    <w:p w14:paraId="5533C381" w14:textId="77777777" w:rsidR="00952B67" w:rsidRDefault="00AF71D8" w:rsidP="00424E59">
      <w:pPr>
        <w:rPr>
          <w:lang w:val="en-US"/>
        </w:rPr>
      </w:pPr>
      <w:r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1ED3E2" wp14:editId="2CB333A3">
                <wp:simplePos x="0" y="0"/>
                <wp:positionH relativeFrom="column">
                  <wp:posOffset>2887980</wp:posOffset>
                </wp:positionH>
                <wp:positionV relativeFrom="paragraph">
                  <wp:posOffset>7620</wp:posOffset>
                </wp:positionV>
                <wp:extent cx="3009900" cy="594360"/>
                <wp:effectExtent l="0" t="0" r="19050" b="15240"/>
                <wp:wrapNone/>
                <wp:docPr id="9" name="Textrut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05CA05" w14:textId="77777777" w:rsidR="00AF71D8" w:rsidRDefault="00AF71D8" w:rsidP="00AF71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1ED3E2" id="Textruta 9" o:spid="_x0000_s1034" type="#_x0000_t202" style="position:absolute;margin-left:227.4pt;margin-top:.6pt;width:237pt;height:46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" fillcolor="white [3201]" strokeweight=".5pt">
                <v:textbox>
                  <w:txbxContent>
                    <w:p w14:paraId="2105CA05" w14:textId="77777777" w:rsidR="00AF71D8" w:rsidRDefault="00AF71D8" w:rsidP="00AF71D8"/>
                  </w:txbxContent>
                </v:textbox>
              </v:shape>
            </w:pict>
          </mc:Fallback>
        </mc:AlternateContent>
      </w:r>
      <w:r w:rsidR="00952B67">
        <w:rPr>
          <w:lang w:val="en-US"/>
        </w:rPr>
        <w:t>Description of the project that will be</w:t>
      </w:r>
    </w:p>
    <w:p w14:paraId="2B28058B" w14:textId="366C6D3A" w:rsidR="00424E59" w:rsidRDefault="00952B67" w:rsidP="00424E59">
      <w:pPr>
        <w:rPr>
          <w:lang w:val="en-US"/>
        </w:rPr>
      </w:pPr>
      <w:proofErr w:type="gramStart"/>
      <w:r>
        <w:rPr>
          <w:lang w:val="en-US"/>
        </w:rPr>
        <w:t>undertaken</w:t>
      </w:r>
      <w:proofErr w:type="gramEnd"/>
      <w:r>
        <w:rPr>
          <w:lang w:val="en-US"/>
        </w:rPr>
        <w:t xml:space="preserve"> during the </w:t>
      </w: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 period</w:t>
      </w:r>
      <w:r w:rsidR="00AF71D8">
        <w:rPr>
          <w:lang w:val="en-US"/>
        </w:rPr>
        <w:t xml:space="preserve"> </w:t>
      </w:r>
    </w:p>
    <w:p w14:paraId="396966E9" w14:textId="77777777" w:rsidR="00424E59" w:rsidRDefault="00424E59" w:rsidP="007C2D46">
      <w:pPr>
        <w:rPr>
          <w:lang w:val="en-US"/>
        </w:rPr>
      </w:pPr>
    </w:p>
    <w:p w14:paraId="1B9DC214" w14:textId="77777777" w:rsidR="00AF71D8" w:rsidRDefault="00AF71D8" w:rsidP="007C2D46">
      <w:pPr>
        <w:rPr>
          <w:lang w:val="en-US"/>
        </w:rPr>
      </w:pPr>
    </w:p>
    <w:p w14:paraId="0E2B2D0B" w14:textId="77777777" w:rsidR="00AF71D8" w:rsidRDefault="00AF71D8" w:rsidP="007C2D46">
      <w:pPr>
        <w:rPr>
          <w:lang w:val="en-US"/>
        </w:rPr>
      </w:pPr>
    </w:p>
    <w:p w14:paraId="296BC62E" w14:textId="77777777" w:rsidR="00AF71D8" w:rsidRDefault="00AF71D8" w:rsidP="007C2D46">
      <w:pPr>
        <w:rPr>
          <w:lang w:val="en-US"/>
        </w:rPr>
      </w:pPr>
    </w:p>
    <w:p w14:paraId="2DC4CC20" w14:textId="77777777" w:rsidR="00AF71D8" w:rsidRDefault="00AF71D8" w:rsidP="007C2D46">
      <w:pPr>
        <w:rPr>
          <w:lang w:val="en-US"/>
        </w:rPr>
      </w:pPr>
    </w:p>
    <w:p w14:paraId="71D7A54A" w14:textId="77777777" w:rsidR="00AF71D8" w:rsidRDefault="00AF71D8" w:rsidP="007C2D46">
      <w:pPr>
        <w:rPr>
          <w:lang w:val="en-US"/>
        </w:rPr>
      </w:pPr>
    </w:p>
    <w:p w14:paraId="78ECF487" w14:textId="77777777" w:rsidR="00AF71D8" w:rsidRDefault="00AF71D8" w:rsidP="00AF71D8">
      <w:pPr>
        <w:rPr>
          <w:b/>
          <w:sz w:val="28"/>
          <w:szCs w:val="28"/>
          <w:lang w:val="en-US"/>
        </w:rPr>
      </w:pPr>
      <w:r w:rsidRPr="00AF71D8">
        <w:rPr>
          <w:b/>
          <w:sz w:val="28"/>
          <w:szCs w:val="28"/>
          <w:lang w:val="en-US"/>
        </w:rPr>
        <w:t>Information about the nominee</w:t>
      </w:r>
      <w:r>
        <w:rPr>
          <w:b/>
          <w:sz w:val="28"/>
          <w:szCs w:val="28"/>
          <w:lang w:val="en-US"/>
        </w:rPr>
        <w:t xml:space="preserve">: </w:t>
      </w:r>
    </w:p>
    <w:p w14:paraId="763735C1" w14:textId="77777777" w:rsidR="00A9475D" w:rsidRDefault="00A9475D" w:rsidP="00AF71D8">
      <w:pPr>
        <w:rPr>
          <w:b/>
          <w:lang w:val="en-US"/>
        </w:rPr>
      </w:pPr>
    </w:p>
    <w:p w14:paraId="2EA3A894" w14:textId="77777777" w:rsidR="00274C2D" w:rsidRDefault="00274C2D" w:rsidP="00AF71D8">
      <w:pPr>
        <w:rPr>
          <w:b/>
          <w:lang w:val="en-US"/>
        </w:rPr>
      </w:pPr>
    </w:p>
    <w:p w14:paraId="356DC792" w14:textId="77777777" w:rsidR="00AF71D8" w:rsidRDefault="00AF71D8" w:rsidP="00AF71D8">
      <w:pPr>
        <w:rPr>
          <w:lang w:val="en-US"/>
        </w:rPr>
      </w:pPr>
    </w:p>
    <w:p w14:paraId="4F8DEE80" w14:textId="3D5F1A42" w:rsidR="00AF71D8" w:rsidRPr="00424E59" w:rsidRDefault="00AF71D8" w:rsidP="00AF71D8">
      <w:pPr>
        <w:rPr>
          <w:lang w:val="en-US"/>
        </w:rPr>
      </w:pPr>
      <w:r w:rsidRPr="00424E59">
        <w:rPr>
          <w:noProof/>
          <w:lang w:val="sv-SE" w:eastAsia="sv-SE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CC870A8" wp14:editId="2129F7D9">
                <wp:simplePos x="0" y="0"/>
                <wp:positionH relativeFrom="column">
                  <wp:posOffset>2667000</wp:posOffset>
                </wp:positionH>
                <wp:positionV relativeFrom="paragraph">
                  <wp:posOffset>12700</wp:posOffset>
                </wp:positionV>
                <wp:extent cx="3070860" cy="358140"/>
                <wp:effectExtent l="0" t="0" r="15240" b="22860"/>
                <wp:wrapSquare wrapText="bothSides"/>
                <wp:docPr id="10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D0EC5A" w14:textId="77777777" w:rsidR="00AF71D8" w:rsidRPr="00424E59" w:rsidRDefault="00AF71D8" w:rsidP="00AF71D8">
                            <w:pPr>
                              <w:jc w:val="right"/>
                              <w:rPr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870A8" id="_x0000_s1035" type="#_x0000_t202" style="position:absolute;margin-left:210pt;margin-top:1pt;width:241.8pt;height:28.2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">
                <v:textbox>
                  <w:txbxContent>
                    <w:p w14:paraId="5AD0EC5A" w14:textId="77777777" w:rsidR="00AF71D8" w:rsidRPr="00424E59" w:rsidRDefault="00AF71D8" w:rsidP="00AF71D8">
                      <w:pPr>
                        <w:jc w:val="right"/>
                        <w:rPr>
                          <w:lang w:val="sv-S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9475D">
        <w:rPr>
          <w:lang w:val="en-US"/>
        </w:rPr>
        <w:t>Full na</w:t>
      </w:r>
      <w:r w:rsidRPr="00424E59">
        <w:rPr>
          <w:lang w:val="en-US"/>
        </w:rPr>
        <w:t xml:space="preserve">me </w:t>
      </w:r>
      <w:r>
        <w:rPr>
          <w:lang w:val="en-US"/>
        </w:rPr>
        <w:t>as stated in passport</w:t>
      </w:r>
      <w:r w:rsidR="00A9475D">
        <w:rPr>
          <w:lang w:val="en-US"/>
        </w:rPr>
        <w:t>,</w:t>
      </w:r>
      <w:r>
        <w:rPr>
          <w:lang w:val="en-US"/>
        </w:rPr>
        <w:t xml:space="preserve"> </w:t>
      </w:r>
      <w:r w:rsidR="00A9475D">
        <w:rPr>
          <w:lang w:val="en-US"/>
        </w:rPr>
        <w:t>incl. title (</w:t>
      </w:r>
      <w:proofErr w:type="spellStart"/>
      <w:r w:rsidR="00A9475D">
        <w:rPr>
          <w:lang w:val="en-US"/>
        </w:rPr>
        <w:t>Mr</w:t>
      </w:r>
      <w:proofErr w:type="spellEnd"/>
      <w:r w:rsidR="00A9475D">
        <w:rPr>
          <w:lang w:val="en-US"/>
        </w:rPr>
        <w:t>/Ms.)</w:t>
      </w:r>
    </w:p>
    <w:p w14:paraId="130382C3" w14:textId="77777777" w:rsidR="00AF71D8" w:rsidRPr="00424E59" w:rsidRDefault="00AF71D8" w:rsidP="00AF71D8">
      <w:pPr>
        <w:rPr>
          <w:lang w:val="en-US"/>
        </w:rPr>
      </w:pPr>
    </w:p>
    <w:p w14:paraId="08BC39A7" w14:textId="77777777" w:rsidR="00AF71D8" w:rsidRPr="00424E59" w:rsidRDefault="00AF71D8" w:rsidP="00AF71D8">
      <w:pPr>
        <w:rPr>
          <w:lang w:val="en-US"/>
        </w:rPr>
      </w:pPr>
    </w:p>
    <w:p w14:paraId="37FC61BB" w14:textId="77777777" w:rsidR="00AF71D8" w:rsidRPr="00424E59" w:rsidRDefault="00AF71D8" w:rsidP="00AF71D8">
      <w:pPr>
        <w:rPr>
          <w:lang w:val="en-US"/>
        </w:rPr>
      </w:pPr>
    </w:p>
    <w:p w14:paraId="683E2743" w14:textId="77777777" w:rsidR="00AF71D8" w:rsidRDefault="00AF71D8" w:rsidP="00AF71D8">
      <w:pPr>
        <w:rPr>
          <w:lang w:val="en-US"/>
        </w:rPr>
      </w:pPr>
      <w:r w:rsidRPr="00424E59">
        <w:rPr>
          <w:noProof/>
          <w:lang w:val="sv-SE" w:eastAsia="sv-SE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2230CFB" wp14:editId="15B59D60">
                <wp:simplePos x="0" y="0"/>
                <wp:positionH relativeFrom="column">
                  <wp:posOffset>2682240</wp:posOffset>
                </wp:positionH>
                <wp:positionV relativeFrom="paragraph">
                  <wp:posOffset>13335</wp:posOffset>
                </wp:positionV>
                <wp:extent cx="3063240" cy="1404620"/>
                <wp:effectExtent l="0" t="0" r="22860" b="22225"/>
                <wp:wrapSquare wrapText="bothSides"/>
                <wp:docPr id="11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2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5105B1" w14:textId="77777777" w:rsidR="00AF71D8" w:rsidRPr="00424E59" w:rsidRDefault="00AF71D8" w:rsidP="00AF71D8">
                            <w:pPr>
                              <w:rPr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230CFB" id="_x0000_s1036" type="#_x0000_t202" style="position:absolute;margin-left:211.2pt;margin-top:1.05pt;width:241.2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">
                <v:textbox style="mso-fit-shape-to-text:t">
                  <w:txbxContent>
                    <w:p w14:paraId="7F5105B1" w14:textId="77777777" w:rsidR="00AF71D8" w:rsidRPr="00424E59" w:rsidRDefault="00AF71D8" w:rsidP="00AF71D8">
                      <w:pPr>
                        <w:rPr>
                          <w:lang w:val="sv-S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F71D8">
        <w:rPr>
          <w:lang w:val="en-US"/>
        </w:rPr>
        <w:t xml:space="preserve"> </w:t>
      </w:r>
      <w:r w:rsidRPr="00D836AD">
        <w:rPr>
          <w:lang w:val="en-US"/>
        </w:rPr>
        <w:t>Position/function in organization</w:t>
      </w:r>
    </w:p>
    <w:p w14:paraId="3375177F" w14:textId="77777777" w:rsidR="00AF71D8" w:rsidRPr="00424E59" w:rsidRDefault="00AF71D8" w:rsidP="00AF71D8">
      <w:pPr>
        <w:rPr>
          <w:lang w:val="en-US"/>
        </w:rPr>
      </w:pPr>
    </w:p>
    <w:p w14:paraId="2E133B07" w14:textId="77777777" w:rsidR="00AF71D8" w:rsidRPr="00424E59" w:rsidRDefault="00AF71D8" w:rsidP="00AF71D8">
      <w:pPr>
        <w:rPr>
          <w:lang w:val="en-US"/>
        </w:rPr>
      </w:pPr>
    </w:p>
    <w:p w14:paraId="32CC57DB" w14:textId="77777777" w:rsidR="00AF71D8" w:rsidRDefault="00AF71D8" w:rsidP="00AF71D8">
      <w:pPr>
        <w:rPr>
          <w:lang w:val="en-US"/>
        </w:rPr>
      </w:pPr>
      <w:r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C002BD" wp14:editId="6335ED64">
                <wp:simplePos x="0" y="0"/>
                <wp:positionH relativeFrom="column">
                  <wp:posOffset>4785360</wp:posOffset>
                </wp:positionH>
                <wp:positionV relativeFrom="paragraph">
                  <wp:posOffset>15240</wp:posOffset>
                </wp:positionV>
                <wp:extent cx="205740" cy="190500"/>
                <wp:effectExtent l="0" t="0" r="22860" b="19050"/>
                <wp:wrapNone/>
                <wp:docPr id="17" name="Textrut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328A" w14:textId="77777777" w:rsidR="00AF71D8" w:rsidRDefault="00AF71D8" w:rsidP="00AF71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002BD" id="Textruta 17" o:spid="_x0000_s1037" type="#_x0000_t202" style="position:absolute;margin-left:376.8pt;margin-top:1.2pt;width:16.2pt;height: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" fillcolor="white [3201]" strokeweight=".5pt">
                <v:textbox>
                  <w:txbxContent>
                    <w:p w14:paraId="1AD5328A" w14:textId="77777777" w:rsidR="00AF71D8" w:rsidRDefault="00AF71D8" w:rsidP="00AF71D8"/>
                  </w:txbxContent>
                </v:textbox>
              </v:shape>
            </w:pict>
          </mc:Fallback>
        </mc:AlternateContent>
      </w:r>
      <w:r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9E2048" wp14:editId="2C495AB3">
                <wp:simplePos x="0" y="0"/>
                <wp:positionH relativeFrom="column">
                  <wp:posOffset>3779520</wp:posOffset>
                </wp:positionH>
                <wp:positionV relativeFrom="paragraph">
                  <wp:posOffset>30480</wp:posOffset>
                </wp:positionV>
                <wp:extent cx="205740" cy="190500"/>
                <wp:effectExtent l="0" t="0" r="22860" b="19050"/>
                <wp:wrapNone/>
                <wp:docPr id="18" name="Textrut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0E962" w14:textId="77777777" w:rsidR="00AF71D8" w:rsidRDefault="00AF71D8" w:rsidP="00AF71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9E2048" id="Textruta 18" o:spid="_x0000_s1038" type="#_x0000_t202" style="position:absolute;margin-left:297.6pt;margin-top:2.4pt;width:16.2pt;height: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" fillcolor="white [3201]" strokeweight=".5pt">
                <v:textbox>
                  <w:txbxContent>
                    <w:p w14:paraId="3370E962" w14:textId="77777777" w:rsidR="00AF71D8" w:rsidRDefault="00AF71D8" w:rsidP="00AF71D8"/>
                  </w:txbxContent>
                </v:textbox>
              </v:shape>
            </w:pict>
          </mc:Fallback>
        </mc:AlternateContent>
      </w:r>
      <w:r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295847" wp14:editId="6E2C47B3">
                <wp:simplePos x="0" y="0"/>
                <wp:positionH relativeFrom="column">
                  <wp:posOffset>2689860</wp:posOffset>
                </wp:positionH>
                <wp:positionV relativeFrom="paragraph">
                  <wp:posOffset>22225</wp:posOffset>
                </wp:positionV>
                <wp:extent cx="205740" cy="190500"/>
                <wp:effectExtent l="0" t="0" r="22860" b="19050"/>
                <wp:wrapNone/>
                <wp:docPr id="16" name="Textrut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A07F2F" w14:textId="77777777" w:rsidR="00AF71D8" w:rsidRDefault="00AF71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295847" id="Textruta 16" o:spid="_x0000_s1039" type="#_x0000_t202" style="position:absolute;margin-left:211.8pt;margin-top:1.75pt;width:16.2pt;height: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" fillcolor="white [3201]" strokeweight=".5pt">
                <v:textbox>
                  <w:txbxContent>
                    <w:p w14:paraId="1CA07F2F" w14:textId="77777777" w:rsidR="00AF71D8" w:rsidRDefault="00AF71D8"/>
                  </w:txbxContent>
                </v:textbox>
              </v:shape>
            </w:pict>
          </mc:Fallback>
        </mc:AlternateContent>
      </w:r>
      <w:r>
        <w:rPr>
          <w:lang w:val="en-US"/>
        </w:rPr>
        <w:t>Gender (tick appropriate box)</w:t>
      </w:r>
    </w:p>
    <w:p w14:paraId="64533E01" w14:textId="77777777" w:rsidR="00AF71D8" w:rsidRDefault="00AF71D8" w:rsidP="00AF71D8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</w:t>
      </w:r>
    </w:p>
    <w:p w14:paraId="687E9735" w14:textId="77777777" w:rsidR="00AF71D8" w:rsidRDefault="00AF71D8" w:rsidP="00AF71D8">
      <w:pPr>
        <w:rPr>
          <w:lang w:val="en-US"/>
        </w:rPr>
      </w:pP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Female</w:t>
      </w:r>
      <w:r>
        <w:rPr>
          <w:lang w:val="en-US"/>
        </w:rPr>
        <w:tab/>
        <w:t xml:space="preserve">               Male</w:t>
      </w:r>
      <w:r>
        <w:rPr>
          <w:lang w:val="en-US"/>
        </w:rPr>
        <w:tab/>
      </w:r>
      <w:r>
        <w:rPr>
          <w:lang w:val="en-US"/>
        </w:rPr>
        <w:tab/>
        <w:t xml:space="preserve">      Other</w:t>
      </w:r>
    </w:p>
    <w:p w14:paraId="5B7BCD34" w14:textId="77777777" w:rsidR="00AF71D8" w:rsidRDefault="00AF71D8" w:rsidP="00AF71D8">
      <w:pPr>
        <w:rPr>
          <w:lang w:val="en-US"/>
        </w:rPr>
      </w:pPr>
    </w:p>
    <w:p w14:paraId="377C34E2" w14:textId="77777777" w:rsidR="00687B78" w:rsidRDefault="00687B78" w:rsidP="00687B78">
      <w:pPr>
        <w:rPr>
          <w:lang w:val="en-US"/>
        </w:rPr>
      </w:pPr>
    </w:p>
    <w:p w14:paraId="330598A5" w14:textId="2E2B84B5" w:rsidR="00687B78" w:rsidRDefault="00CE613D" w:rsidP="00687B78">
      <w:pPr>
        <w:rPr>
          <w:lang w:val="en-US"/>
        </w:rPr>
      </w:pPr>
      <w:r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1590E73" wp14:editId="0A8CFD85">
                <wp:simplePos x="0" y="0"/>
                <wp:positionH relativeFrom="column">
                  <wp:posOffset>4617720</wp:posOffset>
                </wp:positionH>
                <wp:positionV relativeFrom="paragraph">
                  <wp:posOffset>38100</wp:posOffset>
                </wp:positionV>
                <wp:extent cx="205740" cy="190500"/>
                <wp:effectExtent l="0" t="0" r="22860" b="19050"/>
                <wp:wrapNone/>
                <wp:docPr id="19" name="Textrut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CA1B5A" w14:textId="77777777" w:rsidR="00687B78" w:rsidRDefault="00687B78" w:rsidP="00687B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590E73" id="Textruta 19" o:spid="_x0000_s1040" type="#_x0000_t202" style="position:absolute;margin-left:363.6pt;margin-top:3pt;width:16.2pt;height: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" fillcolor="white [3201]" strokeweight=".5pt">
                <v:textbox>
                  <w:txbxContent>
                    <w:p w14:paraId="5CCA1B5A" w14:textId="77777777" w:rsidR="00687B78" w:rsidRDefault="00687B78" w:rsidP="00687B78"/>
                  </w:txbxContent>
                </v:textbox>
              </v:shape>
            </w:pict>
          </mc:Fallback>
        </mc:AlternateContent>
      </w:r>
      <w:r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1FBAE8" wp14:editId="5F95848C">
                <wp:simplePos x="0" y="0"/>
                <wp:positionH relativeFrom="column">
                  <wp:posOffset>2689860</wp:posOffset>
                </wp:positionH>
                <wp:positionV relativeFrom="paragraph">
                  <wp:posOffset>37465</wp:posOffset>
                </wp:positionV>
                <wp:extent cx="205740" cy="190500"/>
                <wp:effectExtent l="0" t="0" r="22860" b="19050"/>
                <wp:wrapNone/>
                <wp:docPr id="21" name="Textrut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76A265" w14:textId="77777777" w:rsidR="00687B78" w:rsidRDefault="00687B78" w:rsidP="00687B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1FBAE8" id="Textruta 21" o:spid="_x0000_s1041" type="#_x0000_t202" style="position:absolute;margin-left:211.8pt;margin-top:2.95pt;width:16.2pt;height: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" fillcolor="white [3201]" strokeweight=".5pt">
                <v:textbox>
                  <w:txbxContent>
                    <w:p w14:paraId="6A76A265" w14:textId="77777777" w:rsidR="00687B78" w:rsidRDefault="00687B78" w:rsidP="00687B78"/>
                  </w:txbxContent>
                </v:textbox>
              </v:shape>
            </w:pict>
          </mc:Fallback>
        </mc:AlternateContent>
      </w:r>
      <w:r w:rsidR="00687B78"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C3E6067" wp14:editId="568ED4B7">
                <wp:simplePos x="0" y="0"/>
                <wp:positionH relativeFrom="margin">
                  <wp:posOffset>5282565</wp:posOffset>
                </wp:positionH>
                <wp:positionV relativeFrom="paragraph">
                  <wp:posOffset>22860</wp:posOffset>
                </wp:positionV>
                <wp:extent cx="205740" cy="190500"/>
                <wp:effectExtent l="0" t="0" r="22860" b="19050"/>
                <wp:wrapNone/>
                <wp:docPr id="22" name="Textrut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74A57" w14:textId="77777777" w:rsidR="00687B78" w:rsidRDefault="00687B78" w:rsidP="00687B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E6067" id="Textruta 22" o:spid="_x0000_s1042" type="#_x0000_t202" style="position:absolute;margin-left:415.95pt;margin-top:1.8pt;width:16.2pt;height:15pt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" fillcolor="white [3201]" strokeweight=".5pt">
                <v:textbox>
                  <w:txbxContent>
                    <w:p w14:paraId="2C974A57" w14:textId="77777777" w:rsidR="00687B78" w:rsidRDefault="00687B78" w:rsidP="00687B78"/>
                  </w:txbxContent>
                </v:textbox>
                <w10:wrap anchorx="margin"/>
              </v:shape>
            </w:pict>
          </mc:Fallback>
        </mc:AlternateContent>
      </w:r>
      <w:r w:rsidR="00687B78">
        <w:rPr>
          <w:lang w:val="en-US"/>
        </w:rPr>
        <w:t xml:space="preserve">Level of English knowledge                            </w:t>
      </w:r>
      <w:r w:rsidR="00687B78"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4864E5" wp14:editId="6866C8E1">
                <wp:simplePos x="0" y="0"/>
                <wp:positionH relativeFrom="column">
                  <wp:posOffset>3779520</wp:posOffset>
                </wp:positionH>
                <wp:positionV relativeFrom="paragraph">
                  <wp:posOffset>30480</wp:posOffset>
                </wp:positionV>
                <wp:extent cx="205740" cy="190500"/>
                <wp:effectExtent l="0" t="0" r="22860" b="19050"/>
                <wp:wrapNone/>
                <wp:docPr id="20" name="Textrut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F2B217" w14:textId="77777777" w:rsidR="00687B78" w:rsidRDefault="00687B78" w:rsidP="00687B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4864E5" id="Textruta 20" o:spid="_x0000_s1043" type="#_x0000_t202" style="position:absolute;margin-left:297.6pt;margin-top:2.4pt;width:16.2pt;height: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" fillcolor="white [3201]" strokeweight=".5pt">
                <v:textbox>
                  <w:txbxContent>
                    <w:p w14:paraId="1FF2B217" w14:textId="77777777" w:rsidR="00687B78" w:rsidRDefault="00687B78" w:rsidP="00687B78"/>
                  </w:txbxContent>
                </v:textbox>
              </v:shape>
            </w:pict>
          </mc:Fallback>
        </mc:AlternateContent>
      </w:r>
    </w:p>
    <w:p w14:paraId="78BDC3E9" w14:textId="77777777" w:rsidR="00687B78" w:rsidRDefault="00687B78" w:rsidP="00687B78">
      <w:pPr>
        <w:rPr>
          <w:lang w:val="en-US"/>
        </w:rPr>
      </w:pPr>
      <w:r>
        <w:rPr>
          <w:lang w:val="en-US"/>
        </w:rPr>
        <w:t>(</w:t>
      </w:r>
      <w:proofErr w:type="gramStart"/>
      <w:r>
        <w:rPr>
          <w:lang w:val="en-US"/>
        </w:rPr>
        <w:t>tick</w:t>
      </w:r>
      <w:proofErr w:type="gramEnd"/>
      <w:r>
        <w:rPr>
          <w:lang w:val="en-US"/>
        </w:rPr>
        <w:t xml:space="preserve"> appropriate box)                                                                     </w:t>
      </w:r>
    </w:p>
    <w:p w14:paraId="2311B6E9" w14:textId="3569AB20" w:rsidR="00687B78" w:rsidRDefault="00687B78" w:rsidP="00687B78">
      <w:pPr>
        <w:rPr>
          <w:lang w:val="en-US"/>
        </w:rPr>
      </w:pP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687B78">
        <w:rPr>
          <w:sz w:val="20"/>
          <w:szCs w:val="20"/>
          <w:lang w:val="en-US"/>
        </w:rPr>
        <w:t>Mother tongue   V</w:t>
      </w:r>
      <w:r>
        <w:rPr>
          <w:sz w:val="20"/>
          <w:szCs w:val="20"/>
          <w:lang w:val="en-US"/>
        </w:rPr>
        <w:t>ery Good</w:t>
      </w:r>
      <w:r>
        <w:rPr>
          <w:sz w:val="20"/>
          <w:szCs w:val="20"/>
          <w:lang w:val="en-US"/>
        </w:rPr>
        <w:tab/>
        <w:t xml:space="preserve"> </w:t>
      </w:r>
      <w:proofErr w:type="spellStart"/>
      <w:r w:rsidRPr="00687B78">
        <w:rPr>
          <w:sz w:val="20"/>
          <w:szCs w:val="20"/>
          <w:lang w:val="en-US"/>
        </w:rPr>
        <w:t>Good</w:t>
      </w:r>
      <w:proofErr w:type="spellEnd"/>
      <w:r>
        <w:rPr>
          <w:lang w:val="en-US"/>
        </w:rPr>
        <w:tab/>
        <w:t xml:space="preserve">     </w:t>
      </w:r>
      <w:r w:rsidR="00CE613D">
        <w:rPr>
          <w:lang w:val="en-US"/>
        </w:rPr>
        <w:t xml:space="preserve"> </w:t>
      </w:r>
      <w:r>
        <w:rPr>
          <w:lang w:val="en-US"/>
        </w:rPr>
        <w:t>Low</w:t>
      </w:r>
      <w:r>
        <w:rPr>
          <w:lang w:val="en-US"/>
        </w:rPr>
        <w:tab/>
        <w:t xml:space="preserve">      </w:t>
      </w:r>
    </w:p>
    <w:p w14:paraId="79A2C675" w14:textId="77777777" w:rsidR="00AF71D8" w:rsidRDefault="00AF71D8" w:rsidP="00AF71D8">
      <w:pPr>
        <w:rPr>
          <w:lang w:val="en-US"/>
        </w:rPr>
      </w:pPr>
    </w:p>
    <w:p w14:paraId="74A47115" w14:textId="07C187C4" w:rsidR="00AF71D8" w:rsidRDefault="00A86C94" w:rsidP="00AF71D8">
      <w:pPr>
        <w:rPr>
          <w:lang w:val="en-US"/>
        </w:rPr>
      </w:pPr>
      <w:r w:rsidRPr="00424E59">
        <w:rPr>
          <w:noProof/>
          <w:lang w:val="sv-SE" w:eastAsia="sv-SE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DB2D114" wp14:editId="0511B29C">
                <wp:simplePos x="0" y="0"/>
                <wp:positionH relativeFrom="margin">
                  <wp:posOffset>2687320</wp:posOffset>
                </wp:positionH>
                <wp:positionV relativeFrom="paragraph">
                  <wp:posOffset>43180</wp:posOffset>
                </wp:positionV>
                <wp:extent cx="3028315" cy="339090"/>
                <wp:effectExtent l="0" t="0" r="19685" b="22860"/>
                <wp:wrapSquare wrapText="bothSides"/>
                <wp:docPr id="13" name="Textrut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315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4A546" w14:textId="77777777" w:rsidR="00A86C94" w:rsidRDefault="00A86C94" w:rsidP="00A86C94">
                            <w:pPr>
                              <w:rPr>
                                <w:lang w:val="sv-SE"/>
                              </w:rPr>
                            </w:pPr>
                          </w:p>
                          <w:p w14:paraId="41A549C4" w14:textId="77777777" w:rsidR="00A86C94" w:rsidRPr="00424E59" w:rsidRDefault="00A86C94" w:rsidP="00A86C94">
                            <w:pPr>
                              <w:rPr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2D114" id="Textruta 13" o:spid="_x0000_s1044" type="#_x0000_t202" style="position:absolute;margin-left:211.6pt;margin-top:3.4pt;width:238.45pt;height:26.7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">
                <v:textbox>
                  <w:txbxContent>
                    <w:p w14:paraId="3FE4A546" w14:textId="77777777" w:rsidR="00A86C94" w:rsidRDefault="00A86C94" w:rsidP="00A86C94">
                      <w:pPr>
                        <w:rPr>
                          <w:lang w:val="sv-SE"/>
                        </w:rPr>
                      </w:pPr>
                    </w:p>
                    <w:p w14:paraId="41A549C4" w14:textId="77777777" w:rsidR="00A86C94" w:rsidRPr="00424E59" w:rsidRDefault="00A86C94" w:rsidP="00A86C94">
                      <w:pPr>
                        <w:rPr>
                          <w:lang w:val="sv-S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gramStart"/>
      <w:r>
        <w:rPr>
          <w:lang w:val="en-US"/>
        </w:rPr>
        <w:t>e-mail</w:t>
      </w:r>
      <w:proofErr w:type="gramEnd"/>
      <w:r>
        <w:rPr>
          <w:lang w:val="en-US"/>
        </w:rPr>
        <w:t xml:space="preserve"> address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63933920" w14:textId="77777777" w:rsidR="00AF71D8" w:rsidRDefault="00AF71D8" w:rsidP="00AF71D8">
      <w:pPr>
        <w:rPr>
          <w:lang w:val="en-US"/>
        </w:rPr>
      </w:pPr>
      <w:bookmarkStart w:id="0" w:name="_GoBack"/>
      <w:bookmarkEnd w:id="0"/>
    </w:p>
    <w:p w14:paraId="26DEAEF0" w14:textId="77777777" w:rsidR="00A86C94" w:rsidRDefault="00A86C94" w:rsidP="00CE613D">
      <w:pPr>
        <w:rPr>
          <w:lang w:val="en-US"/>
        </w:rPr>
      </w:pPr>
    </w:p>
    <w:p w14:paraId="31E288F6" w14:textId="45483D07" w:rsidR="00CE613D" w:rsidRPr="00DB3086" w:rsidRDefault="00AF71D8" w:rsidP="00CE613D">
      <w:pPr>
        <w:rPr>
          <w:lang w:val="en-US"/>
        </w:rPr>
      </w:pPr>
      <w:r w:rsidRPr="00424E59">
        <w:rPr>
          <w:noProof/>
          <w:lang w:val="sv-SE" w:eastAsia="sv-SE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46B4E50" wp14:editId="33A825A2">
                <wp:simplePos x="0" y="0"/>
                <wp:positionH relativeFrom="column">
                  <wp:posOffset>2697480</wp:posOffset>
                </wp:positionH>
                <wp:positionV relativeFrom="paragraph">
                  <wp:posOffset>7620</wp:posOffset>
                </wp:positionV>
                <wp:extent cx="3070225" cy="1404620"/>
                <wp:effectExtent l="0" t="0" r="15875" b="22225"/>
                <wp:wrapSquare wrapText="bothSides"/>
                <wp:docPr id="12" name="Textrut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BAEFC" w14:textId="77777777" w:rsidR="00AF71D8" w:rsidRDefault="00AF71D8" w:rsidP="00AF71D8">
                            <w:pPr>
                              <w:rPr>
                                <w:lang w:val="sv-SE"/>
                              </w:rPr>
                            </w:pPr>
                          </w:p>
                          <w:p w14:paraId="2484EE4A" w14:textId="77777777" w:rsidR="00AF71D8" w:rsidRPr="00424E59" w:rsidRDefault="00AF71D8" w:rsidP="00AF71D8">
                            <w:pPr>
                              <w:rPr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6B4E50" id="Textruta 12" o:spid="_x0000_s1045" type="#_x0000_t202" style="position:absolute;margin-left:212.4pt;margin-top:.6pt;width:241.7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">
                <v:textbox style="mso-fit-shape-to-text:t">
                  <w:txbxContent>
                    <w:p w14:paraId="5A4BAEFC" w14:textId="77777777" w:rsidR="00AF71D8" w:rsidRDefault="00AF71D8" w:rsidP="00AF71D8">
                      <w:pPr>
                        <w:rPr>
                          <w:lang w:val="sv-SE"/>
                        </w:rPr>
                      </w:pPr>
                    </w:p>
                    <w:p w14:paraId="2484EE4A" w14:textId="77777777" w:rsidR="00AF71D8" w:rsidRPr="00424E59" w:rsidRDefault="00AF71D8" w:rsidP="00AF71D8">
                      <w:pPr>
                        <w:rPr>
                          <w:lang w:val="sv-S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E613D">
        <w:rPr>
          <w:lang w:val="en-US"/>
        </w:rPr>
        <w:t>Preferred airport</w:t>
      </w:r>
      <w:r w:rsidR="00CE613D" w:rsidRPr="00DB3086">
        <w:rPr>
          <w:lang w:val="en-US"/>
        </w:rPr>
        <w:t>/ train station of departure</w:t>
      </w:r>
    </w:p>
    <w:p w14:paraId="22035C44" w14:textId="26DAC5C9" w:rsidR="00AF71D8" w:rsidRPr="00424E59" w:rsidRDefault="00AF71D8" w:rsidP="00AF71D8">
      <w:pPr>
        <w:rPr>
          <w:lang w:val="en-US"/>
        </w:rPr>
      </w:pPr>
      <w:r>
        <w:rPr>
          <w:lang w:val="en-US"/>
        </w:rPr>
        <w:t xml:space="preserve"> </w:t>
      </w:r>
    </w:p>
    <w:p w14:paraId="18B8E1C7" w14:textId="77777777" w:rsidR="00AF71D8" w:rsidRPr="00424E59" w:rsidRDefault="00AF71D8" w:rsidP="00AF71D8">
      <w:pPr>
        <w:rPr>
          <w:lang w:val="en-US"/>
        </w:rPr>
      </w:pPr>
    </w:p>
    <w:p w14:paraId="07BA5FB2" w14:textId="77777777" w:rsidR="00AF71D8" w:rsidRPr="00424E59" w:rsidRDefault="00AF71D8" w:rsidP="00AF71D8">
      <w:pPr>
        <w:rPr>
          <w:lang w:val="en-US"/>
        </w:rPr>
      </w:pPr>
    </w:p>
    <w:p w14:paraId="047E740C" w14:textId="0236ACC1" w:rsidR="00CE613D" w:rsidRPr="00D836AD" w:rsidRDefault="00AF71D8" w:rsidP="00CE613D">
      <w:pPr>
        <w:rPr>
          <w:lang w:val="en-US"/>
        </w:rPr>
      </w:pPr>
      <w:r w:rsidRPr="00424E59">
        <w:rPr>
          <w:noProof/>
          <w:lang w:val="sv-SE" w:eastAsia="sv-SE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4B89822" wp14:editId="19F553DB">
                <wp:simplePos x="0" y="0"/>
                <wp:positionH relativeFrom="column">
                  <wp:posOffset>2712720</wp:posOffset>
                </wp:positionH>
                <wp:positionV relativeFrom="paragraph">
                  <wp:posOffset>9525</wp:posOffset>
                </wp:positionV>
                <wp:extent cx="3070860" cy="441960"/>
                <wp:effectExtent l="0" t="0" r="15240" b="15240"/>
                <wp:wrapSquare wrapText="bothSides"/>
                <wp:docPr id="14" name="Textrut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FBCFF" w14:textId="77777777" w:rsidR="00AF71D8" w:rsidRPr="00424E59" w:rsidRDefault="00AF71D8" w:rsidP="00AF71D8">
                            <w:pPr>
                              <w:rPr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89822" id="Textruta 14" o:spid="_x0000_s1046" type="#_x0000_t202" style="position:absolute;margin-left:213.6pt;margin-top:.75pt;width:241.8pt;height:34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">
                <v:textbox>
                  <w:txbxContent>
                    <w:p w14:paraId="133FBCFF" w14:textId="77777777" w:rsidR="00AF71D8" w:rsidRPr="00424E59" w:rsidRDefault="00AF71D8" w:rsidP="00AF71D8">
                      <w:pPr>
                        <w:rPr>
                          <w:lang w:val="sv-S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E613D" w:rsidRPr="00CE613D">
        <w:rPr>
          <w:lang w:val="en-US"/>
        </w:rPr>
        <w:t xml:space="preserve"> </w:t>
      </w:r>
      <w:r w:rsidR="00CE613D" w:rsidRPr="00D836AD">
        <w:rPr>
          <w:lang w:val="en-US"/>
        </w:rPr>
        <w:t>Food preferences/allergies</w:t>
      </w:r>
    </w:p>
    <w:p w14:paraId="13F5DF52" w14:textId="30E60C9B" w:rsidR="00AF71D8" w:rsidRDefault="00AF71D8" w:rsidP="00AF71D8">
      <w:pPr>
        <w:rPr>
          <w:lang w:val="en-US"/>
        </w:rPr>
      </w:pPr>
    </w:p>
    <w:p w14:paraId="5A851458" w14:textId="77777777" w:rsidR="00AF71D8" w:rsidRPr="00424E59" w:rsidRDefault="00AF71D8" w:rsidP="00AF71D8">
      <w:pPr>
        <w:rPr>
          <w:lang w:val="en-US"/>
        </w:rPr>
      </w:pPr>
    </w:p>
    <w:p w14:paraId="3E6A5FB7" w14:textId="77777777" w:rsidR="00AF71D8" w:rsidRPr="00424E59" w:rsidRDefault="00AF71D8" w:rsidP="00AF71D8">
      <w:pPr>
        <w:rPr>
          <w:lang w:val="en-US"/>
        </w:rPr>
      </w:pPr>
      <w:r w:rsidRPr="00424E59">
        <w:rPr>
          <w:lang w:val="en-US"/>
        </w:rPr>
        <w:t xml:space="preserve"> </w:t>
      </w:r>
    </w:p>
    <w:p w14:paraId="5EEB5345" w14:textId="77777777" w:rsidR="00AF71D8" w:rsidRDefault="00AF71D8" w:rsidP="00AF71D8">
      <w:pPr>
        <w:rPr>
          <w:lang w:val="en-US"/>
        </w:rPr>
      </w:pPr>
    </w:p>
    <w:p w14:paraId="04E6591C" w14:textId="5C3C6CCD" w:rsidR="00AF71D8" w:rsidRDefault="00AF71D8" w:rsidP="00AF71D8">
      <w:pPr>
        <w:rPr>
          <w:lang w:val="en-US"/>
        </w:rPr>
      </w:pPr>
    </w:p>
    <w:p w14:paraId="13F52EE3" w14:textId="65B095D2" w:rsidR="00AF71D8" w:rsidRDefault="00A9475D" w:rsidP="00AF71D8">
      <w:pPr>
        <w:rPr>
          <w:lang w:val="en-US"/>
        </w:rPr>
      </w:pPr>
      <w:r w:rsidRPr="00424E59">
        <w:rPr>
          <w:noProof/>
          <w:lang w:val="sv-SE" w:eastAsia="sv-SE"/>
        </w:rPr>
        <w:lastRenderedPageBreak/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2053071" wp14:editId="2E914695">
                <wp:simplePos x="0" y="0"/>
                <wp:positionH relativeFrom="margin">
                  <wp:posOffset>2727960</wp:posOffset>
                </wp:positionH>
                <wp:positionV relativeFrom="paragraph">
                  <wp:posOffset>5080</wp:posOffset>
                </wp:positionV>
                <wp:extent cx="3070225" cy="670560"/>
                <wp:effectExtent l="0" t="0" r="15875" b="15240"/>
                <wp:wrapSquare wrapText="bothSides"/>
                <wp:docPr id="15" name="Textrut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4945C" w14:textId="77777777" w:rsidR="00AF71D8" w:rsidRPr="00424E59" w:rsidRDefault="00AF71D8" w:rsidP="00AF71D8">
                            <w:pPr>
                              <w:rPr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53071" id="Textruta 15" o:spid="_x0000_s1047" type="#_x0000_t202" style="position:absolute;margin-left:214.8pt;margin-top:.4pt;width:241.75pt;height:52.8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">
                <v:textbox>
                  <w:txbxContent>
                    <w:p w14:paraId="7914945C" w14:textId="77777777" w:rsidR="00AF71D8" w:rsidRPr="00424E59" w:rsidRDefault="00AF71D8" w:rsidP="00AF71D8">
                      <w:pPr>
                        <w:rPr>
                          <w:lang w:val="sv-S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lang w:val="en-US"/>
        </w:rPr>
        <w:t>Do you need any a</w:t>
      </w:r>
      <w:r w:rsidR="003E05CB">
        <w:rPr>
          <w:lang w:val="en-US"/>
        </w:rPr>
        <w:t xml:space="preserve">ccommodation for </w:t>
      </w:r>
      <w:r>
        <w:rPr>
          <w:lang w:val="en-US"/>
        </w:rPr>
        <w:t xml:space="preserve">accessibility?  </w:t>
      </w:r>
    </w:p>
    <w:p w14:paraId="40147848" w14:textId="77777777" w:rsidR="00AF71D8" w:rsidRDefault="00AF71D8" w:rsidP="00AF71D8">
      <w:pPr>
        <w:rPr>
          <w:lang w:val="en-US"/>
        </w:rPr>
      </w:pPr>
    </w:p>
    <w:p w14:paraId="6C573660" w14:textId="77777777" w:rsidR="00AF71D8" w:rsidRDefault="00AF71D8" w:rsidP="00AF71D8">
      <w:pPr>
        <w:rPr>
          <w:lang w:val="en-US"/>
        </w:rPr>
      </w:pPr>
    </w:p>
    <w:p w14:paraId="2346CFCE" w14:textId="77777777" w:rsidR="00AF71D8" w:rsidRPr="00AF71D8" w:rsidRDefault="00AF71D8" w:rsidP="007C2D46">
      <w:pPr>
        <w:rPr>
          <w:lang w:val="en-US"/>
        </w:rPr>
      </w:pPr>
    </w:p>
    <w:sectPr w:rsidR="00AF71D8" w:rsidRPr="00AF71D8" w:rsidSect="00253B37"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22970" w14:textId="77777777" w:rsidR="00787F2E" w:rsidRDefault="00787F2E" w:rsidP="00AF3E55">
      <w:r>
        <w:separator/>
      </w:r>
    </w:p>
  </w:endnote>
  <w:endnote w:type="continuationSeparator" w:id="0">
    <w:p w14:paraId="06729E72" w14:textId="77777777" w:rsidR="00787F2E" w:rsidRDefault="00787F2E" w:rsidP="00AF3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94873" w14:textId="77777777" w:rsidR="00523E2C" w:rsidRPr="001A29C0" w:rsidRDefault="00523E2C" w:rsidP="00AF3E55">
    <w:pPr>
      <w:pStyle w:val="Sidfot"/>
      <w:rPr>
        <w:b/>
        <w:sz w:val="14"/>
        <w:szCs w:val="14"/>
      </w:rPr>
    </w:pPr>
    <w:r w:rsidRPr="001A29C0">
      <w:rPr>
        <w:b/>
        <w:sz w:val="14"/>
        <w:szCs w:val="14"/>
      </w:rPr>
      <w:t>Raoul Wallenberg Institute of Human Rights and Humanitarian Law</w:t>
    </w:r>
  </w:p>
  <w:p w14:paraId="1E3D0C2B" w14:textId="77777777" w:rsidR="00523E2C" w:rsidRPr="000A747A" w:rsidRDefault="00523E2C" w:rsidP="00AF3E55">
    <w:pPr>
      <w:pStyle w:val="Sidfot"/>
      <w:rPr>
        <w:sz w:val="14"/>
        <w:szCs w:val="14"/>
        <w:lang w:val="sv-SE"/>
      </w:rPr>
    </w:pPr>
    <w:r w:rsidRPr="000A747A">
      <w:rPr>
        <w:sz w:val="14"/>
        <w:szCs w:val="14"/>
        <w:lang w:val="sv-SE"/>
      </w:rPr>
      <w:t xml:space="preserve">Stora </w:t>
    </w:r>
    <w:proofErr w:type="spellStart"/>
    <w:r w:rsidRPr="000A747A">
      <w:rPr>
        <w:sz w:val="14"/>
        <w:szCs w:val="14"/>
        <w:lang w:val="sv-SE"/>
      </w:rPr>
      <w:t>Gråbrödersgatan</w:t>
    </w:r>
    <w:proofErr w:type="spellEnd"/>
    <w:r w:rsidRPr="000A747A">
      <w:rPr>
        <w:sz w:val="14"/>
        <w:szCs w:val="14"/>
        <w:lang w:val="sv-SE"/>
      </w:rPr>
      <w:t xml:space="preserve"> 17 B | P.O. Box 1155 SE-221 05, Lund, Sweden | </w:t>
    </w:r>
    <w:proofErr w:type="spellStart"/>
    <w:r w:rsidRPr="000A747A">
      <w:rPr>
        <w:sz w:val="14"/>
        <w:szCs w:val="14"/>
        <w:lang w:val="sv-SE"/>
      </w:rPr>
      <w:t>Phone</w:t>
    </w:r>
    <w:proofErr w:type="spellEnd"/>
    <w:r w:rsidRPr="000A747A">
      <w:rPr>
        <w:sz w:val="14"/>
        <w:szCs w:val="14"/>
        <w:lang w:val="sv-SE"/>
      </w:rPr>
      <w:t xml:space="preserve"> +46 46 222 12 00 | Fax +46 46 222 12 22</w:t>
    </w:r>
  </w:p>
  <w:p w14:paraId="27087D6D" w14:textId="77777777" w:rsidR="00523E2C" w:rsidRPr="000A747A" w:rsidRDefault="00523E2C">
    <w:pPr>
      <w:pStyle w:val="Sidfot"/>
      <w:rPr>
        <w:lang w:val="sv-S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D8A1B" w14:textId="77777777" w:rsidR="00523E2C" w:rsidRPr="001A29C0" w:rsidRDefault="00523E2C" w:rsidP="00AF3E55">
    <w:pPr>
      <w:pStyle w:val="Sidfot"/>
      <w:rPr>
        <w:b/>
        <w:sz w:val="14"/>
        <w:szCs w:val="14"/>
      </w:rPr>
    </w:pPr>
    <w:r w:rsidRPr="001A29C0">
      <w:rPr>
        <w:b/>
        <w:sz w:val="14"/>
        <w:szCs w:val="14"/>
      </w:rPr>
      <w:t>Raoul Wallenberg Institute of Human Rights and Humanitarian Law</w:t>
    </w:r>
  </w:p>
  <w:p w14:paraId="7B77E69A" w14:textId="77777777" w:rsidR="00523E2C" w:rsidRPr="000A747A" w:rsidRDefault="00523E2C" w:rsidP="00AF3E55">
    <w:pPr>
      <w:pStyle w:val="Sidfot"/>
      <w:rPr>
        <w:sz w:val="14"/>
        <w:szCs w:val="14"/>
        <w:lang w:val="sv-SE"/>
      </w:rPr>
    </w:pPr>
    <w:r w:rsidRPr="000A747A">
      <w:rPr>
        <w:sz w:val="14"/>
        <w:szCs w:val="14"/>
        <w:lang w:val="sv-SE"/>
      </w:rPr>
      <w:t xml:space="preserve">Stora </w:t>
    </w:r>
    <w:proofErr w:type="spellStart"/>
    <w:r w:rsidRPr="000A747A">
      <w:rPr>
        <w:sz w:val="14"/>
        <w:szCs w:val="14"/>
        <w:lang w:val="sv-SE"/>
      </w:rPr>
      <w:t>Gråbrödersgatan</w:t>
    </w:r>
    <w:proofErr w:type="spellEnd"/>
    <w:r w:rsidRPr="000A747A">
      <w:rPr>
        <w:sz w:val="14"/>
        <w:szCs w:val="14"/>
        <w:lang w:val="sv-SE"/>
      </w:rPr>
      <w:t xml:space="preserve"> 17 B | P.O. Box 1155 SE-221 05, Lund, Sweden | </w:t>
    </w:r>
    <w:proofErr w:type="spellStart"/>
    <w:r w:rsidRPr="000A747A">
      <w:rPr>
        <w:sz w:val="14"/>
        <w:szCs w:val="14"/>
        <w:lang w:val="sv-SE"/>
      </w:rPr>
      <w:t>Phone</w:t>
    </w:r>
    <w:proofErr w:type="spellEnd"/>
    <w:r w:rsidRPr="000A747A">
      <w:rPr>
        <w:sz w:val="14"/>
        <w:szCs w:val="14"/>
        <w:lang w:val="sv-SE"/>
      </w:rPr>
      <w:t xml:space="preserve"> +46 46 222 12 00</w:t>
    </w:r>
    <w:r w:rsidR="00574A22">
      <w:rPr>
        <w:sz w:val="14"/>
        <w:szCs w:val="14"/>
        <w:lang w:val="sv-SE"/>
      </w:rPr>
      <w:t xml:space="preserve"> | www.rwi.lu.se</w:t>
    </w:r>
  </w:p>
  <w:p w14:paraId="41D69602" w14:textId="77777777" w:rsidR="00523E2C" w:rsidRPr="000A747A" w:rsidRDefault="00523E2C" w:rsidP="00AF3E55">
    <w:pPr>
      <w:pStyle w:val="Sidfot"/>
      <w:rPr>
        <w:lang w:val="sv-S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707C4" w14:textId="77777777" w:rsidR="00787F2E" w:rsidRDefault="00787F2E" w:rsidP="00AF3E55">
      <w:r>
        <w:separator/>
      </w:r>
    </w:p>
  </w:footnote>
  <w:footnote w:type="continuationSeparator" w:id="0">
    <w:p w14:paraId="53B1AAA2" w14:textId="77777777" w:rsidR="00787F2E" w:rsidRDefault="00787F2E" w:rsidP="00AF3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FE19DB" w14:textId="77777777" w:rsidR="006E5ADF" w:rsidRDefault="006E5ADF">
    <w:pPr>
      <w:pStyle w:val="Sidhuvud"/>
    </w:pPr>
    <w:r>
      <w:rPr>
        <w:noProof/>
        <w:lang w:val="sv-SE" w:eastAsia="sv-SE"/>
      </w:rPr>
      <w:drawing>
        <wp:anchor distT="0" distB="0" distL="114300" distR="114300" simplePos="0" relativeHeight="251658240" behindDoc="0" locked="0" layoutInCell="1" allowOverlap="1" wp14:anchorId="1359BF63" wp14:editId="75100038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553739" cy="1909380"/>
          <wp:effectExtent l="0" t="0" r="0" b="0"/>
          <wp:wrapNone/>
          <wp:docPr id="7" name="Bildobjekt 7" descr="\\uwfpcluster01.uw.lu.se\rwi-moh$\Documents\RWI Information\brevmall\oran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\\uwfpcluster01.uw.lu.se\rwi-moh$\Documents\RWI Information\brevmall\orang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4031" cy="19094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909B0"/>
    <w:multiLevelType w:val="hybridMultilevel"/>
    <w:tmpl w:val="90FEDB2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A519A"/>
    <w:multiLevelType w:val="hybridMultilevel"/>
    <w:tmpl w:val="7608967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06F6F"/>
    <w:multiLevelType w:val="hybridMultilevel"/>
    <w:tmpl w:val="741A6BA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15501"/>
    <w:multiLevelType w:val="hybridMultilevel"/>
    <w:tmpl w:val="7C44CAF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87C94"/>
    <w:multiLevelType w:val="multilevel"/>
    <w:tmpl w:val="0FC8D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23678F"/>
    <w:multiLevelType w:val="hybridMultilevel"/>
    <w:tmpl w:val="51AA501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13BB0"/>
    <w:multiLevelType w:val="hybridMultilevel"/>
    <w:tmpl w:val="25800346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04482"/>
    <w:multiLevelType w:val="hybridMultilevel"/>
    <w:tmpl w:val="6546B49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405DE"/>
    <w:multiLevelType w:val="hybridMultilevel"/>
    <w:tmpl w:val="EC60A66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218BB"/>
    <w:multiLevelType w:val="multilevel"/>
    <w:tmpl w:val="EB18A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C561EB"/>
    <w:multiLevelType w:val="hybridMultilevel"/>
    <w:tmpl w:val="79AAED3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C75E7"/>
    <w:multiLevelType w:val="multilevel"/>
    <w:tmpl w:val="DA78A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CB1514"/>
    <w:multiLevelType w:val="hybridMultilevel"/>
    <w:tmpl w:val="6E9E3AC8"/>
    <w:lvl w:ilvl="0" w:tplc="AC1C50E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889291F"/>
    <w:multiLevelType w:val="hybridMultilevel"/>
    <w:tmpl w:val="6FAA599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F06B2"/>
    <w:multiLevelType w:val="hybridMultilevel"/>
    <w:tmpl w:val="924A966A"/>
    <w:lvl w:ilvl="0" w:tplc="DC30A8D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D07313"/>
    <w:multiLevelType w:val="hybridMultilevel"/>
    <w:tmpl w:val="D9B0CF1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3"/>
  </w:num>
  <w:num w:numId="5">
    <w:abstractNumId w:val="15"/>
  </w:num>
  <w:num w:numId="6">
    <w:abstractNumId w:val="6"/>
  </w:num>
  <w:num w:numId="7">
    <w:abstractNumId w:val="2"/>
  </w:num>
  <w:num w:numId="8">
    <w:abstractNumId w:val="7"/>
  </w:num>
  <w:num w:numId="9">
    <w:abstractNumId w:val="0"/>
  </w:num>
  <w:num w:numId="10">
    <w:abstractNumId w:val="8"/>
  </w:num>
  <w:num w:numId="11">
    <w:abstractNumId w:val="13"/>
  </w:num>
  <w:num w:numId="12">
    <w:abstractNumId w:val="5"/>
  </w:num>
  <w:num w:numId="13">
    <w:abstractNumId w:val="1"/>
  </w:num>
  <w:num w:numId="14">
    <w:abstractNumId w:val="9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2E"/>
    <w:rsid w:val="00003FA0"/>
    <w:rsid w:val="00005F50"/>
    <w:rsid w:val="000119BE"/>
    <w:rsid w:val="00023D3F"/>
    <w:rsid w:val="00043C85"/>
    <w:rsid w:val="00051691"/>
    <w:rsid w:val="0006724F"/>
    <w:rsid w:val="00092404"/>
    <w:rsid w:val="000A747A"/>
    <w:rsid w:val="000B0840"/>
    <w:rsid w:val="000C14AC"/>
    <w:rsid w:val="000E1C19"/>
    <w:rsid w:val="000E2CD8"/>
    <w:rsid w:val="000E5641"/>
    <w:rsid w:val="000E7774"/>
    <w:rsid w:val="000F5FE6"/>
    <w:rsid w:val="001075A7"/>
    <w:rsid w:val="00136D3C"/>
    <w:rsid w:val="00137AAC"/>
    <w:rsid w:val="00165BB5"/>
    <w:rsid w:val="00172AB3"/>
    <w:rsid w:val="00176F95"/>
    <w:rsid w:val="001B2FDE"/>
    <w:rsid w:val="001C5F09"/>
    <w:rsid w:val="00213D89"/>
    <w:rsid w:val="002311E1"/>
    <w:rsid w:val="00232695"/>
    <w:rsid w:val="0025268D"/>
    <w:rsid w:val="00253B37"/>
    <w:rsid w:val="00264FE4"/>
    <w:rsid w:val="00274C2D"/>
    <w:rsid w:val="00281A26"/>
    <w:rsid w:val="002864C8"/>
    <w:rsid w:val="0029435E"/>
    <w:rsid w:val="002E6000"/>
    <w:rsid w:val="003143FE"/>
    <w:rsid w:val="003425B8"/>
    <w:rsid w:val="00342D55"/>
    <w:rsid w:val="0037593C"/>
    <w:rsid w:val="00382206"/>
    <w:rsid w:val="0039300B"/>
    <w:rsid w:val="003B3F9E"/>
    <w:rsid w:val="003C0655"/>
    <w:rsid w:val="003C0E9D"/>
    <w:rsid w:val="003C10D7"/>
    <w:rsid w:val="003E05CB"/>
    <w:rsid w:val="003E708F"/>
    <w:rsid w:val="00424E59"/>
    <w:rsid w:val="00426284"/>
    <w:rsid w:val="004309D3"/>
    <w:rsid w:val="0043336E"/>
    <w:rsid w:val="00447671"/>
    <w:rsid w:val="00473656"/>
    <w:rsid w:val="00486B48"/>
    <w:rsid w:val="00495449"/>
    <w:rsid w:val="004A00F0"/>
    <w:rsid w:val="004C23E6"/>
    <w:rsid w:val="004C7043"/>
    <w:rsid w:val="004D1E26"/>
    <w:rsid w:val="004E7016"/>
    <w:rsid w:val="00515913"/>
    <w:rsid w:val="00523E2C"/>
    <w:rsid w:val="00554F14"/>
    <w:rsid w:val="00574A22"/>
    <w:rsid w:val="00584F1A"/>
    <w:rsid w:val="005901C5"/>
    <w:rsid w:val="005916A3"/>
    <w:rsid w:val="005B6188"/>
    <w:rsid w:val="005C1ECA"/>
    <w:rsid w:val="005E035F"/>
    <w:rsid w:val="005F136E"/>
    <w:rsid w:val="006154AB"/>
    <w:rsid w:val="006274DD"/>
    <w:rsid w:val="00687B78"/>
    <w:rsid w:val="006A1449"/>
    <w:rsid w:val="006B340F"/>
    <w:rsid w:val="006E5ADF"/>
    <w:rsid w:val="006F1A73"/>
    <w:rsid w:val="0070633F"/>
    <w:rsid w:val="00715AAA"/>
    <w:rsid w:val="00716D3A"/>
    <w:rsid w:val="00717246"/>
    <w:rsid w:val="00731732"/>
    <w:rsid w:val="00735BB9"/>
    <w:rsid w:val="00737ECB"/>
    <w:rsid w:val="007539FC"/>
    <w:rsid w:val="0075428E"/>
    <w:rsid w:val="00776BCF"/>
    <w:rsid w:val="007861E5"/>
    <w:rsid w:val="00787F2E"/>
    <w:rsid w:val="007A10D9"/>
    <w:rsid w:val="007B505F"/>
    <w:rsid w:val="007B7870"/>
    <w:rsid w:val="007C2D46"/>
    <w:rsid w:val="007C6D19"/>
    <w:rsid w:val="007D42D4"/>
    <w:rsid w:val="007D66E6"/>
    <w:rsid w:val="008344F9"/>
    <w:rsid w:val="00844FA0"/>
    <w:rsid w:val="00860477"/>
    <w:rsid w:val="00862238"/>
    <w:rsid w:val="0086518E"/>
    <w:rsid w:val="0087219D"/>
    <w:rsid w:val="00890340"/>
    <w:rsid w:val="0089629A"/>
    <w:rsid w:val="008A5DC3"/>
    <w:rsid w:val="008C01F7"/>
    <w:rsid w:val="008C73A2"/>
    <w:rsid w:val="008E614E"/>
    <w:rsid w:val="008E61B6"/>
    <w:rsid w:val="0091207D"/>
    <w:rsid w:val="009234CD"/>
    <w:rsid w:val="00952B67"/>
    <w:rsid w:val="009660EA"/>
    <w:rsid w:val="00966B27"/>
    <w:rsid w:val="00981929"/>
    <w:rsid w:val="00987B12"/>
    <w:rsid w:val="00991511"/>
    <w:rsid w:val="009B21F6"/>
    <w:rsid w:val="009C0175"/>
    <w:rsid w:val="009C2A37"/>
    <w:rsid w:val="009C457C"/>
    <w:rsid w:val="009C7278"/>
    <w:rsid w:val="009E2729"/>
    <w:rsid w:val="009E430D"/>
    <w:rsid w:val="00A33012"/>
    <w:rsid w:val="00A36193"/>
    <w:rsid w:val="00A4062B"/>
    <w:rsid w:val="00A41507"/>
    <w:rsid w:val="00A45353"/>
    <w:rsid w:val="00A65DF5"/>
    <w:rsid w:val="00A86C94"/>
    <w:rsid w:val="00A90653"/>
    <w:rsid w:val="00A9475D"/>
    <w:rsid w:val="00AE18CC"/>
    <w:rsid w:val="00AE662D"/>
    <w:rsid w:val="00AF3E55"/>
    <w:rsid w:val="00AF561F"/>
    <w:rsid w:val="00AF71D8"/>
    <w:rsid w:val="00B13835"/>
    <w:rsid w:val="00B366F7"/>
    <w:rsid w:val="00B507E0"/>
    <w:rsid w:val="00B9614E"/>
    <w:rsid w:val="00BA1857"/>
    <w:rsid w:val="00BC665D"/>
    <w:rsid w:val="00BD20EB"/>
    <w:rsid w:val="00BF6957"/>
    <w:rsid w:val="00C17670"/>
    <w:rsid w:val="00C278AF"/>
    <w:rsid w:val="00C27C8D"/>
    <w:rsid w:val="00C42BFF"/>
    <w:rsid w:val="00C53892"/>
    <w:rsid w:val="00C61FD8"/>
    <w:rsid w:val="00C804D2"/>
    <w:rsid w:val="00CB3975"/>
    <w:rsid w:val="00CE47B4"/>
    <w:rsid w:val="00CE613D"/>
    <w:rsid w:val="00CF1644"/>
    <w:rsid w:val="00D040F5"/>
    <w:rsid w:val="00D30D5F"/>
    <w:rsid w:val="00D44C38"/>
    <w:rsid w:val="00D53954"/>
    <w:rsid w:val="00D72735"/>
    <w:rsid w:val="00D81DA3"/>
    <w:rsid w:val="00D87CF1"/>
    <w:rsid w:val="00D92F24"/>
    <w:rsid w:val="00D97BBA"/>
    <w:rsid w:val="00DF31F0"/>
    <w:rsid w:val="00E131EE"/>
    <w:rsid w:val="00E5159A"/>
    <w:rsid w:val="00E55E7B"/>
    <w:rsid w:val="00E6029F"/>
    <w:rsid w:val="00E602C1"/>
    <w:rsid w:val="00E65493"/>
    <w:rsid w:val="00E71956"/>
    <w:rsid w:val="00ED5E88"/>
    <w:rsid w:val="00EF01E7"/>
    <w:rsid w:val="00F4754E"/>
    <w:rsid w:val="00F65421"/>
    <w:rsid w:val="00F841BC"/>
    <w:rsid w:val="00FA3D17"/>
    <w:rsid w:val="00FA41CE"/>
    <w:rsid w:val="00FA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237748"/>
  <w15:docId w15:val="{306305C1-825E-4179-8110-1B5A20DA9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E55"/>
    <w:pPr>
      <w:spacing w:after="0" w:line="240" w:lineRule="auto"/>
    </w:pPr>
    <w:rPr>
      <w:rFonts w:ascii="HelveticaNeueLT Std" w:hAnsi="HelveticaNeueLT Std" w:cs="Arial"/>
      <w:szCs w:val="24"/>
      <w:lang w:val="en-GB"/>
    </w:rPr>
  </w:style>
  <w:style w:type="paragraph" w:styleId="Rubrik1">
    <w:name w:val="heading 1"/>
    <w:basedOn w:val="Normal"/>
    <w:next w:val="Normal"/>
    <w:link w:val="Rubrik1Char"/>
    <w:autoRedefine/>
    <w:uiPriority w:val="9"/>
    <w:qFormat/>
    <w:rsid w:val="00AF3E55"/>
    <w:pPr>
      <w:keepNext/>
      <w:outlineLvl w:val="0"/>
    </w:pPr>
    <w:rPr>
      <w:rFonts w:ascii="HelveticaNeueLT Std Med" w:eastAsiaTheme="majorEastAsia" w:hAnsi="HelveticaNeueLT Std Med" w:cstheme="majorBidi"/>
      <w:b/>
      <w:bCs/>
      <w:kern w:val="32"/>
      <w:sz w:val="28"/>
      <w:szCs w:val="32"/>
    </w:rPr>
  </w:style>
  <w:style w:type="paragraph" w:styleId="Rubrik2">
    <w:name w:val="heading 2"/>
    <w:basedOn w:val="Normal"/>
    <w:next w:val="Normal"/>
    <w:link w:val="Rubrik2Char"/>
    <w:autoRedefine/>
    <w:qFormat/>
    <w:rsid w:val="00AF3E55"/>
    <w:pPr>
      <w:keepNext/>
      <w:outlineLvl w:val="1"/>
    </w:pPr>
    <w:rPr>
      <w:b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AF3E55"/>
    <w:rPr>
      <w:rFonts w:ascii="HelveticaNeueLT Std Med" w:eastAsiaTheme="majorEastAsia" w:hAnsi="HelveticaNeueLT Std Med" w:cstheme="majorBidi"/>
      <w:b/>
      <w:bCs/>
      <w:kern w:val="32"/>
      <w:sz w:val="28"/>
      <w:szCs w:val="32"/>
      <w:lang w:val="en-GB"/>
    </w:rPr>
  </w:style>
  <w:style w:type="character" w:customStyle="1" w:styleId="Rubrik2Char">
    <w:name w:val="Rubrik 2 Char"/>
    <w:basedOn w:val="Standardstycketeckensnitt"/>
    <w:link w:val="Rubrik2"/>
    <w:rsid w:val="00AF3E55"/>
    <w:rPr>
      <w:rFonts w:ascii="HelveticaNeueLT Std" w:hAnsi="HelveticaNeueLT Std" w:cs="Arial"/>
      <w:b/>
      <w:szCs w:val="24"/>
      <w:lang w:val="en-GB"/>
    </w:rPr>
  </w:style>
  <w:style w:type="paragraph" w:styleId="Rubrik">
    <w:name w:val="Title"/>
    <w:basedOn w:val="Normal"/>
    <w:next w:val="Normal"/>
    <w:link w:val="RubrikChar"/>
    <w:autoRedefine/>
    <w:uiPriority w:val="10"/>
    <w:rsid w:val="00BC665D"/>
    <w:pPr>
      <w:jc w:val="center"/>
      <w:outlineLvl w:val="0"/>
    </w:pPr>
    <w:rPr>
      <w:rFonts w:ascii="HelveticaNeueLT Std Med" w:eastAsiaTheme="majorEastAsia" w:hAnsi="HelveticaNeueLT Std Med" w:cstheme="majorBidi"/>
      <w:b/>
      <w:bCs/>
      <w:kern w:val="28"/>
      <w:sz w:val="28"/>
      <w:szCs w:val="32"/>
    </w:rPr>
  </w:style>
  <w:style w:type="character" w:customStyle="1" w:styleId="RubrikChar">
    <w:name w:val="Rubrik Char"/>
    <w:basedOn w:val="Standardstycketeckensnitt"/>
    <w:link w:val="Rubrik"/>
    <w:uiPriority w:val="10"/>
    <w:rsid w:val="00BC665D"/>
    <w:rPr>
      <w:rFonts w:ascii="HelveticaNeueLT Std Med" w:eastAsiaTheme="majorEastAsia" w:hAnsi="HelveticaNeueLT Std Med" w:cstheme="majorBidi"/>
      <w:b/>
      <w:bCs/>
      <w:kern w:val="28"/>
      <w:sz w:val="28"/>
      <w:szCs w:val="32"/>
      <w:lang w:val="en-GB"/>
    </w:rPr>
  </w:style>
  <w:style w:type="paragraph" w:styleId="Sidhuvud">
    <w:name w:val="header"/>
    <w:basedOn w:val="Normal"/>
    <w:link w:val="Sidhuvud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Sidfot">
    <w:name w:val="footer"/>
    <w:basedOn w:val="Normal"/>
    <w:link w:val="Sidfot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AF3E55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F3E55"/>
    <w:rPr>
      <w:rFonts w:ascii="Tahoma" w:hAnsi="Tahoma" w:cs="Tahoma"/>
      <w:sz w:val="16"/>
      <w:szCs w:val="16"/>
      <w:lang w:val="en-GB"/>
    </w:rPr>
  </w:style>
  <w:style w:type="paragraph" w:styleId="Ingetavstnd">
    <w:name w:val="No Spacing"/>
    <w:uiPriority w:val="1"/>
    <w:qFormat/>
    <w:rsid w:val="00AF3E55"/>
    <w:pPr>
      <w:spacing w:after="0" w:line="240" w:lineRule="auto"/>
    </w:pPr>
    <w:rPr>
      <w:rFonts w:ascii="HelveticaNeueLT Std" w:hAnsi="HelveticaNeueLT Std" w:cs="Arial"/>
      <w:sz w:val="20"/>
      <w:szCs w:val="24"/>
      <w:lang w:val="en-GB"/>
    </w:rPr>
  </w:style>
  <w:style w:type="paragraph" w:styleId="Liststycke">
    <w:name w:val="List Paragraph"/>
    <w:basedOn w:val="Normal"/>
    <w:uiPriority w:val="34"/>
    <w:qFormat/>
    <w:rsid w:val="00523E2C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3425B8"/>
    <w:rPr>
      <w:color w:val="0000FF" w:themeColor="hyperlink"/>
      <w:u w:val="single"/>
    </w:rPr>
  </w:style>
  <w:style w:type="paragraph" w:customStyle="1" w:styleId="Default">
    <w:name w:val="Default"/>
    <w:rsid w:val="00C804D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sv-SE"/>
    </w:rPr>
  </w:style>
  <w:style w:type="character" w:customStyle="1" w:styleId="hps">
    <w:name w:val="hps"/>
    <w:rsid w:val="004309D3"/>
  </w:style>
  <w:style w:type="character" w:styleId="Kommentarsreferens">
    <w:name w:val="annotation reference"/>
    <w:basedOn w:val="Standardstycketeckensnitt"/>
    <w:uiPriority w:val="99"/>
    <w:semiHidden/>
    <w:unhideWhenUsed/>
    <w:rsid w:val="00AF71D8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AF71D8"/>
    <w:rPr>
      <w:rFonts w:ascii="Calibri" w:eastAsiaTheme="minorHAnsi" w:hAnsi="Calibri" w:cs="Times New Roman"/>
      <w:sz w:val="20"/>
      <w:szCs w:val="20"/>
      <w:lang w:val="sv-SE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AF71D8"/>
    <w:rPr>
      <w:rFonts w:ascii="Calibri" w:eastAsiaTheme="minorHAnsi" w:hAnsi="Calibri" w:cs="Times New Roman"/>
      <w:sz w:val="20"/>
      <w:szCs w:val="2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9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13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47288">
                  <w:marLeft w:val="4500"/>
                  <w:marRight w:val="375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wi-moh\AppData\Local\Temp\Letter-template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79DDCD2D48D449DD84A74F667C5A7" ma:contentTypeVersion="3" ma:contentTypeDescription="Create a new document." ma:contentTypeScope="" ma:versionID="729f7f03f94924857fbe501fff65fc45">
  <xsd:schema xmlns:xsd="http://www.w3.org/2001/XMLSchema" xmlns:xs="http://www.w3.org/2001/XMLSchema" xmlns:p="http://schemas.microsoft.com/office/2006/metadata/properties" xmlns:ns2="c02e1df7-da46-4e88-a4ce-474e2c21e70e" targetNamespace="http://schemas.microsoft.com/office/2006/metadata/properties" ma:root="true" ma:fieldsID="304d11532f3cc9d7bd2f2d221e493f3e" ns2:_="">
    <xsd:import namespace="c02e1df7-da46-4e88-a4ce-474e2c21e70e"/>
    <xsd:element name="properties">
      <xsd:complexType>
        <xsd:sequence>
          <xsd:element name="documentManagement">
            <xsd:complexType>
              <xsd:all>
                <xsd:element ref="ns2:Document_x0020_type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2e1df7-da46-4e88-a4ce-474e2c21e70e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9" ma:displayName="Document type" ma:default="Other" ma:format="Dropdown" ma:internalName="Document_x0020_type">
      <xsd:simpleType>
        <xsd:restriction base="dms:Choice">
          <xsd:enumeration value="Other"/>
          <xsd:enumeration value="Travel Reports"/>
          <xsd:enumeration value="Recommendations"/>
          <xsd:enumeration value="Policy"/>
          <xsd:enumeration value="Authorization forms"/>
          <xsd:enumeration value="Insurance"/>
          <xsd:enumeration value="Guidelines"/>
          <xsd:enumeration value="Maconomy"/>
        </xsd:restriction>
      </xsd:simpleType>
    </xsd:element>
    <xsd:element name="Category" ma:index="10" nillable="true" ma:displayName="Category" ma:default="Maconomy" ma:description="Maconomy&#10;Travel" ma:format="Dropdown" ma:internalName="Category">
      <xsd:simpleType>
        <xsd:restriction base="dms:Choice">
          <xsd:enumeration value="Maconomy"/>
          <xsd:enumeration value="Travel"/>
          <xsd:enumeration value="Safety"/>
          <xsd:enumeration value="Graph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c02e1df7-da46-4e88-a4ce-474e2c21e70e">Graphic</Category>
    <Document_x0020_type xmlns="c02e1df7-da46-4e88-a4ce-474e2c21e70e">Other</Document_x0020_typ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34372D-ABD3-4A94-8161-370E1A5A5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2e1df7-da46-4e88-a4ce-474e2c21e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AD0974-D428-4E11-B1E9-3CF467668F8A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c02e1df7-da46-4e88-a4ce-474e2c21e70e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5071157D-992B-491E-94D3-D4798BCFC9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Letter-template</Template>
  <TotalTime>3</TotalTime>
  <Pages>3</Pages>
  <Words>193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Lunds Universitet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Mikael Ohlsson</dc:creator>
  <cp:lastModifiedBy>Emily Hanna</cp:lastModifiedBy>
  <cp:revision>4</cp:revision>
  <cp:lastPrinted>2013-10-08T09:03:00Z</cp:lastPrinted>
  <dcterms:created xsi:type="dcterms:W3CDTF">2017-04-11T15:13:00Z</dcterms:created>
  <dcterms:modified xsi:type="dcterms:W3CDTF">2017-05-11T11:17:00Z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0x0101005E179DDCD2D48D449DD84A74F667C5A7</vt:lpwstr>
  </property>
</Properties>
</file>